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6C106D79" w14:textId="77777777" w:rsidTr="00F862D6">
        <w:tc>
          <w:tcPr>
            <w:tcW w:w="1020" w:type="dxa"/>
          </w:tcPr>
          <w:p w14:paraId="31457DA1" w14:textId="01F00988" w:rsidR="00F64786" w:rsidRPr="001A6F12" w:rsidRDefault="00F64786" w:rsidP="0077673A">
            <w:pPr>
              <w:rPr>
                <w:szCs w:val="14"/>
              </w:rPr>
            </w:pPr>
          </w:p>
        </w:tc>
        <w:tc>
          <w:tcPr>
            <w:tcW w:w="2552" w:type="dxa"/>
          </w:tcPr>
          <w:p w14:paraId="51F169B2" w14:textId="77777777" w:rsidR="00F64786" w:rsidRPr="001A6F12" w:rsidRDefault="00F64786" w:rsidP="0077673A">
            <w:pPr>
              <w:rPr>
                <w:szCs w:val="14"/>
              </w:rPr>
            </w:pPr>
          </w:p>
        </w:tc>
        <w:tc>
          <w:tcPr>
            <w:tcW w:w="823" w:type="dxa"/>
          </w:tcPr>
          <w:p w14:paraId="3570B432" w14:textId="77777777" w:rsidR="00F64786" w:rsidRPr="001A6F12" w:rsidRDefault="00F64786" w:rsidP="0077673A">
            <w:pPr>
              <w:rPr>
                <w:szCs w:val="14"/>
              </w:rPr>
            </w:pPr>
          </w:p>
        </w:tc>
        <w:tc>
          <w:tcPr>
            <w:tcW w:w="3685" w:type="dxa"/>
          </w:tcPr>
          <w:p w14:paraId="3FBDB689" w14:textId="77777777" w:rsidR="00F64786" w:rsidRPr="001A6F12" w:rsidRDefault="00F64786" w:rsidP="0077673A">
            <w:pPr>
              <w:rPr>
                <w:szCs w:val="14"/>
              </w:rPr>
            </w:pPr>
          </w:p>
        </w:tc>
      </w:tr>
      <w:tr w:rsidR="00F862D6" w:rsidRPr="001A6F12" w14:paraId="638C9919" w14:textId="77777777" w:rsidTr="00596C7E">
        <w:tc>
          <w:tcPr>
            <w:tcW w:w="1020" w:type="dxa"/>
          </w:tcPr>
          <w:p w14:paraId="4D44B4A4" w14:textId="77777777" w:rsidR="00F862D6" w:rsidRPr="001A6F12" w:rsidRDefault="00F862D6" w:rsidP="0077673A">
            <w:pPr>
              <w:rPr>
                <w:szCs w:val="14"/>
              </w:rPr>
            </w:pPr>
          </w:p>
        </w:tc>
        <w:tc>
          <w:tcPr>
            <w:tcW w:w="2552" w:type="dxa"/>
          </w:tcPr>
          <w:p w14:paraId="5FD2D0D1" w14:textId="77777777" w:rsidR="00F862D6" w:rsidRPr="001A6F12" w:rsidRDefault="00F862D6" w:rsidP="00764595">
            <w:pPr>
              <w:rPr>
                <w:szCs w:val="14"/>
              </w:rPr>
            </w:pPr>
          </w:p>
        </w:tc>
        <w:tc>
          <w:tcPr>
            <w:tcW w:w="823" w:type="dxa"/>
          </w:tcPr>
          <w:p w14:paraId="35A1C894" w14:textId="77777777" w:rsidR="00F862D6" w:rsidRPr="001A6F12" w:rsidRDefault="00F862D6" w:rsidP="0077673A">
            <w:pPr>
              <w:rPr>
                <w:szCs w:val="14"/>
              </w:rPr>
            </w:pPr>
          </w:p>
        </w:tc>
        <w:tc>
          <w:tcPr>
            <w:tcW w:w="3685" w:type="dxa"/>
            <w:vMerge w:val="restart"/>
          </w:tcPr>
          <w:p w14:paraId="1A98A9C3" w14:textId="77777777" w:rsidR="00596C7E" w:rsidRPr="001A6F12" w:rsidRDefault="00596C7E" w:rsidP="00596C7E">
            <w:pPr>
              <w:rPr>
                <w:rStyle w:val="Potovnadresa"/>
                <w:sz w:val="14"/>
                <w:szCs w:val="14"/>
              </w:rPr>
            </w:pPr>
          </w:p>
          <w:p w14:paraId="6DB56911" w14:textId="3F02059A" w:rsidR="00F862D6" w:rsidRPr="00206E88" w:rsidRDefault="00317533" w:rsidP="00596C7E">
            <w:pPr>
              <w:rPr>
                <w:rStyle w:val="Potovnadresa"/>
                <w:b/>
                <w:bCs/>
                <w:sz w:val="14"/>
                <w:szCs w:val="14"/>
              </w:rPr>
            </w:pPr>
            <w:r w:rsidRPr="00206E88">
              <w:rPr>
                <w:rStyle w:val="Potovnadresa"/>
                <w:b/>
                <w:bCs/>
              </w:rPr>
              <w:t>Prostřednictvím E-ZAK</w:t>
            </w:r>
          </w:p>
        </w:tc>
      </w:tr>
      <w:tr w:rsidR="00F862D6" w:rsidRPr="001A6F12" w14:paraId="6F01917C" w14:textId="77777777" w:rsidTr="00F862D6">
        <w:tc>
          <w:tcPr>
            <w:tcW w:w="1020" w:type="dxa"/>
          </w:tcPr>
          <w:p w14:paraId="23DA51E4" w14:textId="77777777" w:rsidR="00F862D6" w:rsidRPr="001A6F12" w:rsidRDefault="00F862D6" w:rsidP="0077673A">
            <w:pPr>
              <w:rPr>
                <w:szCs w:val="14"/>
              </w:rPr>
            </w:pPr>
            <w:r w:rsidRPr="001A6F12">
              <w:rPr>
                <w:szCs w:val="14"/>
              </w:rPr>
              <w:t>Naše zn.</w:t>
            </w:r>
          </w:p>
        </w:tc>
        <w:tc>
          <w:tcPr>
            <w:tcW w:w="2552" w:type="dxa"/>
          </w:tcPr>
          <w:p w14:paraId="09844A55" w14:textId="473FBA4F" w:rsidR="00F862D6" w:rsidRPr="001A6F12" w:rsidRDefault="00AC5629" w:rsidP="0037111D">
            <w:pPr>
              <w:rPr>
                <w:szCs w:val="14"/>
              </w:rPr>
            </w:pPr>
            <w:r w:rsidRPr="00AC5629">
              <w:rPr>
                <w:szCs w:val="14"/>
              </w:rPr>
              <w:t>1080/2025-SŽ-SSV-Ú3</w:t>
            </w:r>
          </w:p>
        </w:tc>
        <w:tc>
          <w:tcPr>
            <w:tcW w:w="823" w:type="dxa"/>
          </w:tcPr>
          <w:p w14:paraId="332462B1" w14:textId="77777777" w:rsidR="00F862D6" w:rsidRPr="001A6F12" w:rsidRDefault="00F862D6" w:rsidP="0077673A">
            <w:pPr>
              <w:rPr>
                <w:szCs w:val="14"/>
              </w:rPr>
            </w:pPr>
          </w:p>
        </w:tc>
        <w:tc>
          <w:tcPr>
            <w:tcW w:w="3685" w:type="dxa"/>
            <w:vMerge/>
          </w:tcPr>
          <w:p w14:paraId="15EAE28A" w14:textId="77777777" w:rsidR="00F862D6" w:rsidRPr="001A6F12" w:rsidRDefault="00F862D6" w:rsidP="0077673A">
            <w:pPr>
              <w:rPr>
                <w:szCs w:val="14"/>
              </w:rPr>
            </w:pPr>
          </w:p>
        </w:tc>
      </w:tr>
      <w:tr w:rsidR="00F862D6" w:rsidRPr="001A6F12" w14:paraId="73C6E583" w14:textId="77777777" w:rsidTr="00F862D6">
        <w:tc>
          <w:tcPr>
            <w:tcW w:w="1020" w:type="dxa"/>
          </w:tcPr>
          <w:p w14:paraId="2A373B95" w14:textId="77777777" w:rsidR="00F862D6" w:rsidRPr="001A6F12" w:rsidRDefault="00F862D6" w:rsidP="0077673A">
            <w:pPr>
              <w:rPr>
                <w:szCs w:val="14"/>
              </w:rPr>
            </w:pPr>
            <w:r w:rsidRPr="001A6F12">
              <w:rPr>
                <w:szCs w:val="14"/>
              </w:rPr>
              <w:t>Listů/příloh</w:t>
            </w:r>
          </w:p>
        </w:tc>
        <w:tc>
          <w:tcPr>
            <w:tcW w:w="2552" w:type="dxa"/>
          </w:tcPr>
          <w:p w14:paraId="23F58E95" w14:textId="32562235" w:rsidR="00F862D6" w:rsidRPr="001A6F12" w:rsidRDefault="00AC5629" w:rsidP="00CC1E2B">
            <w:pPr>
              <w:rPr>
                <w:szCs w:val="14"/>
              </w:rPr>
            </w:pPr>
            <w:r>
              <w:rPr>
                <w:szCs w:val="14"/>
              </w:rPr>
              <w:t>28/4</w:t>
            </w:r>
          </w:p>
        </w:tc>
        <w:tc>
          <w:tcPr>
            <w:tcW w:w="823" w:type="dxa"/>
          </w:tcPr>
          <w:p w14:paraId="1E6BC099" w14:textId="77777777" w:rsidR="00F862D6" w:rsidRPr="001A6F12" w:rsidRDefault="00F862D6" w:rsidP="0077673A">
            <w:pPr>
              <w:rPr>
                <w:szCs w:val="14"/>
              </w:rPr>
            </w:pPr>
          </w:p>
        </w:tc>
        <w:tc>
          <w:tcPr>
            <w:tcW w:w="3685" w:type="dxa"/>
            <w:vMerge/>
          </w:tcPr>
          <w:p w14:paraId="26C87896" w14:textId="77777777" w:rsidR="00F862D6" w:rsidRPr="001A6F12" w:rsidRDefault="00F862D6" w:rsidP="0077673A">
            <w:pPr>
              <w:rPr>
                <w:noProof/>
                <w:szCs w:val="14"/>
              </w:rPr>
            </w:pPr>
          </w:p>
        </w:tc>
      </w:tr>
      <w:tr w:rsidR="00F862D6" w:rsidRPr="001A6F12" w14:paraId="1FCBB36A" w14:textId="77777777" w:rsidTr="00B23CA3">
        <w:trPr>
          <w:trHeight w:val="77"/>
        </w:trPr>
        <w:tc>
          <w:tcPr>
            <w:tcW w:w="1020" w:type="dxa"/>
          </w:tcPr>
          <w:p w14:paraId="305FB652" w14:textId="77777777" w:rsidR="00F862D6" w:rsidRPr="001A6F12" w:rsidRDefault="00F862D6" w:rsidP="0077673A">
            <w:pPr>
              <w:rPr>
                <w:szCs w:val="14"/>
              </w:rPr>
            </w:pPr>
          </w:p>
        </w:tc>
        <w:tc>
          <w:tcPr>
            <w:tcW w:w="2552" w:type="dxa"/>
          </w:tcPr>
          <w:p w14:paraId="62E238A3" w14:textId="77777777" w:rsidR="00F862D6" w:rsidRPr="001A6F12" w:rsidRDefault="00F862D6" w:rsidP="0077673A">
            <w:pPr>
              <w:rPr>
                <w:szCs w:val="14"/>
              </w:rPr>
            </w:pPr>
          </w:p>
        </w:tc>
        <w:tc>
          <w:tcPr>
            <w:tcW w:w="823" w:type="dxa"/>
          </w:tcPr>
          <w:p w14:paraId="1BA39EAF" w14:textId="77777777" w:rsidR="00F862D6" w:rsidRPr="001A6F12" w:rsidRDefault="00F862D6" w:rsidP="0077673A">
            <w:pPr>
              <w:rPr>
                <w:szCs w:val="14"/>
              </w:rPr>
            </w:pPr>
          </w:p>
        </w:tc>
        <w:tc>
          <w:tcPr>
            <w:tcW w:w="3685" w:type="dxa"/>
            <w:vMerge/>
          </w:tcPr>
          <w:p w14:paraId="6F0B4E67" w14:textId="77777777" w:rsidR="00F862D6" w:rsidRPr="001A6F12" w:rsidRDefault="00F862D6" w:rsidP="0077673A">
            <w:pPr>
              <w:rPr>
                <w:szCs w:val="14"/>
              </w:rPr>
            </w:pPr>
          </w:p>
        </w:tc>
      </w:tr>
      <w:tr w:rsidR="00F862D6" w:rsidRPr="001A6F12" w14:paraId="6A232AF0" w14:textId="77777777" w:rsidTr="00F862D6">
        <w:tc>
          <w:tcPr>
            <w:tcW w:w="1020" w:type="dxa"/>
          </w:tcPr>
          <w:p w14:paraId="64AEB5DC" w14:textId="77777777" w:rsidR="00F862D6" w:rsidRPr="001A6F12" w:rsidRDefault="00F862D6" w:rsidP="0077673A">
            <w:pPr>
              <w:rPr>
                <w:szCs w:val="14"/>
              </w:rPr>
            </w:pPr>
            <w:r w:rsidRPr="001A6F12">
              <w:rPr>
                <w:szCs w:val="14"/>
              </w:rPr>
              <w:t>Vyřizuje</w:t>
            </w:r>
          </w:p>
        </w:tc>
        <w:tc>
          <w:tcPr>
            <w:tcW w:w="2552" w:type="dxa"/>
          </w:tcPr>
          <w:p w14:paraId="1D839649" w14:textId="4D61A905" w:rsidR="00F862D6" w:rsidRPr="001A6F12" w:rsidRDefault="001807FD" w:rsidP="00FE3455">
            <w:pPr>
              <w:rPr>
                <w:szCs w:val="14"/>
              </w:rPr>
            </w:pPr>
            <w:r>
              <w:rPr>
                <w:szCs w:val="14"/>
              </w:rPr>
              <w:t>Kateřina Příleská</w:t>
            </w:r>
          </w:p>
        </w:tc>
        <w:tc>
          <w:tcPr>
            <w:tcW w:w="823" w:type="dxa"/>
          </w:tcPr>
          <w:p w14:paraId="5C292E6F" w14:textId="77777777" w:rsidR="00F862D6" w:rsidRPr="001A6F12" w:rsidRDefault="00F862D6" w:rsidP="0077673A">
            <w:pPr>
              <w:rPr>
                <w:szCs w:val="14"/>
              </w:rPr>
            </w:pPr>
          </w:p>
        </w:tc>
        <w:tc>
          <w:tcPr>
            <w:tcW w:w="3685" w:type="dxa"/>
            <w:vMerge/>
          </w:tcPr>
          <w:p w14:paraId="32E72FD7" w14:textId="77777777" w:rsidR="00F862D6" w:rsidRPr="001A6F12" w:rsidRDefault="00F862D6" w:rsidP="0077673A">
            <w:pPr>
              <w:rPr>
                <w:szCs w:val="14"/>
              </w:rPr>
            </w:pPr>
          </w:p>
        </w:tc>
      </w:tr>
      <w:tr w:rsidR="009A7568" w:rsidRPr="001A6F12" w14:paraId="1D77C990" w14:textId="77777777" w:rsidTr="00F862D6">
        <w:tc>
          <w:tcPr>
            <w:tcW w:w="1020" w:type="dxa"/>
          </w:tcPr>
          <w:p w14:paraId="62331F3D" w14:textId="77777777" w:rsidR="009A7568" w:rsidRPr="001A6F12" w:rsidRDefault="009A7568" w:rsidP="009A7568">
            <w:pPr>
              <w:rPr>
                <w:szCs w:val="14"/>
              </w:rPr>
            </w:pPr>
          </w:p>
        </w:tc>
        <w:tc>
          <w:tcPr>
            <w:tcW w:w="2552" w:type="dxa"/>
          </w:tcPr>
          <w:p w14:paraId="5E425022" w14:textId="77777777" w:rsidR="009A7568" w:rsidRPr="001A6F12" w:rsidRDefault="009A7568" w:rsidP="009A7568">
            <w:pPr>
              <w:rPr>
                <w:szCs w:val="14"/>
              </w:rPr>
            </w:pPr>
          </w:p>
        </w:tc>
        <w:tc>
          <w:tcPr>
            <w:tcW w:w="823" w:type="dxa"/>
          </w:tcPr>
          <w:p w14:paraId="3109148D" w14:textId="77777777" w:rsidR="009A7568" w:rsidRPr="001A6F12" w:rsidRDefault="009A7568" w:rsidP="009A7568">
            <w:pPr>
              <w:rPr>
                <w:szCs w:val="14"/>
              </w:rPr>
            </w:pPr>
          </w:p>
        </w:tc>
        <w:tc>
          <w:tcPr>
            <w:tcW w:w="3685" w:type="dxa"/>
            <w:vMerge/>
          </w:tcPr>
          <w:p w14:paraId="446623CA" w14:textId="77777777" w:rsidR="009A7568" w:rsidRPr="001A6F12" w:rsidRDefault="009A7568" w:rsidP="009A7568">
            <w:pPr>
              <w:rPr>
                <w:szCs w:val="14"/>
              </w:rPr>
            </w:pPr>
          </w:p>
        </w:tc>
      </w:tr>
      <w:tr w:rsidR="009A7568" w:rsidRPr="001A6F12" w14:paraId="6EDAF895" w14:textId="77777777" w:rsidTr="00F862D6">
        <w:tc>
          <w:tcPr>
            <w:tcW w:w="1020" w:type="dxa"/>
          </w:tcPr>
          <w:p w14:paraId="177C503D" w14:textId="77777777" w:rsidR="009A7568" w:rsidRPr="001A6F12" w:rsidRDefault="009A7568" w:rsidP="009A7568">
            <w:pPr>
              <w:rPr>
                <w:szCs w:val="14"/>
              </w:rPr>
            </w:pPr>
            <w:r w:rsidRPr="001A6F12">
              <w:rPr>
                <w:szCs w:val="14"/>
              </w:rPr>
              <w:t>Mobil</w:t>
            </w:r>
          </w:p>
        </w:tc>
        <w:tc>
          <w:tcPr>
            <w:tcW w:w="2552" w:type="dxa"/>
          </w:tcPr>
          <w:p w14:paraId="171EED1C" w14:textId="167B30F6" w:rsidR="009A7568" w:rsidRPr="001A6F12" w:rsidRDefault="00AC5629" w:rsidP="009A7568">
            <w:pPr>
              <w:rPr>
                <w:szCs w:val="14"/>
              </w:rPr>
            </w:pPr>
            <w:r>
              <w:rPr>
                <w:szCs w:val="14"/>
              </w:rPr>
              <w:t>+420 722 823 916</w:t>
            </w:r>
          </w:p>
        </w:tc>
        <w:tc>
          <w:tcPr>
            <w:tcW w:w="823" w:type="dxa"/>
          </w:tcPr>
          <w:p w14:paraId="187B0073" w14:textId="77777777" w:rsidR="009A7568" w:rsidRPr="001A6F12" w:rsidRDefault="009A7568" w:rsidP="009A7568">
            <w:pPr>
              <w:rPr>
                <w:szCs w:val="14"/>
              </w:rPr>
            </w:pPr>
          </w:p>
        </w:tc>
        <w:tc>
          <w:tcPr>
            <w:tcW w:w="3685" w:type="dxa"/>
            <w:vMerge/>
          </w:tcPr>
          <w:p w14:paraId="41CCF4DF" w14:textId="77777777" w:rsidR="009A7568" w:rsidRPr="001A6F12" w:rsidRDefault="009A7568" w:rsidP="009A7568">
            <w:pPr>
              <w:rPr>
                <w:szCs w:val="14"/>
              </w:rPr>
            </w:pPr>
          </w:p>
        </w:tc>
      </w:tr>
      <w:tr w:rsidR="009A7568" w:rsidRPr="001A6F12" w14:paraId="431A40EB" w14:textId="77777777" w:rsidTr="00F862D6">
        <w:tc>
          <w:tcPr>
            <w:tcW w:w="1020" w:type="dxa"/>
          </w:tcPr>
          <w:p w14:paraId="617F69B5" w14:textId="77777777" w:rsidR="009A7568" w:rsidRPr="001A6F12" w:rsidRDefault="009A7568" w:rsidP="009A7568">
            <w:pPr>
              <w:rPr>
                <w:szCs w:val="14"/>
              </w:rPr>
            </w:pPr>
            <w:r w:rsidRPr="001A6F12">
              <w:rPr>
                <w:szCs w:val="14"/>
              </w:rPr>
              <w:t>E-mail</w:t>
            </w:r>
          </w:p>
        </w:tc>
        <w:tc>
          <w:tcPr>
            <w:tcW w:w="2552" w:type="dxa"/>
          </w:tcPr>
          <w:p w14:paraId="70072F13" w14:textId="1E49C639" w:rsidR="009A7568" w:rsidRPr="001A6F12" w:rsidRDefault="00AC5629" w:rsidP="006104F6">
            <w:pPr>
              <w:rPr>
                <w:szCs w:val="14"/>
              </w:rPr>
            </w:pPr>
            <w:r>
              <w:rPr>
                <w:szCs w:val="14"/>
              </w:rPr>
              <w:t>Prileska@spravazeleznic.cz</w:t>
            </w:r>
          </w:p>
        </w:tc>
        <w:tc>
          <w:tcPr>
            <w:tcW w:w="823" w:type="dxa"/>
          </w:tcPr>
          <w:p w14:paraId="5EA5E270" w14:textId="77777777" w:rsidR="009A7568" w:rsidRPr="001A6F12" w:rsidRDefault="009A7568" w:rsidP="009A7568">
            <w:pPr>
              <w:rPr>
                <w:szCs w:val="14"/>
              </w:rPr>
            </w:pPr>
          </w:p>
        </w:tc>
        <w:tc>
          <w:tcPr>
            <w:tcW w:w="3685" w:type="dxa"/>
            <w:vMerge/>
          </w:tcPr>
          <w:p w14:paraId="1CECCA51" w14:textId="77777777" w:rsidR="009A7568" w:rsidRPr="001A6F12" w:rsidRDefault="009A7568" w:rsidP="009A7568">
            <w:pPr>
              <w:rPr>
                <w:szCs w:val="14"/>
              </w:rPr>
            </w:pPr>
          </w:p>
        </w:tc>
      </w:tr>
      <w:tr w:rsidR="009A7568" w:rsidRPr="001A6F12" w14:paraId="552F1DB8" w14:textId="77777777" w:rsidTr="00F862D6">
        <w:tc>
          <w:tcPr>
            <w:tcW w:w="1020" w:type="dxa"/>
          </w:tcPr>
          <w:p w14:paraId="613959C0" w14:textId="77777777" w:rsidR="009A7568" w:rsidRPr="001A6F12" w:rsidRDefault="009A7568" w:rsidP="009A7568">
            <w:pPr>
              <w:rPr>
                <w:szCs w:val="14"/>
              </w:rPr>
            </w:pPr>
          </w:p>
        </w:tc>
        <w:tc>
          <w:tcPr>
            <w:tcW w:w="2552" w:type="dxa"/>
          </w:tcPr>
          <w:p w14:paraId="7035078B" w14:textId="77777777" w:rsidR="009A7568" w:rsidRPr="001A6F12" w:rsidRDefault="009A7568" w:rsidP="009A7568">
            <w:pPr>
              <w:rPr>
                <w:szCs w:val="14"/>
              </w:rPr>
            </w:pPr>
          </w:p>
        </w:tc>
        <w:tc>
          <w:tcPr>
            <w:tcW w:w="823" w:type="dxa"/>
          </w:tcPr>
          <w:p w14:paraId="3D6F55CF" w14:textId="77777777" w:rsidR="009A7568" w:rsidRPr="001A6F12" w:rsidRDefault="009A7568" w:rsidP="009A7568">
            <w:pPr>
              <w:rPr>
                <w:szCs w:val="14"/>
              </w:rPr>
            </w:pPr>
          </w:p>
        </w:tc>
        <w:tc>
          <w:tcPr>
            <w:tcW w:w="3685" w:type="dxa"/>
          </w:tcPr>
          <w:p w14:paraId="733BB8D8" w14:textId="77777777" w:rsidR="009A7568" w:rsidRPr="001A6F12" w:rsidRDefault="009A7568" w:rsidP="009A7568">
            <w:pPr>
              <w:rPr>
                <w:szCs w:val="14"/>
              </w:rPr>
            </w:pPr>
          </w:p>
        </w:tc>
      </w:tr>
      <w:tr w:rsidR="009A7568" w:rsidRPr="001A6F12" w14:paraId="1B5C8923" w14:textId="77777777" w:rsidTr="00F862D6">
        <w:tc>
          <w:tcPr>
            <w:tcW w:w="1020" w:type="dxa"/>
          </w:tcPr>
          <w:p w14:paraId="0B940160" w14:textId="77777777" w:rsidR="009A7568" w:rsidRPr="001A6F12" w:rsidRDefault="009A7568" w:rsidP="009A7568">
            <w:pPr>
              <w:rPr>
                <w:szCs w:val="14"/>
              </w:rPr>
            </w:pPr>
            <w:r w:rsidRPr="001A6F12">
              <w:rPr>
                <w:szCs w:val="14"/>
              </w:rPr>
              <w:t>Datum</w:t>
            </w:r>
          </w:p>
        </w:tc>
        <w:tc>
          <w:tcPr>
            <w:tcW w:w="2552" w:type="dxa"/>
          </w:tcPr>
          <w:p w14:paraId="48057812" w14:textId="0393F02A" w:rsidR="009A7568" w:rsidRPr="001A6F12" w:rsidRDefault="00AC5629" w:rsidP="009A7568">
            <w:pPr>
              <w:rPr>
                <w:szCs w:val="14"/>
              </w:rPr>
            </w:pPr>
            <w:r>
              <w:rPr>
                <w:szCs w:val="14"/>
              </w:rPr>
              <w:t>23.1.2025</w:t>
            </w:r>
          </w:p>
        </w:tc>
        <w:tc>
          <w:tcPr>
            <w:tcW w:w="823" w:type="dxa"/>
          </w:tcPr>
          <w:p w14:paraId="14DC2D39" w14:textId="77777777" w:rsidR="009A7568" w:rsidRPr="001A6F12" w:rsidRDefault="009A7568" w:rsidP="009A7568">
            <w:pPr>
              <w:rPr>
                <w:szCs w:val="14"/>
              </w:rPr>
            </w:pPr>
          </w:p>
        </w:tc>
        <w:tc>
          <w:tcPr>
            <w:tcW w:w="3685" w:type="dxa"/>
          </w:tcPr>
          <w:p w14:paraId="5DBF9FA6" w14:textId="77777777" w:rsidR="009A7568" w:rsidRPr="001A6F12" w:rsidRDefault="009A7568" w:rsidP="009A7568">
            <w:pPr>
              <w:rPr>
                <w:szCs w:val="14"/>
              </w:rPr>
            </w:pPr>
          </w:p>
        </w:tc>
      </w:tr>
      <w:tr w:rsidR="00F64786" w:rsidRPr="001A6F12" w14:paraId="51F2CD4A" w14:textId="77777777" w:rsidTr="00F862D6">
        <w:tc>
          <w:tcPr>
            <w:tcW w:w="1020" w:type="dxa"/>
          </w:tcPr>
          <w:p w14:paraId="4805B16C" w14:textId="77777777" w:rsidR="00F64786" w:rsidRPr="001A6F12" w:rsidRDefault="00F64786" w:rsidP="0077673A">
            <w:pPr>
              <w:rPr>
                <w:szCs w:val="14"/>
              </w:rPr>
            </w:pPr>
          </w:p>
        </w:tc>
        <w:tc>
          <w:tcPr>
            <w:tcW w:w="2552" w:type="dxa"/>
          </w:tcPr>
          <w:p w14:paraId="1D744E6F" w14:textId="77777777" w:rsidR="00F64786" w:rsidRPr="001A6F12" w:rsidRDefault="00F64786" w:rsidP="00F310F8">
            <w:pPr>
              <w:rPr>
                <w:szCs w:val="14"/>
                <w:highlight w:val="yellow"/>
              </w:rPr>
            </w:pPr>
          </w:p>
        </w:tc>
        <w:tc>
          <w:tcPr>
            <w:tcW w:w="823" w:type="dxa"/>
          </w:tcPr>
          <w:p w14:paraId="11F1B5C5" w14:textId="77777777" w:rsidR="00F64786" w:rsidRPr="001A6F12" w:rsidRDefault="00F64786" w:rsidP="0077673A">
            <w:pPr>
              <w:rPr>
                <w:szCs w:val="14"/>
              </w:rPr>
            </w:pPr>
          </w:p>
        </w:tc>
        <w:tc>
          <w:tcPr>
            <w:tcW w:w="3685" w:type="dxa"/>
          </w:tcPr>
          <w:p w14:paraId="00D6F7F3" w14:textId="77777777" w:rsidR="00F64786" w:rsidRPr="001A6F12" w:rsidRDefault="00F64786" w:rsidP="0077673A">
            <w:pPr>
              <w:rPr>
                <w:szCs w:val="14"/>
              </w:rPr>
            </w:pPr>
          </w:p>
        </w:tc>
      </w:tr>
      <w:tr w:rsidR="00F862D6" w:rsidRPr="001A6F12" w14:paraId="1A084E05" w14:textId="77777777" w:rsidTr="00B45E9E">
        <w:trPr>
          <w:trHeight w:val="794"/>
        </w:trPr>
        <w:tc>
          <w:tcPr>
            <w:tcW w:w="1020" w:type="dxa"/>
          </w:tcPr>
          <w:p w14:paraId="6ABA6992" w14:textId="77777777" w:rsidR="00F862D6" w:rsidRPr="001A6F12" w:rsidRDefault="00F862D6" w:rsidP="0077673A">
            <w:pPr>
              <w:rPr>
                <w:szCs w:val="14"/>
              </w:rPr>
            </w:pPr>
          </w:p>
        </w:tc>
        <w:tc>
          <w:tcPr>
            <w:tcW w:w="2552" w:type="dxa"/>
          </w:tcPr>
          <w:p w14:paraId="0C70FB9B" w14:textId="77777777" w:rsidR="00F862D6" w:rsidRPr="001A6F12" w:rsidRDefault="00F862D6" w:rsidP="00F310F8">
            <w:pPr>
              <w:rPr>
                <w:szCs w:val="14"/>
              </w:rPr>
            </w:pPr>
          </w:p>
        </w:tc>
        <w:tc>
          <w:tcPr>
            <w:tcW w:w="823" w:type="dxa"/>
          </w:tcPr>
          <w:p w14:paraId="65711C8F" w14:textId="77777777" w:rsidR="00F862D6" w:rsidRPr="001A6F12" w:rsidRDefault="00F862D6" w:rsidP="0077673A">
            <w:pPr>
              <w:rPr>
                <w:szCs w:val="14"/>
              </w:rPr>
            </w:pPr>
          </w:p>
        </w:tc>
        <w:tc>
          <w:tcPr>
            <w:tcW w:w="3685" w:type="dxa"/>
          </w:tcPr>
          <w:p w14:paraId="3F617D14" w14:textId="77777777" w:rsidR="00F862D6" w:rsidRPr="001A6F12" w:rsidRDefault="00F862D6" w:rsidP="0077673A">
            <w:pPr>
              <w:rPr>
                <w:szCs w:val="14"/>
              </w:rPr>
            </w:pPr>
          </w:p>
        </w:tc>
      </w:tr>
    </w:tbl>
    <w:p w14:paraId="4BA5E2EB"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35FF27B0" w14:textId="77777777" w:rsidR="00FC44E6" w:rsidRPr="00FC44E6" w:rsidRDefault="00FC44E6" w:rsidP="00FC44E6">
      <w:pPr>
        <w:spacing w:after="0" w:line="240" w:lineRule="auto"/>
        <w:ind w:left="567" w:hanging="567"/>
        <w:rPr>
          <w:rFonts w:eastAsia="Times New Roman" w:cs="Times New Roman"/>
          <w:b/>
          <w:lang w:eastAsia="cs-CZ"/>
        </w:rPr>
      </w:pPr>
    </w:p>
    <w:p w14:paraId="18A26E5F" w14:textId="77777777" w:rsidR="00FC44E6" w:rsidRPr="001807FD" w:rsidRDefault="00FC44E6" w:rsidP="00FC44E6">
      <w:pPr>
        <w:spacing w:after="0" w:line="240" w:lineRule="auto"/>
        <w:rPr>
          <w:rFonts w:eastAsia="Times New Roman" w:cs="Times New Roman"/>
          <w:i/>
          <w:lang w:eastAsia="cs-CZ"/>
        </w:rPr>
      </w:pPr>
      <w:r w:rsidRPr="00FC44E6">
        <w:rPr>
          <w:rFonts w:eastAsia="Times New Roman" w:cs="Times New Roman"/>
          <w:lang w:eastAsia="cs-CZ"/>
        </w:rPr>
        <w:t xml:space="preserve">Níže uvedený zadavatel Vás tímto vyzývá k podání </w:t>
      </w:r>
      <w:r w:rsidRPr="001807FD">
        <w:rPr>
          <w:rFonts w:eastAsia="Times New Roman" w:cs="Times New Roman"/>
          <w:lang w:eastAsia="cs-CZ"/>
        </w:rPr>
        <w:t xml:space="preserve">nabídky ve veřejné zakázce </w:t>
      </w:r>
      <w:r w:rsidRPr="001807FD">
        <w:rPr>
          <w:rFonts w:eastAsia="Times New Roman" w:cs="Times New Roman"/>
          <w:i/>
          <w:lang w:eastAsia="cs-CZ"/>
        </w:rPr>
        <w:t>na služby:</w:t>
      </w:r>
    </w:p>
    <w:p w14:paraId="486A8A20" w14:textId="7E82C9DC" w:rsidR="00FC44E6" w:rsidRPr="001807FD" w:rsidRDefault="009C2B8D" w:rsidP="001807FD">
      <w:pPr>
        <w:widowControl w:val="0"/>
        <w:autoSpaceDE w:val="0"/>
        <w:autoSpaceDN w:val="0"/>
        <w:spacing w:after="0" w:line="240" w:lineRule="auto"/>
        <w:rPr>
          <w:rFonts w:eastAsia="Times New Roman" w:cs="Times New Roman"/>
          <w:b/>
          <w:bCs/>
          <w:i/>
          <w:lang w:eastAsia="cs-CZ"/>
        </w:rPr>
      </w:pPr>
      <w:r w:rsidRPr="001807FD">
        <w:rPr>
          <w:rFonts w:eastAsia="Times New Roman" w:cs="Times New Roman"/>
          <w:b/>
          <w:bCs/>
          <w:i/>
          <w:lang w:eastAsia="cs-CZ"/>
        </w:rPr>
        <w:t xml:space="preserve">Záměr projektu a </w:t>
      </w:r>
      <w:r w:rsidR="00AD04D1" w:rsidRPr="001807FD">
        <w:rPr>
          <w:rFonts w:eastAsia="Times New Roman" w:cs="Times New Roman"/>
          <w:b/>
          <w:bCs/>
          <w:i/>
          <w:lang w:eastAsia="cs-CZ"/>
        </w:rPr>
        <w:t>doprovodná dokumentace</w:t>
      </w:r>
      <w:r w:rsidRPr="001807FD">
        <w:rPr>
          <w:rFonts w:eastAsia="Times New Roman" w:cs="Times New Roman"/>
          <w:b/>
          <w:bCs/>
          <w:i/>
          <w:lang w:eastAsia="cs-CZ"/>
        </w:rPr>
        <w:t xml:space="preserve"> (dále jen „ZP+</w:t>
      </w:r>
      <w:r w:rsidR="00AD04D1" w:rsidRPr="001807FD">
        <w:rPr>
          <w:rFonts w:eastAsia="Times New Roman" w:cs="Times New Roman"/>
          <w:b/>
          <w:bCs/>
          <w:i/>
          <w:lang w:eastAsia="cs-CZ"/>
        </w:rPr>
        <w:t>DD</w:t>
      </w:r>
      <w:r w:rsidRPr="001807FD">
        <w:rPr>
          <w:rFonts w:eastAsia="Times New Roman" w:cs="Times New Roman"/>
          <w:b/>
          <w:bCs/>
          <w:i/>
          <w:lang w:eastAsia="cs-CZ"/>
        </w:rPr>
        <w:t>“)</w:t>
      </w:r>
    </w:p>
    <w:p w14:paraId="3A41C571"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08405566" w14:textId="0CCF3A2A" w:rsidR="00FC44E6" w:rsidRPr="00AC5629" w:rsidRDefault="00FC44E6" w:rsidP="00FC44E6">
      <w:pPr>
        <w:widowControl w:val="0"/>
        <w:autoSpaceDE w:val="0"/>
        <w:autoSpaceDN w:val="0"/>
        <w:spacing w:after="0" w:line="240" w:lineRule="auto"/>
        <w:rPr>
          <w:rFonts w:eastAsia="Times New Roman" w:cs="Times New Roman"/>
          <w:lang w:eastAsia="cs-CZ"/>
        </w:rPr>
      </w:pPr>
      <w:r w:rsidRPr="00AC5629">
        <w:rPr>
          <w:rFonts w:eastAsia="Times New Roman" w:cs="Times New Roman"/>
          <w:lang w:eastAsia="cs-CZ"/>
        </w:rPr>
        <w:t>s názvem</w:t>
      </w:r>
      <w:r w:rsidRPr="00AC5629">
        <w:rPr>
          <w:rFonts w:eastAsia="Times New Roman" w:cs="Times New Roman"/>
          <w:b/>
          <w:lang w:eastAsia="cs-CZ"/>
        </w:rPr>
        <w:t xml:space="preserve"> „</w:t>
      </w:r>
      <w:r w:rsidR="001807FD" w:rsidRPr="00AC5629">
        <w:rPr>
          <w:rFonts w:eastAsia="Times New Roman" w:cs="Times New Roman"/>
          <w:b/>
          <w:lang w:eastAsia="cs-CZ"/>
        </w:rPr>
        <w:t>Rekonstrukce ŽST Přelouč</w:t>
      </w:r>
      <w:r w:rsidRPr="00AC5629">
        <w:rPr>
          <w:rFonts w:eastAsia="Times New Roman" w:cs="Times New Roman"/>
          <w:b/>
          <w:lang w:eastAsia="cs-CZ"/>
        </w:rPr>
        <w:t>“</w:t>
      </w:r>
    </w:p>
    <w:p w14:paraId="2718D943" w14:textId="79D3AD71" w:rsidR="00FC44E6" w:rsidRPr="00FC44E6" w:rsidRDefault="00FC44E6" w:rsidP="00FC44E6">
      <w:pPr>
        <w:widowControl w:val="0"/>
        <w:autoSpaceDE w:val="0"/>
        <w:autoSpaceDN w:val="0"/>
        <w:spacing w:after="0" w:line="240" w:lineRule="auto"/>
        <w:rPr>
          <w:rFonts w:eastAsia="Times New Roman" w:cs="Times New Roman"/>
          <w:lang w:eastAsia="cs-CZ"/>
        </w:rPr>
      </w:pPr>
      <w:r w:rsidRPr="00AC5629">
        <w:rPr>
          <w:rFonts w:eastAsia="Times New Roman" w:cs="Times New Roman"/>
          <w:color w:val="000000"/>
          <w:lang w:eastAsia="cs-CZ"/>
        </w:rPr>
        <w:t xml:space="preserve">(evidenční číslo VZ </w:t>
      </w:r>
      <w:r w:rsidR="00A71309" w:rsidRPr="00AC5629">
        <w:rPr>
          <w:rFonts w:eastAsia="Times New Roman" w:cs="Times New Roman"/>
          <w:lang w:eastAsia="cs-CZ"/>
        </w:rPr>
        <w:t>dle registru</w:t>
      </w:r>
      <w:r w:rsidRPr="00AC5629">
        <w:rPr>
          <w:rFonts w:eastAsia="Times New Roman" w:cs="Times New Roman"/>
          <w:lang w:eastAsia="cs-CZ"/>
        </w:rPr>
        <w:t xml:space="preserve">: </w:t>
      </w:r>
      <w:r w:rsidR="006F23D7" w:rsidRPr="00AC5629">
        <w:rPr>
          <w:rFonts w:eastAsia="Times New Roman" w:cs="Times New Roman"/>
          <w:lang w:eastAsia="cs-CZ"/>
        </w:rPr>
        <w:t>61725003</w:t>
      </w:r>
      <w:r w:rsidRPr="00AC5629">
        <w:rPr>
          <w:rFonts w:eastAsia="Times New Roman" w:cs="Times New Roman"/>
          <w:lang w:eastAsia="cs-CZ"/>
        </w:rPr>
        <w:t>)</w:t>
      </w:r>
    </w:p>
    <w:p w14:paraId="7F53A372"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46B250E3" w14:textId="369DF5BD" w:rsidR="001D73E0" w:rsidRDefault="001D73E0" w:rsidP="001807FD">
      <w:pPr>
        <w:spacing w:after="0" w:line="240" w:lineRule="auto"/>
        <w:rPr>
          <w:i/>
          <w:color w:val="FF0000"/>
        </w:rPr>
      </w:pPr>
    </w:p>
    <w:p w14:paraId="41D5F3B3" w14:textId="77777777" w:rsidR="001D73E0" w:rsidRDefault="001D73E0" w:rsidP="001D73E0">
      <w:pPr>
        <w:spacing w:after="0" w:line="240" w:lineRule="auto"/>
        <w:rPr>
          <w:i/>
          <w:color w:val="FF0000"/>
        </w:rPr>
      </w:pPr>
      <w:r w:rsidRPr="004C7962">
        <w:rPr>
          <w:noProof/>
          <w:lang w:eastAsia="cs-CZ"/>
        </w:rPr>
        <w:drawing>
          <wp:inline distT="0" distB="0" distL="0" distR="0" wp14:anchorId="793C0E3D" wp14:editId="0FFB3100">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7F2EEB2" w14:textId="77777777" w:rsidR="001D73E0" w:rsidRDefault="001D73E0" w:rsidP="001D73E0">
      <w:pPr>
        <w:spacing w:after="0" w:line="240" w:lineRule="auto"/>
        <w:rPr>
          <w:i/>
          <w:color w:val="FF0000"/>
        </w:rPr>
      </w:pPr>
      <w:r>
        <w:rPr>
          <w:i/>
          <w:color w:val="FF0000"/>
        </w:rPr>
        <w:t xml:space="preserve"> </w:t>
      </w:r>
    </w:p>
    <w:p w14:paraId="0507BBDA" w14:textId="1B9DC19E" w:rsidR="00D04652" w:rsidRDefault="00D04652" w:rsidP="001D73E0">
      <w:pPr>
        <w:spacing w:after="0"/>
        <w:rPr>
          <w:i/>
          <w:color w:val="FF0000"/>
        </w:rPr>
      </w:pPr>
    </w:p>
    <w:p w14:paraId="0C787212" w14:textId="6E328756" w:rsidR="00F02B2B" w:rsidRPr="000311D7" w:rsidRDefault="001D73E0" w:rsidP="000311D7">
      <w:pPr>
        <w:spacing w:after="0" w:line="240" w:lineRule="auto"/>
        <w:ind w:right="23"/>
        <w:jc w:val="both"/>
        <w:rPr>
          <w:i/>
        </w:rPr>
      </w:pPr>
      <w:bookmarkStart w:id="0" w:name="_Hlk150256499"/>
      <w:r w:rsidRPr="000311D7">
        <w:rPr>
          <w:rFonts w:eastAsia="Times New Roman" w:cs="Times New Roman"/>
          <w:i/>
          <w:lang w:eastAsia="cs-CZ"/>
        </w:rPr>
        <w:t xml:space="preserve">U této zakázky se předpokládá, že bude </w:t>
      </w:r>
      <w:r w:rsidRPr="000311D7">
        <w:rPr>
          <w:rFonts w:eastAsia="Times New Roman" w:cs="Times New Roman"/>
          <w:i/>
          <w:iCs/>
          <w:lang w:eastAsia="cs-CZ"/>
        </w:rPr>
        <w:t>financována</w:t>
      </w:r>
      <w:r w:rsidRPr="000311D7">
        <w:rPr>
          <w:rFonts w:eastAsia="Times New Roman" w:cs="Times New Roman"/>
          <w:i/>
          <w:lang w:eastAsia="cs-CZ"/>
        </w:rPr>
        <w:t xml:space="preserve"> z prostředků Státního fondu dopravní infrastruktury</w:t>
      </w:r>
      <w:r w:rsidR="001807FD">
        <w:rPr>
          <w:i/>
        </w:rPr>
        <w:t>.</w:t>
      </w:r>
    </w:p>
    <w:bookmarkEnd w:id="0"/>
    <w:p w14:paraId="44BD82FE" w14:textId="77777777" w:rsidR="001D73E0" w:rsidRPr="00FC44E6" w:rsidRDefault="001D73E0" w:rsidP="00FC44E6">
      <w:pPr>
        <w:spacing w:after="0" w:line="240" w:lineRule="auto"/>
        <w:ind w:right="23"/>
        <w:rPr>
          <w:rFonts w:eastAsia="Times New Roman" w:cs="Times New Roman"/>
          <w:color w:val="FF0000"/>
          <w:lang w:eastAsia="cs-CZ"/>
        </w:rPr>
      </w:pPr>
    </w:p>
    <w:p w14:paraId="35571B6C" w14:textId="77777777" w:rsidR="00FC44E6" w:rsidRPr="00FC44E6" w:rsidRDefault="00FC44E6" w:rsidP="00FC44E6">
      <w:pPr>
        <w:spacing w:after="0" w:line="240" w:lineRule="auto"/>
        <w:ind w:right="23"/>
        <w:rPr>
          <w:rFonts w:eastAsia="Times New Roman" w:cs="Times New Roman"/>
          <w:lang w:eastAsia="cs-CZ"/>
        </w:rPr>
      </w:pPr>
    </w:p>
    <w:p w14:paraId="69C3CD35"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17A45554" w14:textId="77777777" w:rsidR="00FC44E6" w:rsidRPr="00FC44E6" w:rsidRDefault="00FC44E6" w:rsidP="00FC44E6">
      <w:pPr>
        <w:spacing w:after="0" w:line="240" w:lineRule="auto"/>
        <w:jc w:val="both"/>
        <w:rPr>
          <w:rFonts w:eastAsia="Times New Roman" w:cs="Times New Roman"/>
          <w:lang w:eastAsia="cs-CZ"/>
        </w:rPr>
      </w:pPr>
    </w:p>
    <w:p w14:paraId="166A40A6" w14:textId="77777777" w:rsidR="00FC44E6" w:rsidRPr="00FC44E6" w:rsidRDefault="00FC44E6" w:rsidP="002864B8">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053EDE9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9F0AE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57ED5EB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48570D2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4EA0BBB4"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074DD21E"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4F8287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5D9C4D04" w14:textId="77777777" w:rsidR="009F0AE7" w:rsidRDefault="00FC44E6" w:rsidP="00695C2F">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504389BD" w14:textId="77777777" w:rsidR="009F0AE7" w:rsidRPr="00FC44E6" w:rsidRDefault="009F0AE7" w:rsidP="00FC44E6">
      <w:pPr>
        <w:spacing w:after="0" w:line="240" w:lineRule="auto"/>
        <w:ind w:left="426"/>
        <w:jc w:val="both"/>
        <w:rPr>
          <w:rFonts w:eastAsia="Times New Roman" w:cs="Times New Roman"/>
          <w:lang w:eastAsia="cs-CZ"/>
        </w:rPr>
      </w:pPr>
    </w:p>
    <w:p w14:paraId="4A07F818" w14:textId="77777777" w:rsidR="00FC44E6" w:rsidRPr="00FC44E6" w:rsidRDefault="00FC44E6" w:rsidP="002864B8">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2EC581CB" w14:textId="4A98C044" w:rsidR="00FC44E6" w:rsidRPr="00FC44E6" w:rsidRDefault="005517B2" w:rsidP="00FC44E6">
      <w:pPr>
        <w:spacing w:after="0" w:line="240" w:lineRule="auto"/>
        <w:ind w:left="426"/>
        <w:jc w:val="both"/>
        <w:rPr>
          <w:rFonts w:eastAsia="Times New Roman"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FC44E6" w:rsidRPr="00FC44E6">
        <w:rPr>
          <w:rFonts w:eastAsia="Times New Roman" w:cs="Times New Roman"/>
          <w:lang w:eastAsia="x-none"/>
        </w:rPr>
        <w:t xml:space="preserve">Veškerá písemná komunikace mezi zadavatelem a dodavateli ve výběrovém řízení musí probíhat pouze elektronicky. </w:t>
      </w:r>
      <w:r w:rsidR="00FC44E6" w:rsidRPr="00FC44E6">
        <w:rPr>
          <w:rFonts w:eastAsia="Times New Roman" w:cs="Times New Roman"/>
          <w:lang w:val="x-none" w:eastAsia="x-none"/>
        </w:rPr>
        <w:t xml:space="preserve"> </w:t>
      </w:r>
      <w:r>
        <w:rPr>
          <w:rFonts w:eastAsia="Times New Roman" w:cs="Times New Roman"/>
          <w:lang w:eastAsia="x-none"/>
        </w:rPr>
        <w:t xml:space="preserve">Písemná </w:t>
      </w:r>
      <w:r w:rsidR="00FC44E6" w:rsidRPr="00FC44E6">
        <w:rPr>
          <w:rFonts w:eastAsia="Times New Roman" w:cs="Times New Roman"/>
          <w:lang w:val="x-none" w:eastAsia="x-none"/>
        </w:rPr>
        <w:t>komunikace mezi zadavatelem a dodavateli v</w:t>
      </w:r>
      <w:r w:rsidR="00FC44E6" w:rsidRPr="00FC44E6">
        <w:rPr>
          <w:rFonts w:eastAsia="Times New Roman" w:cs="Times New Roman"/>
          <w:lang w:eastAsia="x-none"/>
        </w:rPr>
        <w:t>e</w:t>
      </w:r>
      <w:r w:rsidR="00FC44E6" w:rsidRPr="00FC44E6">
        <w:rPr>
          <w:rFonts w:eastAsia="Times New Roman" w:cs="Times New Roman"/>
          <w:lang w:val="x-none" w:eastAsia="x-none"/>
        </w:rPr>
        <w:t xml:space="preserve"> </w:t>
      </w:r>
      <w:r w:rsidR="00FC44E6" w:rsidRPr="00FC44E6">
        <w:rPr>
          <w:rFonts w:eastAsia="Times New Roman" w:cs="Times New Roman"/>
          <w:lang w:eastAsia="x-none"/>
        </w:rPr>
        <w:t>výběrovém</w:t>
      </w:r>
      <w:r w:rsidR="00FC44E6" w:rsidRPr="00FC44E6">
        <w:rPr>
          <w:rFonts w:eastAsia="Times New Roman" w:cs="Times New Roman"/>
          <w:lang w:val="x-none" w:eastAsia="x-none"/>
        </w:rPr>
        <w:t xml:space="preserve"> řízení bude ze strany zadavatele probíhat prostřednictvím elektronického nástroje E-ZAK (na adrese: https://zakazky.</w:t>
      </w:r>
      <w:r w:rsidR="00EB367B">
        <w:rPr>
          <w:rFonts w:eastAsia="Times New Roman" w:cs="Times New Roman"/>
          <w:lang w:val="x-none" w:eastAsia="x-none"/>
        </w:rPr>
        <w:t>spravazeleznic</w:t>
      </w:r>
      <w:r w:rsidR="00FC44E6"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w:t>
      </w:r>
      <w:r>
        <w:rPr>
          <w:rFonts w:eastAsia="Times New Roman" w:cs="Times New Roman"/>
          <w:lang w:eastAsia="x-none"/>
        </w:rPr>
        <w:t xml:space="preserve">písemnou </w:t>
      </w:r>
      <w:r w:rsidR="00FC44E6" w:rsidRPr="00FC44E6">
        <w:rPr>
          <w:rFonts w:eastAsia="Times New Roman" w:cs="Times New Roman"/>
          <w:lang w:val="x-none" w:eastAsia="x-none"/>
        </w:rPr>
        <w:t xml:space="preserve">komunikaci ze strany dodavatele učiněnou elektronicky, avšak nikoliv prostřednictvím elektronického nástroje E-ZAK, bude zadavatel vždy odpovídat </w:t>
      </w:r>
      <w:r w:rsidR="00FC44E6" w:rsidRPr="00FC44E6">
        <w:rPr>
          <w:rFonts w:eastAsia="Times New Roman" w:cs="Times New Roman"/>
          <w:lang w:val="x-none" w:eastAsia="x-none"/>
        </w:rPr>
        <w:lastRenderedPageBreak/>
        <w:t>prostřednictvím elektronického nástroje</w:t>
      </w:r>
      <w:r>
        <w:rPr>
          <w:rFonts w:eastAsia="Times New Roman" w:cs="Times New Roman"/>
          <w:lang w:eastAsia="x-none"/>
        </w:rPr>
        <w:t xml:space="preserve"> </w:t>
      </w:r>
      <w:r>
        <w:t>s výjimkou případů, kdy komunikace s dodavatelem prostřednictvím elektronického nástroje nebude objektivně možná, např. s ohledem na chybějící registraci dodavatele v elektronickém nástroji</w:t>
      </w:r>
      <w:r w:rsidR="00FC44E6" w:rsidRPr="00FC44E6">
        <w:rPr>
          <w:rFonts w:eastAsia="Times New Roman" w:cs="Times New Roman"/>
          <w:lang w:val="x-none" w:eastAsia="x-none"/>
        </w:rPr>
        <w:t xml:space="preserve">. </w:t>
      </w:r>
    </w:p>
    <w:p w14:paraId="6A1110C0" w14:textId="77777777" w:rsidR="00FC44E6" w:rsidRPr="00FC44E6" w:rsidRDefault="00FC44E6" w:rsidP="00FC44E6">
      <w:pPr>
        <w:spacing w:after="0" w:line="240" w:lineRule="auto"/>
        <w:ind w:left="426"/>
        <w:jc w:val="both"/>
        <w:rPr>
          <w:rFonts w:eastAsia="Times New Roman" w:cs="Times New Roman"/>
          <w:lang w:eastAsia="cs-CZ"/>
        </w:rPr>
      </w:pPr>
    </w:p>
    <w:p w14:paraId="2BBC84F2" w14:textId="35A2B72D"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001807FD">
        <w:rPr>
          <w:rFonts w:eastAsia="Times New Roman" w:cs="Arial"/>
          <w:lang w:eastAsia="cs-CZ"/>
        </w:rPr>
        <w:t>Kateřina Příleská</w:t>
      </w:r>
      <w:r w:rsidRPr="00FC44E6">
        <w:rPr>
          <w:rFonts w:eastAsia="Times New Roman" w:cs="Times New Roman"/>
          <w:lang w:eastAsia="cs-CZ"/>
        </w:rPr>
        <w:t xml:space="preserve">, telefon: </w:t>
      </w:r>
      <w:r w:rsidR="001807FD">
        <w:rPr>
          <w:rFonts w:eastAsia="Times New Roman" w:cs="Arial"/>
          <w:lang w:eastAsia="cs-CZ"/>
        </w:rPr>
        <w:t>+420 722 823 916</w:t>
      </w:r>
      <w:r w:rsidRPr="00FC44E6">
        <w:rPr>
          <w:rFonts w:eastAsia="Times New Roman" w:cs="Times New Roman"/>
          <w:lang w:eastAsia="cs-CZ"/>
        </w:rPr>
        <w:t xml:space="preserve">, e-mail: </w:t>
      </w:r>
      <w:r w:rsidR="001807FD">
        <w:rPr>
          <w:rFonts w:eastAsia="Times New Roman" w:cs="Arial"/>
          <w:lang w:eastAsia="cs-CZ"/>
        </w:rPr>
        <w:t>prileska@spravazeleznic.cz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9F0AE7">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99426F">
        <w:rPr>
          <w:rFonts w:eastAsia="Times New Roman" w:cs="Times New Roman"/>
          <w:lang w:eastAsia="cs-CZ"/>
        </w:rPr>
        <w:t>773/</w:t>
      </w:r>
      <w:r w:rsidRPr="00FC44E6">
        <w:rPr>
          <w:rFonts w:eastAsia="Times New Roman" w:cs="Times New Roman"/>
          <w:lang w:eastAsia="cs-CZ"/>
        </w:rPr>
        <w:t>1, 779 00 Olomouc</w:t>
      </w:r>
      <w:r w:rsidR="001807FD">
        <w:rPr>
          <w:rFonts w:eastAsia="Times New Roman" w:cs="Times New Roman"/>
          <w:lang w:eastAsia="cs-CZ"/>
        </w:rPr>
        <w:t>.</w:t>
      </w:r>
    </w:p>
    <w:p w14:paraId="7A4500AB" w14:textId="77777777" w:rsidR="00FC44E6" w:rsidRPr="00FC44E6" w:rsidRDefault="00FC44E6" w:rsidP="00FC44E6">
      <w:pPr>
        <w:spacing w:after="0" w:line="240" w:lineRule="auto"/>
        <w:ind w:left="426"/>
        <w:jc w:val="both"/>
        <w:rPr>
          <w:rFonts w:eastAsia="Times New Roman" w:cs="Times New Roman"/>
          <w:lang w:eastAsia="cs-CZ"/>
        </w:rPr>
      </w:pPr>
    </w:p>
    <w:p w14:paraId="44378846" w14:textId="77777777" w:rsidR="00FC44E6" w:rsidRPr="00FC44E6" w:rsidRDefault="00FC44E6" w:rsidP="00FC44E6">
      <w:pPr>
        <w:spacing w:after="0" w:line="240" w:lineRule="auto"/>
        <w:ind w:left="426"/>
        <w:jc w:val="both"/>
        <w:rPr>
          <w:rFonts w:eastAsia="Times New Roman" w:cs="Times New Roman"/>
          <w:lang w:eastAsia="cs-CZ"/>
        </w:rPr>
      </w:pPr>
    </w:p>
    <w:p w14:paraId="2173AB7D" w14:textId="77777777" w:rsidR="005E0F20" w:rsidRPr="005E0F20" w:rsidRDefault="005E0F20" w:rsidP="002864B8">
      <w:pPr>
        <w:numPr>
          <w:ilvl w:val="0"/>
          <w:numId w:val="6"/>
        </w:numPr>
        <w:tabs>
          <w:tab w:val="num" w:pos="426"/>
        </w:tabs>
        <w:spacing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Druh, rozsah a předmět veřejné zakázky:</w:t>
      </w:r>
    </w:p>
    <w:p w14:paraId="6E0343EE" w14:textId="685C522D" w:rsidR="00CA308E" w:rsidRDefault="00CA308E" w:rsidP="008A7C7A">
      <w:pPr>
        <w:pStyle w:val="Odstavecseseznamem"/>
        <w:numPr>
          <w:ilvl w:val="1"/>
          <w:numId w:val="33"/>
        </w:numPr>
        <w:tabs>
          <w:tab w:val="left" w:pos="1985"/>
        </w:tabs>
        <w:spacing w:after="0" w:line="240" w:lineRule="auto"/>
        <w:ind w:left="851" w:hanging="425"/>
        <w:rPr>
          <w:rFonts w:eastAsia="Times New Roman" w:cs="Times New Roman"/>
          <w:u w:val="single"/>
          <w:lang w:eastAsia="cs-CZ"/>
        </w:rPr>
      </w:pPr>
      <w:r w:rsidRPr="00FE5D11">
        <w:rPr>
          <w:rFonts w:eastAsia="Times New Roman" w:cs="Times New Roman"/>
          <w:u w:val="single"/>
          <w:lang w:eastAsia="cs-CZ"/>
        </w:rPr>
        <w:t>Druh veřejné zakázky</w:t>
      </w:r>
    </w:p>
    <w:p w14:paraId="1EC49F73" w14:textId="77777777" w:rsidR="001807FD" w:rsidRPr="00FE5D11" w:rsidRDefault="001807FD" w:rsidP="001807FD">
      <w:pPr>
        <w:pStyle w:val="Odstavecseseznamem"/>
        <w:tabs>
          <w:tab w:val="left" w:pos="1985"/>
        </w:tabs>
        <w:spacing w:after="0" w:line="240" w:lineRule="auto"/>
        <w:ind w:left="851"/>
        <w:rPr>
          <w:rFonts w:eastAsia="Times New Roman" w:cs="Times New Roman"/>
          <w:u w:val="single"/>
          <w:lang w:eastAsia="cs-CZ"/>
        </w:rPr>
      </w:pPr>
    </w:p>
    <w:p w14:paraId="7B7A3A1A" w14:textId="256D5283" w:rsidR="00D04652"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5517B2">
        <w:rPr>
          <w:rFonts w:eastAsia="Times New Roman" w:cs="Times New Roman"/>
          <w:lang w:eastAsia="cs-CZ"/>
        </w:rPr>
        <w:t xml:space="preserve"> </w:t>
      </w:r>
    </w:p>
    <w:p w14:paraId="60A44D1D" w14:textId="77777777" w:rsidR="00D04652" w:rsidRDefault="00D04652" w:rsidP="005E0F20">
      <w:pPr>
        <w:spacing w:after="0" w:line="240" w:lineRule="auto"/>
        <w:ind w:left="426"/>
        <w:jc w:val="both"/>
        <w:rPr>
          <w:rFonts w:eastAsia="Times New Roman" w:cs="Times New Roman"/>
          <w:lang w:eastAsia="cs-CZ"/>
        </w:rPr>
      </w:pPr>
    </w:p>
    <w:p w14:paraId="6D86ADE1" w14:textId="03795451" w:rsidR="005E0F20" w:rsidRPr="005E0F20" w:rsidRDefault="005517B2" w:rsidP="005E0F20">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62C977EA" w14:textId="77777777" w:rsidR="005E0F20" w:rsidRPr="005E0F20" w:rsidRDefault="005E0F20" w:rsidP="005E0F20">
      <w:pPr>
        <w:spacing w:after="0" w:line="240" w:lineRule="auto"/>
        <w:ind w:left="426"/>
        <w:jc w:val="both"/>
        <w:rPr>
          <w:rFonts w:eastAsia="Times New Roman" w:cs="Times New Roman"/>
          <w:lang w:eastAsia="cs-CZ"/>
        </w:rPr>
      </w:pPr>
    </w:p>
    <w:p w14:paraId="23CE8F2D" w14:textId="77777777" w:rsidR="005E0F20" w:rsidRPr="005E0F20" w:rsidRDefault="005E0F20" w:rsidP="005E0F20">
      <w:pPr>
        <w:spacing w:after="0" w:line="240" w:lineRule="auto"/>
        <w:ind w:left="426"/>
        <w:jc w:val="both"/>
        <w:rPr>
          <w:rFonts w:eastAsia="Times New Roman" w:cs="Times New Roman"/>
          <w:lang w:eastAsia="cs-CZ"/>
        </w:rPr>
      </w:pPr>
    </w:p>
    <w:p w14:paraId="465773E2" w14:textId="7140F71C" w:rsidR="005E0F20" w:rsidRPr="005E0F20" w:rsidRDefault="005E0F20" w:rsidP="008A7C7A">
      <w:pPr>
        <w:pStyle w:val="Odstavecseseznamem"/>
        <w:numPr>
          <w:ilvl w:val="1"/>
          <w:numId w:val="33"/>
        </w:numPr>
        <w:tabs>
          <w:tab w:val="left" w:pos="1985"/>
        </w:tabs>
        <w:spacing w:after="0" w:line="240" w:lineRule="auto"/>
        <w:ind w:left="851" w:hanging="425"/>
        <w:rPr>
          <w:rFonts w:eastAsia="Times New Roman" w:cs="Times New Roman"/>
          <w:lang w:eastAsia="cs-CZ"/>
        </w:rPr>
      </w:pPr>
      <w:r w:rsidRPr="005E0F20">
        <w:rPr>
          <w:rFonts w:eastAsia="Times New Roman" w:cs="Times New Roman"/>
          <w:color w:val="000000"/>
          <w:lang w:eastAsia="cs-CZ"/>
        </w:rPr>
        <w:t xml:space="preserve">Zadavatelem stanovená </w:t>
      </w:r>
      <w:r w:rsidRPr="005E0F20">
        <w:rPr>
          <w:rFonts w:eastAsia="Times New Roman" w:cs="Times New Roman"/>
          <w:b/>
          <w:color w:val="000000"/>
          <w:lang w:eastAsia="cs-CZ"/>
        </w:rPr>
        <w:t>předpokládaná hodnota VZ</w:t>
      </w:r>
      <w:r w:rsidRPr="005E0F20">
        <w:rPr>
          <w:rFonts w:eastAsia="Times New Roman" w:cs="Times New Roman"/>
          <w:color w:val="000000"/>
          <w:lang w:eastAsia="cs-CZ"/>
        </w:rPr>
        <w:t xml:space="preserve"> čin</w:t>
      </w:r>
      <w:r w:rsidRPr="005E0F20">
        <w:rPr>
          <w:rFonts w:eastAsia="Times New Roman" w:cs="Times New Roman"/>
          <w:lang w:eastAsia="cs-CZ"/>
        </w:rPr>
        <w:t xml:space="preserve">í </w:t>
      </w:r>
      <w:r w:rsidR="001807FD" w:rsidRPr="001807FD">
        <w:rPr>
          <w:rFonts w:eastAsia="Times New Roman" w:cs="Arial"/>
          <w:b/>
          <w:bCs/>
          <w:lang w:eastAsia="cs-CZ"/>
        </w:rPr>
        <w:t>5.180.567,-</w:t>
      </w:r>
      <w:r w:rsidRPr="005E0F20">
        <w:rPr>
          <w:rFonts w:eastAsia="Times New Roman" w:cs="Times New Roman"/>
          <w:b/>
          <w:lang w:eastAsia="cs-CZ"/>
        </w:rPr>
        <w:t xml:space="preserve"> Kč</w:t>
      </w:r>
      <w:r w:rsidRPr="005E0F20">
        <w:rPr>
          <w:rFonts w:eastAsia="Times New Roman" w:cs="Times New Roman"/>
          <w:lang w:eastAsia="cs-CZ"/>
        </w:rPr>
        <w:t xml:space="preserve"> bez DPH.</w:t>
      </w:r>
    </w:p>
    <w:p w14:paraId="24058A55" w14:textId="77777777" w:rsidR="005E0F20" w:rsidRPr="005E0F20" w:rsidRDefault="005E0F20" w:rsidP="005E0F20">
      <w:pPr>
        <w:spacing w:after="0" w:line="240" w:lineRule="auto"/>
        <w:ind w:left="426"/>
        <w:jc w:val="both"/>
        <w:rPr>
          <w:rFonts w:eastAsia="Times New Roman" w:cs="Times New Roman"/>
          <w:lang w:eastAsia="cs-CZ"/>
        </w:rPr>
      </w:pPr>
    </w:p>
    <w:p w14:paraId="257DD017" w14:textId="77777777" w:rsidR="00CA308E" w:rsidRDefault="00CA308E" w:rsidP="00C40091">
      <w:pPr>
        <w:spacing w:after="0" w:line="240" w:lineRule="auto"/>
        <w:ind w:left="426"/>
        <w:jc w:val="both"/>
        <w:rPr>
          <w:rFonts w:eastAsia="Times New Roman" w:cs="Times New Roman"/>
          <w:b/>
          <w:lang w:eastAsia="cs-CZ"/>
        </w:rPr>
      </w:pPr>
    </w:p>
    <w:p w14:paraId="73ABA005" w14:textId="38841DE0" w:rsidR="00CA308E" w:rsidRPr="00FE5D11" w:rsidRDefault="00CA308E" w:rsidP="008A7C7A">
      <w:pPr>
        <w:pStyle w:val="Odstavecseseznamem"/>
        <w:numPr>
          <w:ilvl w:val="1"/>
          <w:numId w:val="33"/>
        </w:numPr>
        <w:tabs>
          <w:tab w:val="left" w:pos="1985"/>
        </w:tabs>
        <w:spacing w:after="0" w:line="240" w:lineRule="auto"/>
        <w:ind w:left="851" w:hanging="425"/>
        <w:rPr>
          <w:rFonts w:eastAsia="Times New Roman" w:cs="Times New Roman"/>
          <w:bCs/>
          <w:u w:val="single"/>
          <w:lang w:eastAsia="cs-CZ"/>
        </w:rPr>
      </w:pPr>
      <w:r w:rsidRPr="00FE5D11">
        <w:rPr>
          <w:rFonts w:eastAsia="Times New Roman" w:cs="Times New Roman"/>
          <w:bCs/>
          <w:u w:val="single"/>
          <w:lang w:eastAsia="cs-CZ"/>
        </w:rPr>
        <w:t>Předmět plnění veřejné zakázky</w:t>
      </w:r>
    </w:p>
    <w:p w14:paraId="1F86B91B" w14:textId="77777777" w:rsidR="001807FD" w:rsidRPr="001807FD" w:rsidRDefault="00C40091" w:rsidP="008A7C7A">
      <w:pPr>
        <w:pStyle w:val="Odstavecseseznamem"/>
        <w:numPr>
          <w:ilvl w:val="0"/>
          <w:numId w:val="35"/>
        </w:numPr>
        <w:spacing w:after="0" w:line="240" w:lineRule="auto"/>
        <w:jc w:val="both"/>
        <w:rPr>
          <w:rFonts w:eastAsia="Times New Roman"/>
          <w:lang w:eastAsia="cs-CZ"/>
        </w:rPr>
      </w:pPr>
      <w:r w:rsidRPr="001807FD">
        <w:rPr>
          <w:rFonts w:eastAsia="Times New Roman" w:cs="Times New Roman"/>
          <w:b/>
          <w:lang w:eastAsia="cs-CZ"/>
        </w:rPr>
        <w:t>Předmětem VZ je</w:t>
      </w:r>
      <w:r w:rsidR="001807FD" w:rsidRPr="001807FD">
        <w:rPr>
          <w:rFonts w:eastAsia="Times New Roman"/>
          <w:lang w:eastAsia="cs-CZ"/>
        </w:rPr>
        <w:t xml:space="preserve"> </w:t>
      </w:r>
      <w:r w:rsidR="001807FD" w:rsidRPr="001807FD">
        <w:rPr>
          <w:rFonts w:eastAsia="Times New Roman" w:cs="Arial"/>
          <w:lang w:eastAsia="cs-CZ"/>
        </w:rPr>
        <w:t xml:space="preserve">vypracování Záměru projektu (ZP) a doprovodné dokumentace (DD) stavby </w:t>
      </w:r>
      <w:r w:rsidR="001807FD" w:rsidRPr="001807FD">
        <w:rPr>
          <w:rFonts w:eastAsia="Times New Roman" w:cs="Arial"/>
          <w:b/>
          <w:lang w:eastAsia="cs-CZ"/>
        </w:rPr>
        <w:t>„</w:t>
      </w:r>
      <w:r w:rsidR="001807FD" w:rsidRPr="001807FD">
        <w:rPr>
          <w:b/>
        </w:rPr>
        <w:t>Rekonstrukce ŽST Přelouč</w:t>
      </w:r>
      <w:r w:rsidR="001807FD" w:rsidRPr="001807FD">
        <w:rPr>
          <w:rFonts w:eastAsia="Times New Roman" w:cs="Arial"/>
          <w:b/>
          <w:lang w:eastAsia="cs-CZ"/>
        </w:rPr>
        <w:t xml:space="preserve">“ </w:t>
      </w:r>
      <w:r w:rsidR="001807FD" w:rsidRPr="001807FD">
        <w:rPr>
          <w:rFonts w:eastAsia="Times New Roman" w:cs="Arial"/>
          <w:lang w:eastAsia="cs-CZ"/>
        </w:rPr>
        <w:t xml:space="preserve">dle zadávacích podmínek </w:t>
      </w:r>
      <w:r w:rsidR="001807FD" w:rsidRPr="001807FD">
        <w:rPr>
          <w:rFonts w:eastAsia="Times New Roman"/>
          <w:lang w:eastAsia="cs-CZ"/>
        </w:rPr>
        <w:t>včetně projednání dle OP.</w:t>
      </w:r>
    </w:p>
    <w:p w14:paraId="2D4A8A84" w14:textId="77777777" w:rsidR="001807FD" w:rsidRDefault="001807FD" w:rsidP="001807FD">
      <w:pPr>
        <w:spacing w:after="0" w:line="240" w:lineRule="auto"/>
        <w:ind w:left="426"/>
        <w:jc w:val="both"/>
        <w:rPr>
          <w:rFonts w:eastAsia="Times New Roman"/>
          <w:lang w:eastAsia="cs-CZ"/>
        </w:rPr>
      </w:pPr>
    </w:p>
    <w:p w14:paraId="3A719698" w14:textId="77777777" w:rsidR="001807FD" w:rsidRDefault="001807FD" w:rsidP="008A7C7A">
      <w:pPr>
        <w:pStyle w:val="Odstavecseseznamem"/>
        <w:numPr>
          <w:ilvl w:val="0"/>
          <w:numId w:val="35"/>
        </w:numPr>
        <w:spacing w:after="0" w:line="240" w:lineRule="auto"/>
        <w:jc w:val="both"/>
        <w:rPr>
          <w:rFonts w:eastAsia="Times New Roman"/>
          <w:lang w:eastAsia="cs-CZ"/>
        </w:rPr>
      </w:pPr>
      <w:r w:rsidRPr="001807FD">
        <w:rPr>
          <w:rFonts w:eastAsia="Times New Roman"/>
          <w:lang w:eastAsia="cs-CZ"/>
        </w:rPr>
        <w:t xml:space="preserve">Součástí předmětu plnění je zpracování hodnocení ekonomické efektivnosti předmětné železniční stavby dle platných </w:t>
      </w:r>
      <w:r w:rsidRPr="001807FD">
        <w:rPr>
          <w:i/>
          <w:iCs/>
        </w:rPr>
        <w:t>Pravidel přípravy a realizace akcí dopravní infrastruktury financovaných Státním fondem dopravní infrastruktury</w:t>
      </w:r>
      <w:r w:rsidRPr="001807FD">
        <w:t xml:space="preserve"> schválených ministrem dopravy dne 28. 8. 2024 s účinností ke dne 1. 9. 2024 (dále jen „</w:t>
      </w:r>
      <w:r w:rsidRPr="001807FD">
        <w:rPr>
          <w:b/>
          <w:bCs/>
        </w:rPr>
        <w:t>Pravidla</w:t>
      </w:r>
      <w:r w:rsidRPr="001807FD">
        <w:t xml:space="preserve">“) a dle platné </w:t>
      </w:r>
      <w:r w:rsidRPr="001807FD">
        <w:rPr>
          <w:i/>
          <w:iCs/>
        </w:rPr>
        <w:t>Rezortní metodiky pro hodnocení ekonomické efektivnosti projektů dopravních staveb</w:t>
      </w:r>
      <w:r w:rsidRPr="001807FD">
        <w:t xml:space="preserve"> schválené Centrální komisí Ministerstva dopravy dne 8. 8. 2023 (dále jen „</w:t>
      </w:r>
      <w:r w:rsidRPr="001807FD">
        <w:rPr>
          <w:b/>
          <w:bCs/>
        </w:rPr>
        <w:t>Metodika</w:t>
      </w:r>
      <w:r w:rsidRPr="001807FD">
        <w:t>“)</w:t>
      </w:r>
      <w:r w:rsidRPr="001807FD">
        <w:rPr>
          <w:rFonts w:eastAsia="Times New Roman"/>
          <w:lang w:eastAsia="cs-CZ"/>
        </w:rPr>
        <w:t>.</w:t>
      </w:r>
    </w:p>
    <w:p w14:paraId="32AB194A" w14:textId="77777777" w:rsidR="001807FD" w:rsidRPr="001807FD" w:rsidRDefault="001807FD" w:rsidP="001807FD">
      <w:pPr>
        <w:pStyle w:val="Odstavecseseznamem"/>
        <w:rPr>
          <w:rFonts w:ascii="Verdana" w:eastAsia="Verdana" w:hAnsi="Verdana" w:cs="Times New Roman"/>
        </w:rPr>
      </w:pPr>
    </w:p>
    <w:p w14:paraId="34E5E665" w14:textId="77777777" w:rsidR="001807FD" w:rsidRDefault="001807FD" w:rsidP="001807FD">
      <w:pPr>
        <w:pStyle w:val="Odstavecseseznamem"/>
        <w:spacing w:after="0" w:line="240" w:lineRule="auto"/>
        <w:ind w:left="1146"/>
        <w:jc w:val="both"/>
        <w:rPr>
          <w:rFonts w:ascii="Verdana" w:eastAsia="Verdana" w:hAnsi="Verdana" w:cs="Times New Roman"/>
        </w:rPr>
      </w:pPr>
      <w:r w:rsidRPr="001807FD">
        <w:rPr>
          <w:rFonts w:ascii="Verdana" w:eastAsia="Verdana" w:hAnsi="Verdana" w:cs="Times New Roman"/>
        </w:rPr>
        <w:t xml:space="preserve">Aktuálně platné znění Pravidel je k dispozici na </w:t>
      </w:r>
      <w:hyperlink r:id="rId12" w:history="1">
        <w:r w:rsidRPr="001807FD">
          <w:rPr>
            <w:rFonts w:ascii="Verdana" w:eastAsia="Verdana" w:hAnsi="Verdana" w:cs="Times New Roman"/>
            <w:color w:val="0563C1" w:themeColor="hyperlink"/>
            <w:u w:val="single"/>
          </w:rPr>
          <w:t>https://www.mdcr.cz/Dokumenty/Ministerstvo/Vnitrorezortni-predpisy-(1)/Pravidla-pro-postupy-v-prubehu-pripravy-investicni</w:t>
        </w:r>
      </w:hyperlink>
      <w:r w:rsidRPr="001807FD">
        <w:rPr>
          <w:rFonts w:ascii="Verdana" w:eastAsia="Verdana" w:hAnsi="Verdana" w:cs="Times New Roman"/>
        </w:rPr>
        <w:t>.</w:t>
      </w:r>
    </w:p>
    <w:p w14:paraId="775FA7F5" w14:textId="77777777" w:rsidR="001807FD" w:rsidRDefault="001807FD" w:rsidP="001807FD">
      <w:pPr>
        <w:pStyle w:val="Odstavecseseznamem"/>
        <w:spacing w:after="0" w:line="240" w:lineRule="auto"/>
        <w:ind w:left="1146"/>
        <w:jc w:val="both"/>
        <w:rPr>
          <w:rFonts w:ascii="Verdana" w:eastAsia="Verdana" w:hAnsi="Verdana" w:cs="Times New Roman"/>
        </w:rPr>
      </w:pPr>
    </w:p>
    <w:p w14:paraId="27C173BA" w14:textId="72C47F97" w:rsidR="001807FD" w:rsidRDefault="001807FD" w:rsidP="001807FD">
      <w:pPr>
        <w:pStyle w:val="Odstavecseseznamem"/>
        <w:spacing w:after="0" w:line="240" w:lineRule="auto"/>
        <w:ind w:left="1146"/>
        <w:jc w:val="both"/>
        <w:rPr>
          <w:rFonts w:eastAsia="Times New Roman"/>
          <w:lang w:eastAsia="cs-CZ"/>
        </w:rPr>
      </w:pPr>
      <w:r w:rsidRPr="001807FD">
        <w:t xml:space="preserve">Aktuálně </w:t>
      </w:r>
      <w:r w:rsidRPr="001807FD">
        <w:rPr>
          <w:color w:val="0563C1" w:themeColor="hyperlink"/>
          <w:u w:val="single"/>
        </w:rPr>
        <w:t>platné</w:t>
      </w:r>
      <w:r w:rsidRPr="001807FD">
        <w:t xml:space="preserve"> znění Metodiky je k dispozici na </w:t>
      </w:r>
      <w:hyperlink r:id="rId13" w:history="1">
        <w:r w:rsidRPr="001807FD">
          <w:rPr>
            <w:color w:val="0563C1" w:themeColor="hyperlink"/>
            <w:u w:val="single"/>
          </w:rPr>
          <w:t xml:space="preserve">Rezortní metodika pro hodnocení ekonomické efektivnosti </w:t>
        </w:r>
        <w:proofErr w:type="gramStart"/>
        <w:r w:rsidRPr="001807FD">
          <w:rPr>
            <w:color w:val="0563C1" w:themeColor="hyperlink"/>
            <w:u w:val="single"/>
          </w:rPr>
          <w:t>projektů - Státní</w:t>
        </w:r>
        <w:proofErr w:type="gramEnd"/>
        <w:r w:rsidRPr="001807FD">
          <w:rPr>
            <w:color w:val="0563C1" w:themeColor="hyperlink"/>
            <w:u w:val="single"/>
          </w:rPr>
          <w:t xml:space="preserve"> fond dopravní infrastruktury (gov.cz)</w:t>
        </w:r>
      </w:hyperlink>
      <w:r w:rsidRPr="001807FD">
        <w:t>.</w:t>
      </w:r>
    </w:p>
    <w:p w14:paraId="564B3A4E" w14:textId="77777777" w:rsidR="001807FD" w:rsidRDefault="001807FD" w:rsidP="001807FD">
      <w:pPr>
        <w:spacing w:after="0" w:line="240" w:lineRule="auto"/>
        <w:ind w:left="426"/>
        <w:jc w:val="both"/>
        <w:rPr>
          <w:rFonts w:eastAsia="Times New Roman"/>
          <w:lang w:eastAsia="cs-CZ"/>
        </w:rPr>
      </w:pPr>
    </w:p>
    <w:p w14:paraId="0936FC7D" w14:textId="77777777" w:rsidR="001807FD" w:rsidRPr="001807FD" w:rsidRDefault="001807FD" w:rsidP="008A7C7A">
      <w:pPr>
        <w:pStyle w:val="Odstavecseseznamem"/>
        <w:numPr>
          <w:ilvl w:val="0"/>
          <w:numId w:val="36"/>
        </w:numPr>
        <w:spacing w:after="0" w:line="240" w:lineRule="auto"/>
        <w:jc w:val="both"/>
        <w:rPr>
          <w:rFonts w:eastAsia="Times New Roman"/>
          <w:lang w:eastAsia="cs-CZ"/>
        </w:rPr>
      </w:pPr>
      <w:r w:rsidRPr="001807FD">
        <w:rPr>
          <w:rFonts w:eastAsia="Times New Roman"/>
          <w:lang w:eastAsia="cs-CZ"/>
        </w:rPr>
        <w:t xml:space="preserve">Záměr projektu bude pracován v rozsahu dle </w:t>
      </w:r>
      <w:r w:rsidRPr="001807FD">
        <w:t xml:space="preserve">Pravidel </w:t>
      </w:r>
      <w:r w:rsidRPr="001807FD">
        <w:rPr>
          <w:rFonts w:eastAsia="Times New Roman"/>
          <w:lang w:eastAsia="cs-CZ"/>
        </w:rPr>
        <w:t>v platném znění.</w:t>
      </w:r>
    </w:p>
    <w:p w14:paraId="7A78AD5D" w14:textId="77777777" w:rsidR="001807FD" w:rsidRDefault="001807FD" w:rsidP="001807FD">
      <w:pPr>
        <w:spacing w:after="0" w:line="240" w:lineRule="auto"/>
        <w:ind w:left="426"/>
        <w:jc w:val="both"/>
        <w:rPr>
          <w:rFonts w:eastAsia="Times New Roman"/>
          <w:lang w:eastAsia="cs-CZ"/>
        </w:rPr>
      </w:pPr>
    </w:p>
    <w:p w14:paraId="0D809C69" w14:textId="77777777" w:rsidR="001807FD" w:rsidRPr="001807FD" w:rsidRDefault="001807FD" w:rsidP="008A7C7A">
      <w:pPr>
        <w:pStyle w:val="Odstavecseseznamem"/>
        <w:numPr>
          <w:ilvl w:val="0"/>
          <w:numId w:val="36"/>
        </w:numPr>
        <w:spacing w:after="0" w:line="240" w:lineRule="auto"/>
        <w:jc w:val="both"/>
        <w:rPr>
          <w:rFonts w:eastAsia="Times New Roman"/>
          <w:lang w:eastAsia="cs-CZ"/>
        </w:rPr>
      </w:pPr>
      <w:r w:rsidRPr="001807FD">
        <w:rPr>
          <w:rFonts w:eastAsia="Times New Roman"/>
          <w:lang w:eastAsia="cs-CZ"/>
        </w:rPr>
        <w:t>Požaduje se předběžné projednání ZP s vlastníky pozemků a místní samosprávou.</w:t>
      </w:r>
      <w:r w:rsidRPr="001807FD">
        <w:t xml:space="preserve"> </w:t>
      </w:r>
      <w:r w:rsidRPr="001807FD">
        <w:rPr>
          <w:rFonts w:eastAsia="Times New Roman"/>
          <w:lang w:eastAsia="cs-CZ"/>
        </w:rPr>
        <w:t>Dokumentace bude odevzdána se zapracovanými připomínkami. Práce zhotovitele budou ukončeny po zapracování připomínek MD k ZP.</w:t>
      </w:r>
    </w:p>
    <w:p w14:paraId="1E6CD0AF" w14:textId="77777777" w:rsidR="001807FD" w:rsidRDefault="001807FD" w:rsidP="001807FD">
      <w:pPr>
        <w:spacing w:after="0" w:line="240" w:lineRule="auto"/>
        <w:ind w:left="426"/>
        <w:jc w:val="both"/>
        <w:rPr>
          <w:rFonts w:eastAsia="Times New Roman"/>
          <w:lang w:eastAsia="cs-CZ"/>
        </w:rPr>
      </w:pPr>
    </w:p>
    <w:p w14:paraId="19AD3A36" w14:textId="77777777" w:rsidR="001807FD" w:rsidRPr="001807FD" w:rsidRDefault="001807FD" w:rsidP="008A7C7A">
      <w:pPr>
        <w:pStyle w:val="Odstavecseseznamem"/>
        <w:numPr>
          <w:ilvl w:val="0"/>
          <w:numId w:val="36"/>
        </w:numPr>
        <w:spacing w:after="0" w:line="240" w:lineRule="auto"/>
        <w:jc w:val="both"/>
        <w:rPr>
          <w:rFonts w:eastAsia="Times New Roman"/>
          <w:lang w:eastAsia="cs-CZ"/>
        </w:rPr>
      </w:pPr>
      <w:r w:rsidRPr="001807FD">
        <w:rPr>
          <w:rFonts w:eastAsia="Times New Roman"/>
          <w:lang w:eastAsia="cs-CZ"/>
        </w:rPr>
        <w:t>Zhotovitel vypracuje analýzu Bezpečnostního projektu projekčního popisující požadavky na technická opatření fyzické ochrany v závislosti na bezpečnostní kategorii objektů dotčených úpravou a popis jejich implementace, včetně režimových opatření a fyzické ostrahy po realizaci technických opatření fyzické ochrany v souladu se směrnicí SŽ SM07 – Standard fyzické ochrany objektů a prostor Správy železnic, státní organizace. Dokument bude projednán a schválen.</w:t>
      </w:r>
    </w:p>
    <w:p w14:paraId="5AF0AF40" w14:textId="77777777" w:rsidR="001807FD" w:rsidRDefault="001807FD" w:rsidP="001807FD">
      <w:pPr>
        <w:spacing w:after="0" w:line="240" w:lineRule="auto"/>
        <w:ind w:left="426"/>
        <w:jc w:val="both"/>
        <w:rPr>
          <w:rFonts w:eastAsia="Times New Roman"/>
          <w:lang w:eastAsia="cs-CZ"/>
        </w:rPr>
      </w:pPr>
    </w:p>
    <w:p w14:paraId="0516631A" w14:textId="77777777" w:rsidR="001807FD" w:rsidRPr="001807FD" w:rsidRDefault="001807FD" w:rsidP="008A7C7A">
      <w:pPr>
        <w:pStyle w:val="Odstavecseseznamem"/>
        <w:numPr>
          <w:ilvl w:val="0"/>
          <w:numId w:val="36"/>
        </w:numPr>
        <w:spacing w:after="0" w:line="240" w:lineRule="auto"/>
        <w:jc w:val="both"/>
        <w:rPr>
          <w:rFonts w:eastAsia="Times New Roman"/>
          <w:lang w:eastAsia="cs-CZ"/>
        </w:rPr>
      </w:pPr>
      <w:r w:rsidRPr="001807FD">
        <w:rPr>
          <w:rFonts w:eastAsia="Times New Roman"/>
          <w:lang w:eastAsia="cs-CZ"/>
        </w:rPr>
        <w:t xml:space="preserve">ZP musí obsahovat formuláře vzor 80, 81 a 83 Pravidel, upravující postupy Ministerstva dopravy, investorských organizací a Státního fondu dopravní </w:t>
      </w:r>
      <w:r w:rsidRPr="001807FD">
        <w:rPr>
          <w:rFonts w:eastAsia="Times New Roman"/>
          <w:lang w:eastAsia="cs-CZ"/>
        </w:rPr>
        <w:lastRenderedPageBreak/>
        <w:t>infrastruktury v průběhu přípravy a realizace investičních a neinvestičních akcí dopravní infrastruktury, financovaných bez účasti státního rozpočtu, v platném znění</w:t>
      </w:r>
    </w:p>
    <w:p w14:paraId="0C18EFFB" w14:textId="77777777" w:rsidR="001807FD" w:rsidRPr="001807FD" w:rsidRDefault="001807FD" w:rsidP="008A7C7A">
      <w:pPr>
        <w:pStyle w:val="Odstavecseseznamem"/>
        <w:numPr>
          <w:ilvl w:val="0"/>
          <w:numId w:val="36"/>
        </w:numPr>
        <w:spacing w:after="0" w:line="240" w:lineRule="auto"/>
        <w:jc w:val="both"/>
        <w:rPr>
          <w:rFonts w:eastAsia="Times New Roman"/>
          <w:lang w:eastAsia="cs-CZ"/>
        </w:rPr>
      </w:pPr>
      <w:r w:rsidRPr="001807FD">
        <w:rPr>
          <w:rFonts w:eastAsia="Times New Roman"/>
          <w:lang w:eastAsia="cs-CZ"/>
        </w:rPr>
        <w:t xml:space="preserve">Součástí plnění je i zajištění veškerých potřebných průzkumů (např. stavebně </w:t>
      </w:r>
      <w:proofErr w:type="gramStart"/>
      <w:r w:rsidRPr="001807FD">
        <w:rPr>
          <w:rFonts w:eastAsia="Times New Roman"/>
          <w:lang w:eastAsia="cs-CZ"/>
        </w:rPr>
        <w:t>technický,</w:t>
      </w:r>
      <w:proofErr w:type="gramEnd"/>
      <w:r w:rsidRPr="001807FD">
        <w:rPr>
          <w:rFonts w:eastAsia="Times New Roman"/>
          <w:lang w:eastAsia="cs-CZ"/>
        </w:rPr>
        <w:t xml:space="preserve"> atd.) nezbytných k návrhu technického řešení. Geodetické a mapové podklady (mapové podklady </w:t>
      </w:r>
      <w:proofErr w:type="gramStart"/>
      <w:r w:rsidRPr="001807FD">
        <w:rPr>
          <w:rFonts w:eastAsia="Times New Roman"/>
          <w:lang w:eastAsia="cs-CZ"/>
        </w:rPr>
        <w:t>TÚ..</w:t>
      </w:r>
      <w:proofErr w:type="gramEnd"/>
      <w:r w:rsidRPr="001807FD">
        <w:rPr>
          <w:rFonts w:eastAsia="Times New Roman"/>
          <w:lang w:eastAsia="cs-CZ"/>
        </w:rPr>
        <w:t xml:space="preserve"> km …, patné ŽBP a projekty PPK) zajistí Objednatel prostřednictvím SŽG. Mapové podklady budou zpracovány do hranic dráhy. Ostatní potřebné podklady pro zpracování dokumentace si zajistí Zhotovitel na vlastní náklady. Pro celý úsek bude proveden archivní a orientační geotechnický průzkum ve smyslu předpisu SŽ S4, Projekt inženýrskogeologického průzkumu bude zpracován v rozsahu doporučení a návrhu průzkumů pro navazující etapu, včetně odsouhlasení GŘ O13 a ST OŘ.</w:t>
      </w:r>
    </w:p>
    <w:p w14:paraId="2D81DA00" w14:textId="77777777" w:rsidR="001807FD" w:rsidRDefault="001807FD" w:rsidP="001807FD">
      <w:pPr>
        <w:spacing w:after="0" w:line="240" w:lineRule="auto"/>
        <w:ind w:left="426"/>
        <w:jc w:val="both"/>
        <w:rPr>
          <w:rFonts w:eastAsia="Times New Roman"/>
          <w:lang w:eastAsia="cs-CZ"/>
        </w:rPr>
      </w:pPr>
    </w:p>
    <w:p w14:paraId="0974A4EE" w14:textId="77777777" w:rsidR="001807FD" w:rsidRDefault="001807FD" w:rsidP="008A7C7A">
      <w:pPr>
        <w:pStyle w:val="Odstavecseseznamem"/>
        <w:numPr>
          <w:ilvl w:val="0"/>
          <w:numId w:val="36"/>
        </w:numPr>
        <w:spacing w:after="0" w:line="240" w:lineRule="auto"/>
        <w:jc w:val="both"/>
        <w:rPr>
          <w:rFonts w:eastAsia="Times New Roman"/>
          <w:lang w:eastAsia="cs-CZ"/>
        </w:rPr>
      </w:pPr>
      <w:r w:rsidRPr="001807FD">
        <w:rPr>
          <w:rFonts w:eastAsia="Times New Roman"/>
          <w:lang w:eastAsia="cs-CZ"/>
        </w:rPr>
        <w:t>Pro záměr bude příslušný orgán ochrany přírody (dle umístění záměru se může jednat o KÚ příslušného kraje, regionální pracoviště AOPK ČR – Správu CHKO, Správu NP, Újezdní úřad)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5AE7EAF8" w14:textId="77777777" w:rsidR="001807FD" w:rsidRPr="001807FD" w:rsidRDefault="001807FD" w:rsidP="001807FD">
      <w:pPr>
        <w:pStyle w:val="Odstavecseseznamem"/>
        <w:rPr>
          <w:rFonts w:eastAsia="Times New Roman"/>
          <w:lang w:eastAsia="cs-CZ"/>
        </w:rPr>
      </w:pPr>
    </w:p>
    <w:p w14:paraId="33014782" w14:textId="169C68FE" w:rsidR="001807FD" w:rsidRPr="001807FD" w:rsidRDefault="001807FD" w:rsidP="001807FD">
      <w:pPr>
        <w:pStyle w:val="Odstavecseseznamem"/>
        <w:spacing w:after="0" w:line="240" w:lineRule="auto"/>
        <w:ind w:left="1146"/>
        <w:jc w:val="both"/>
        <w:rPr>
          <w:rFonts w:eastAsia="Times New Roman"/>
          <w:lang w:eastAsia="cs-CZ"/>
        </w:rPr>
      </w:pPr>
      <w:r w:rsidRPr="001807FD">
        <w:rPr>
          <w:rFonts w:eastAsia="Times New Roman"/>
          <w:lang w:eastAsia="cs-CZ"/>
        </w:rPr>
        <w:t>Na základě odůvodněného stanoviska dle § 45i bude příslušný úřad (KÚ příslušného kraje)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2320A1CB" w14:textId="77777777" w:rsidR="001807FD" w:rsidRPr="001807FD" w:rsidRDefault="001807FD" w:rsidP="001807FD">
      <w:pPr>
        <w:spacing w:after="0" w:line="240" w:lineRule="auto"/>
        <w:ind w:left="426"/>
        <w:jc w:val="both"/>
        <w:rPr>
          <w:rFonts w:eastAsia="Times New Roman"/>
          <w:lang w:eastAsia="cs-CZ"/>
        </w:rPr>
      </w:pPr>
    </w:p>
    <w:p w14:paraId="53210FBB" w14:textId="77777777" w:rsidR="001807FD" w:rsidRPr="001807FD" w:rsidRDefault="001807FD" w:rsidP="001807FD">
      <w:pPr>
        <w:spacing w:after="0" w:line="240" w:lineRule="auto"/>
        <w:rPr>
          <w:rFonts w:ascii="Verdana" w:eastAsia="Times New Roman" w:hAnsi="Verdana" w:cs="Arial"/>
          <w:lang w:eastAsia="cs-CZ"/>
        </w:rPr>
      </w:pPr>
      <w:r w:rsidRPr="001807FD">
        <w:rPr>
          <w:rFonts w:ascii="Verdana" w:eastAsia="Times New Roman" w:hAnsi="Verdana" w:cs="Arial"/>
          <w:u w:val="single"/>
          <w:lang w:eastAsia="cs-CZ"/>
        </w:rPr>
        <w:t>Součástí plnění je dále</w:t>
      </w:r>
      <w:r w:rsidRPr="001807FD">
        <w:rPr>
          <w:rFonts w:ascii="Verdana" w:eastAsia="Times New Roman" w:hAnsi="Verdana" w:cs="Arial"/>
          <w:lang w:eastAsia="cs-CZ"/>
        </w:rPr>
        <w:t>:</w:t>
      </w:r>
    </w:p>
    <w:p w14:paraId="36655A0B" w14:textId="77777777" w:rsidR="001807FD" w:rsidRPr="001807FD" w:rsidRDefault="001807FD" w:rsidP="008A7C7A">
      <w:pPr>
        <w:numPr>
          <w:ilvl w:val="0"/>
          <w:numId w:val="34"/>
        </w:numPr>
        <w:autoSpaceDE w:val="0"/>
        <w:autoSpaceDN w:val="0"/>
        <w:spacing w:after="0" w:line="240" w:lineRule="auto"/>
        <w:contextualSpacing/>
        <w:rPr>
          <w:rFonts w:eastAsia="Verdana" w:cs="Arial"/>
        </w:rPr>
      </w:pPr>
      <w:r w:rsidRPr="001807FD">
        <w:rPr>
          <w:rFonts w:cs="Arial"/>
        </w:rPr>
        <w:t>Zajištění všech podkladů kompletních podkladů pro zadání dalšího stupně PD</w:t>
      </w:r>
    </w:p>
    <w:p w14:paraId="693C1B0E" w14:textId="77777777" w:rsidR="001807FD" w:rsidRPr="001807FD" w:rsidRDefault="001807FD" w:rsidP="008A7C7A">
      <w:pPr>
        <w:numPr>
          <w:ilvl w:val="0"/>
          <w:numId w:val="34"/>
        </w:numPr>
        <w:autoSpaceDE w:val="0"/>
        <w:autoSpaceDN w:val="0"/>
        <w:spacing w:after="0" w:line="240" w:lineRule="auto"/>
        <w:contextualSpacing/>
        <w:rPr>
          <w:rFonts w:cs="Arial"/>
        </w:rPr>
      </w:pPr>
      <w:r w:rsidRPr="001807FD">
        <w:rPr>
          <w:rFonts w:cs="Arial"/>
        </w:rPr>
        <w:t>Geodetické práce a mapové podklady pro ZP+DD</w:t>
      </w:r>
    </w:p>
    <w:p w14:paraId="41E6D7BB" w14:textId="77777777" w:rsidR="001807FD" w:rsidRPr="001807FD" w:rsidRDefault="001807FD" w:rsidP="008A7C7A">
      <w:pPr>
        <w:numPr>
          <w:ilvl w:val="0"/>
          <w:numId w:val="34"/>
        </w:numPr>
        <w:autoSpaceDE w:val="0"/>
        <w:autoSpaceDN w:val="0"/>
        <w:spacing w:after="0" w:line="240" w:lineRule="auto"/>
        <w:contextualSpacing/>
        <w:rPr>
          <w:rFonts w:cs="Arial"/>
        </w:rPr>
      </w:pPr>
      <w:r w:rsidRPr="001807FD">
        <w:rPr>
          <w:rFonts w:eastAsia="Times New Roman" w:cs="Arial"/>
          <w:lang w:eastAsia="cs-CZ"/>
        </w:rPr>
        <w:t xml:space="preserve">Součinnost při vypořádání </w:t>
      </w:r>
      <w:proofErr w:type="spellStart"/>
      <w:r w:rsidRPr="001807FD">
        <w:rPr>
          <w:rFonts w:eastAsia="Times New Roman" w:cs="Arial"/>
          <w:lang w:eastAsia="cs-CZ"/>
        </w:rPr>
        <w:t>vícekolového</w:t>
      </w:r>
      <w:proofErr w:type="spellEnd"/>
      <w:r w:rsidRPr="001807FD">
        <w:rPr>
          <w:rFonts w:eastAsia="Times New Roman" w:cs="Arial"/>
          <w:lang w:eastAsia="cs-CZ"/>
        </w:rPr>
        <w:t xml:space="preserve"> připomínkového řízení investora a MD.</w:t>
      </w:r>
    </w:p>
    <w:p w14:paraId="4FEEED23" w14:textId="77777777" w:rsidR="001807FD" w:rsidRPr="001807FD" w:rsidRDefault="001807FD" w:rsidP="008A7C7A">
      <w:pPr>
        <w:numPr>
          <w:ilvl w:val="0"/>
          <w:numId w:val="34"/>
        </w:numPr>
        <w:autoSpaceDE w:val="0"/>
        <w:autoSpaceDN w:val="0"/>
        <w:spacing w:after="0" w:line="240" w:lineRule="auto"/>
        <w:contextualSpacing/>
        <w:rPr>
          <w:rFonts w:cs="Arial"/>
        </w:rPr>
      </w:pPr>
      <w:r w:rsidRPr="001807FD">
        <w:rPr>
          <w:rFonts w:eastAsia="Times New Roman" w:cs="Arial"/>
          <w:lang w:eastAsia="cs-CZ"/>
        </w:rPr>
        <w:t>Zpracování doprovodné dokumentace v rozsahu definovaném ZTP.</w:t>
      </w:r>
    </w:p>
    <w:p w14:paraId="1C0C2724" w14:textId="77777777" w:rsidR="001807FD" w:rsidRPr="001807FD" w:rsidRDefault="001807FD" w:rsidP="001807FD">
      <w:pPr>
        <w:widowControl w:val="0"/>
        <w:autoSpaceDE w:val="0"/>
        <w:autoSpaceDN w:val="0"/>
        <w:spacing w:before="120" w:after="120" w:line="280" w:lineRule="exact"/>
        <w:jc w:val="both"/>
        <w:rPr>
          <w:rFonts w:ascii="Verdana" w:eastAsia="Times New Roman" w:hAnsi="Verdana" w:cs="Times New Roman"/>
          <w:lang w:eastAsia="cs-CZ"/>
        </w:rPr>
      </w:pPr>
      <w:r w:rsidRPr="001807FD">
        <w:rPr>
          <w:rFonts w:ascii="Verdana" w:eastAsia="Times New Roman" w:hAnsi="Verdana" w:cs="Times New Roman"/>
          <w:lang w:eastAsia="cs-CZ"/>
        </w:rPr>
        <w:t>Bližší specifikace rozsahu předmětu plnění je obsažena ve Všeobecných technických podmínkách a zvláštních technických podmínkách, které tvoří část obsahu Smlouvy a které jsou Přílohou č. 3 Smlouvy.</w:t>
      </w:r>
    </w:p>
    <w:p w14:paraId="580CCF48" w14:textId="77777777" w:rsidR="001807FD" w:rsidRPr="005E0F20" w:rsidRDefault="001807FD" w:rsidP="00C40091">
      <w:pPr>
        <w:spacing w:after="0" w:line="240" w:lineRule="auto"/>
        <w:ind w:left="426"/>
        <w:jc w:val="both"/>
        <w:rPr>
          <w:rFonts w:eastAsia="Times New Roman" w:cs="Times New Roman"/>
          <w:b/>
          <w:lang w:eastAsia="cs-CZ"/>
        </w:rPr>
      </w:pPr>
    </w:p>
    <w:p w14:paraId="117B047B" w14:textId="77777777" w:rsidR="005E0F20" w:rsidRPr="005E0F20" w:rsidRDefault="005E0F20" w:rsidP="005E0F20">
      <w:pPr>
        <w:spacing w:after="0" w:line="240" w:lineRule="auto"/>
        <w:ind w:left="426"/>
        <w:jc w:val="both"/>
        <w:rPr>
          <w:rFonts w:eastAsia="Times New Roman" w:cs="Times New Roman"/>
          <w:lang w:eastAsia="cs-CZ"/>
        </w:rPr>
      </w:pPr>
    </w:p>
    <w:p w14:paraId="37679D21"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Předmět zakázky v podrobnostech nezbytných pro zpracování nabídky je blíže specifikován v zadávací dokumentaci.</w:t>
      </w:r>
    </w:p>
    <w:p w14:paraId="1D03C88B" w14:textId="77777777" w:rsidR="005E0F20" w:rsidRDefault="005E0F20" w:rsidP="005E0F20">
      <w:pPr>
        <w:spacing w:after="0" w:line="240" w:lineRule="auto"/>
        <w:ind w:left="426"/>
        <w:jc w:val="both"/>
        <w:rPr>
          <w:rFonts w:eastAsia="Times New Roman" w:cs="Times New Roman"/>
          <w:lang w:eastAsia="cs-CZ"/>
        </w:rPr>
      </w:pPr>
    </w:p>
    <w:p w14:paraId="7BE78583" w14:textId="77777777" w:rsidR="00CA308E" w:rsidRPr="00324F00" w:rsidRDefault="00CA308E" w:rsidP="008A7C7A">
      <w:pPr>
        <w:pStyle w:val="Odstavecseseznamem"/>
        <w:numPr>
          <w:ilvl w:val="1"/>
          <w:numId w:val="33"/>
        </w:numPr>
        <w:tabs>
          <w:tab w:val="left" w:pos="1985"/>
        </w:tabs>
        <w:spacing w:after="0" w:line="240" w:lineRule="auto"/>
        <w:ind w:left="851" w:hanging="425"/>
        <w:rPr>
          <w:rFonts w:eastAsia="Times New Roman" w:cs="Times New Roman"/>
          <w:u w:val="single"/>
          <w:lang w:eastAsia="cs-CZ"/>
        </w:rPr>
      </w:pPr>
      <w:r w:rsidRPr="00324F00">
        <w:rPr>
          <w:rFonts w:eastAsia="Times New Roman" w:cs="Times New Roman"/>
          <w:u w:val="single"/>
          <w:lang w:eastAsia="cs-CZ"/>
        </w:rPr>
        <w:t>Klasifikace předmětu veřejné zakázky</w:t>
      </w:r>
    </w:p>
    <w:p w14:paraId="35312FE6" w14:textId="77777777" w:rsidR="005E0F20" w:rsidRDefault="005E0F20" w:rsidP="005E0F20">
      <w:pPr>
        <w:spacing w:after="0" w:line="240" w:lineRule="auto"/>
        <w:ind w:left="426"/>
        <w:jc w:val="both"/>
      </w:pPr>
    </w:p>
    <w:p w14:paraId="0EB4AF35" w14:textId="77777777" w:rsidR="00DB28BB" w:rsidRPr="00DB28BB" w:rsidRDefault="00DB28BB" w:rsidP="00DB28BB">
      <w:pPr>
        <w:spacing w:after="0" w:line="240" w:lineRule="auto"/>
        <w:ind w:left="426"/>
        <w:jc w:val="both"/>
        <w:rPr>
          <w:rFonts w:eastAsia="Times New Roman" w:cs="Times New Roman"/>
          <w:lang w:eastAsia="cs-CZ"/>
        </w:rPr>
      </w:pPr>
      <w:r w:rsidRPr="00DB28BB">
        <w:rPr>
          <w:rFonts w:eastAsia="Times New Roman" w:cs="Times New Roman"/>
          <w:lang w:eastAsia="cs-CZ"/>
        </w:rPr>
        <w:t>kód CPV 71322000-1 Technické projekty pro provádění stavebně inženýrských prací</w:t>
      </w:r>
    </w:p>
    <w:p w14:paraId="44B23FD2" w14:textId="77777777" w:rsidR="00DB28BB" w:rsidRPr="00DB28BB" w:rsidRDefault="00DB28BB" w:rsidP="00DB28BB">
      <w:pPr>
        <w:spacing w:after="0" w:line="240" w:lineRule="auto"/>
        <w:ind w:left="426"/>
        <w:jc w:val="both"/>
        <w:rPr>
          <w:rFonts w:eastAsia="Times New Roman" w:cs="Times New Roman"/>
          <w:lang w:eastAsia="cs-CZ"/>
        </w:rPr>
      </w:pPr>
      <w:r w:rsidRPr="00DB28BB">
        <w:rPr>
          <w:rFonts w:eastAsia="Times New Roman" w:cs="Times New Roman"/>
          <w:lang w:eastAsia="cs-CZ"/>
        </w:rPr>
        <w:t>kód CPV 71311230-2 Železniční stavitelství</w:t>
      </w:r>
    </w:p>
    <w:p w14:paraId="054744A4" w14:textId="77777777" w:rsidR="00DB28BB" w:rsidRPr="00DB28BB" w:rsidRDefault="00DB28BB" w:rsidP="00DB28BB">
      <w:pPr>
        <w:spacing w:after="0" w:line="240" w:lineRule="auto"/>
        <w:ind w:left="426"/>
        <w:jc w:val="both"/>
        <w:rPr>
          <w:rFonts w:eastAsia="Times New Roman" w:cs="Times New Roman"/>
          <w:lang w:eastAsia="cs-CZ"/>
        </w:rPr>
      </w:pPr>
      <w:r w:rsidRPr="00DB28BB">
        <w:rPr>
          <w:rFonts w:eastAsia="Times New Roman" w:cs="Times New Roman"/>
          <w:lang w:eastAsia="cs-CZ"/>
        </w:rPr>
        <w:t>kód CPV 71300000-1 Technicko-inženýrské služby</w:t>
      </w:r>
    </w:p>
    <w:p w14:paraId="1A2109E4" w14:textId="77777777" w:rsidR="00DB28BB" w:rsidRPr="00DB28BB" w:rsidRDefault="00DB28BB" w:rsidP="00DB28BB">
      <w:pPr>
        <w:spacing w:after="0" w:line="240" w:lineRule="auto"/>
        <w:ind w:left="426"/>
        <w:jc w:val="both"/>
        <w:rPr>
          <w:rFonts w:eastAsia="Times New Roman" w:cs="Times New Roman"/>
          <w:lang w:eastAsia="cs-CZ"/>
        </w:rPr>
      </w:pPr>
      <w:r w:rsidRPr="00DB28BB">
        <w:rPr>
          <w:rFonts w:eastAsia="Times New Roman" w:cs="Times New Roman"/>
          <w:lang w:eastAsia="cs-CZ"/>
        </w:rPr>
        <w:t>kód CPV 71246000-4 Určování a sestavování výkazu výměr pro stavbu</w:t>
      </w:r>
    </w:p>
    <w:p w14:paraId="137EC5BA" w14:textId="00854028" w:rsidR="00DB28BB" w:rsidRDefault="00DB28BB" w:rsidP="00DB28BB">
      <w:pPr>
        <w:spacing w:after="0" w:line="240" w:lineRule="auto"/>
        <w:ind w:left="426"/>
        <w:jc w:val="both"/>
        <w:rPr>
          <w:rFonts w:eastAsia="Times New Roman" w:cs="Times New Roman"/>
          <w:lang w:eastAsia="cs-CZ"/>
        </w:rPr>
      </w:pPr>
      <w:r w:rsidRPr="00DB28BB">
        <w:rPr>
          <w:rFonts w:eastAsia="Times New Roman" w:cs="Times New Roman"/>
          <w:lang w:eastAsia="cs-CZ"/>
        </w:rPr>
        <w:t>kód CPV 71313400-9 Posouzení vlivu stavby na životní prostředí</w:t>
      </w:r>
    </w:p>
    <w:p w14:paraId="0E4DC42B" w14:textId="77777777" w:rsidR="00DB28BB" w:rsidRPr="005E0F20" w:rsidRDefault="00DB28BB" w:rsidP="00DB28BB">
      <w:pPr>
        <w:spacing w:after="0" w:line="240" w:lineRule="auto"/>
        <w:ind w:left="426"/>
        <w:jc w:val="both"/>
        <w:rPr>
          <w:rFonts w:eastAsia="Times New Roman" w:cs="Times New Roman"/>
          <w:lang w:eastAsia="cs-CZ"/>
        </w:rPr>
      </w:pPr>
    </w:p>
    <w:p w14:paraId="3B075542" w14:textId="77777777" w:rsidR="005E0F20" w:rsidRPr="005E0F20" w:rsidRDefault="005E0F20" w:rsidP="002864B8">
      <w:pPr>
        <w:numPr>
          <w:ilvl w:val="0"/>
          <w:numId w:val="6"/>
        </w:numPr>
        <w:tabs>
          <w:tab w:val="num" w:pos="426"/>
        </w:tabs>
        <w:spacing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Obsah zadávací dokumentace</w:t>
      </w:r>
    </w:p>
    <w:p w14:paraId="235EA27D"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008C6344" w14:textId="77777777" w:rsidR="005E0F20" w:rsidRPr="005E0F20" w:rsidRDefault="005E0F20" w:rsidP="005E0F20">
      <w:pPr>
        <w:spacing w:after="0" w:line="240" w:lineRule="auto"/>
        <w:ind w:left="426"/>
        <w:jc w:val="both"/>
        <w:rPr>
          <w:rFonts w:eastAsia="Times New Roman" w:cs="Times New Roman"/>
          <w:lang w:eastAsia="cs-CZ"/>
        </w:rPr>
      </w:pPr>
    </w:p>
    <w:p w14:paraId="0F8056AD" w14:textId="5E7BEE79" w:rsidR="00EA54F5" w:rsidRDefault="005E0F20" w:rsidP="00EA54F5">
      <w:pPr>
        <w:numPr>
          <w:ilvl w:val="0"/>
          <w:numId w:val="7"/>
        </w:numPr>
        <w:spacing w:after="0" w:line="240" w:lineRule="auto"/>
        <w:ind w:left="709" w:hanging="283"/>
        <w:rPr>
          <w:rFonts w:eastAsia="Times New Roman" w:cs="Times New Roman"/>
          <w:lang w:eastAsia="cs-CZ"/>
        </w:rPr>
      </w:pPr>
      <w:r w:rsidRPr="005E0F20">
        <w:rPr>
          <w:rFonts w:eastAsia="Times New Roman" w:cs="Times New Roman"/>
          <w:lang w:eastAsia="cs-CZ"/>
        </w:rPr>
        <w:t xml:space="preserve">Výzva k </w:t>
      </w:r>
      <w:r w:rsidRPr="00AC5629">
        <w:rPr>
          <w:rFonts w:eastAsia="Times New Roman" w:cs="Times New Roman"/>
          <w:lang w:eastAsia="cs-CZ"/>
        </w:rPr>
        <w:t xml:space="preserve">podání nabídky č. j. </w:t>
      </w:r>
      <w:r w:rsidR="00AC5629" w:rsidRPr="00AC5629">
        <w:rPr>
          <w:rFonts w:eastAsia="Times New Roman" w:cs="Times New Roman"/>
          <w:lang w:eastAsia="cs-CZ"/>
        </w:rPr>
        <w:t>1080/2025-SŽ-SSV-Ú3</w:t>
      </w:r>
      <w:r w:rsidRPr="00AC5629">
        <w:rPr>
          <w:rFonts w:eastAsia="Times New Roman" w:cs="Times New Roman"/>
          <w:lang w:eastAsia="cs-CZ"/>
        </w:rPr>
        <w:t xml:space="preserve"> ze dne </w:t>
      </w:r>
      <w:r w:rsidR="00AC5629" w:rsidRPr="00AC5629">
        <w:rPr>
          <w:rFonts w:eastAsia="Times New Roman" w:cs="Times New Roman"/>
          <w:lang w:eastAsia="cs-CZ"/>
        </w:rPr>
        <w:t>23</w:t>
      </w:r>
      <w:r w:rsidR="00AC5629">
        <w:rPr>
          <w:rFonts w:eastAsia="Times New Roman" w:cs="Times New Roman"/>
          <w:lang w:eastAsia="cs-CZ"/>
        </w:rPr>
        <w:t>.1.2025</w:t>
      </w:r>
      <w:r w:rsidRPr="005E0F20">
        <w:rPr>
          <w:rFonts w:eastAsia="Times New Roman" w:cs="Times New Roman"/>
          <w:lang w:eastAsia="cs-CZ"/>
        </w:rPr>
        <w:t xml:space="preserve"> (dále jen “Výzva”), </w:t>
      </w:r>
    </w:p>
    <w:p w14:paraId="7CEEF6AD" w14:textId="17352C08" w:rsidR="00EA54F5" w:rsidRDefault="005E0F20" w:rsidP="00EA54F5">
      <w:pPr>
        <w:numPr>
          <w:ilvl w:val="0"/>
          <w:numId w:val="7"/>
        </w:numPr>
        <w:spacing w:after="0" w:line="240" w:lineRule="auto"/>
        <w:ind w:left="709" w:hanging="283"/>
        <w:rPr>
          <w:rFonts w:eastAsia="Times New Roman" w:cs="Times New Roman"/>
          <w:lang w:eastAsia="cs-CZ"/>
        </w:rPr>
      </w:pPr>
      <w:r w:rsidRPr="00EA54F5">
        <w:rPr>
          <w:rFonts w:eastAsia="Times New Roman" w:cs="Times New Roman"/>
          <w:lang w:eastAsia="cs-CZ"/>
        </w:rPr>
        <w:t>Závazný vzor Smlouvy o dílo,</w:t>
      </w:r>
    </w:p>
    <w:p w14:paraId="408EF5C7" w14:textId="537888B9" w:rsidR="00EA54F5" w:rsidRDefault="005E0F20" w:rsidP="00EA54F5">
      <w:pPr>
        <w:numPr>
          <w:ilvl w:val="0"/>
          <w:numId w:val="7"/>
        </w:numPr>
        <w:spacing w:after="0" w:line="240" w:lineRule="auto"/>
        <w:ind w:left="709" w:hanging="283"/>
        <w:rPr>
          <w:rFonts w:eastAsia="Times New Roman" w:cs="Times New Roman"/>
          <w:lang w:eastAsia="cs-CZ"/>
        </w:rPr>
      </w:pPr>
      <w:r w:rsidRPr="00EA54F5">
        <w:rPr>
          <w:rFonts w:eastAsia="Times New Roman" w:cs="Times New Roman"/>
          <w:lang w:eastAsia="cs-CZ"/>
        </w:rPr>
        <w:t xml:space="preserve">Obchodní </w:t>
      </w:r>
      <w:proofErr w:type="gramStart"/>
      <w:r w:rsidRPr="00EA54F5">
        <w:rPr>
          <w:rFonts w:eastAsia="Times New Roman" w:cs="Times New Roman"/>
          <w:lang w:eastAsia="cs-CZ"/>
        </w:rPr>
        <w:t xml:space="preserve">podmínky </w:t>
      </w:r>
      <w:r w:rsidR="003572EA">
        <w:rPr>
          <w:rFonts w:eastAsia="Times New Roman" w:cs="Times New Roman"/>
          <w:lang w:eastAsia="cs-CZ"/>
        </w:rPr>
        <w:t xml:space="preserve">- </w:t>
      </w:r>
      <w:r w:rsidR="003572EA" w:rsidRPr="00E1514B">
        <w:rPr>
          <w:b/>
        </w:rPr>
        <w:t>OP</w:t>
      </w:r>
      <w:proofErr w:type="gramEnd"/>
      <w:r w:rsidR="003572EA">
        <w:rPr>
          <w:b/>
        </w:rPr>
        <w:t>/</w:t>
      </w:r>
      <w:r w:rsidR="003572EA" w:rsidRPr="00A038E4">
        <w:rPr>
          <w:b/>
          <w:bCs/>
        </w:rPr>
        <w:t>DOKUMENTACE/04/24</w:t>
      </w:r>
      <w:r w:rsidRPr="00EA54F5">
        <w:rPr>
          <w:rFonts w:eastAsia="Times New Roman" w:cs="Times New Roman"/>
          <w:lang w:val="en-US" w:eastAsia="cs-CZ"/>
        </w:rPr>
        <w:t>,</w:t>
      </w:r>
    </w:p>
    <w:p w14:paraId="366FDBA8" w14:textId="0DF9EEFE" w:rsidR="00EA54F5" w:rsidRDefault="005E0F20" w:rsidP="00EA54F5">
      <w:pPr>
        <w:numPr>
          <w:ilvl w:val="0"/>
          <w:numId w:val="7"/>
        </w:numPr>
        <w:spacing w:after="0" w:line="240" w:lineRule="auto"/>
        <w:ind w:left="709" w:hanging="283"/>
        <w:rPr>
          <w:rFonts w:eastAsia="Times New Roman" w:cs="Times New Roman"/>
          <w:lang w:eastAsia="cs-CZ"/>
        </w:rPr>
      </w:pPr>
      <w:r w:rsidRPr="00EA54F5">
        <w:rPr>
          <w:rFonts w:eastAsia="Times New Roman" w:cs="Times New Roman"/>
          <w:lang w:eastAsia="cs-CZ"/>
        </w:rPr>
        <w:t xml:space="preserve">Všeobecné technické podmínky – </w:t>
      </w:r>
      <w:r w:rsidR="003572EA">
        <w:rPr>
          <w:rFonts w:eastAsia="Times New Roman" w:cs="Times New Roman"/>
          <w:lang w:eastAsia="cs-CZ"/>
        </w:rPr>
        <w:t>VTP/ZP/09/24</w:t>
      </w:r>
      <w:r w:rsidRPr="00EA54F5">
        <w:rPr>
          <w:rFonts w:eastAsia="Times New Roman" w:cs="Times New Roman"/>
          <w:lang w:eastAsia="cs-CZ"/>
        </w:rPr>
        <w:t>,</w:t>
      </w:r>
    </w:p>
    <w:p w14:paraId="3DDF3082" w14:textId="5CCAB2A1" w:rsidR="005E0F20" w:rsidRPr="00EA54F5" w:rsidRDefault="005E0F20" w:rsidP="00EA54F5">
      <w:pPr>
        <w:numPr>
          <w:ilvl w:val="0"/>
          <w:numId w:val="7"/>
        </w:numPr>
        <w:spacing w:after="0" w:line="240" w:lineRule="auto"/>
        <w:ind w:left="709" w:hanging="283"/>
        <w:rPr>
          <w:rFonts w:eastAsia="Times New Roman" w:cs="Times New Roman"/>
          <w:lang w:eastAsia="cs-CZ"/>
        </w:rPr>
      </w:pPr>
      <w:r w:rsidRPr="002B47FB">
        <w:rPr>
          <w:rFonts w:eastAsia="Times New Roman" w:cs="Times New Roman"/>
          <w:bCs/>
          <w:lang w:eastAsia="cs-CZ"/>
        </w:rPr>
        <w:t>Zvláštní technické podmínky</w:t>
      </w:r>
      <w:r w:rsidRPr="002B47FB">
        <w:rPr>
          <w:rFonts w:eastAsia="Times New Roman" w:cs="Times New Roman"/>
          <w:lang w:eastAsia="cs-CZ"/>
        </w:rPr>
        <w:t xml:space="preserve"> </w:t>
      </w:r>
      <w:r w:rsidRPr="00EA54F5">
        <w:rPr>
          <w:rFonts w:eastAsia="Times New Roman" w:cs="Times New Roman"/>
          <w:lang w:eastAsia="cs-CZ"/>
        </w:rPr>
        <w:t xml:space="preserve">ze dne </w:t>
      </w:r>
      <w:r w:rsidR="005C574C">
        <w:rPr>
          <w:rFonts w:eastAsia="Times New Roman" w:cs="Times New Roman"/>
          <w:bCs/>
          <w:lang w:eastAsia="cs-CZ"/>
        </w:rPr>
        <w:t>7.1.2025</w:t>
      </w:r>
      <w:r w:rsidR="00867877">
        <w:rPr>
          <w:rFonts w:eastAsia="Times New Roman" w:cs="Times New Roman"/>
          <w:bCs/>
          <w:lang w:eastAsia="cs-CZ"/>
        </w:rPr>
        <w:t xml:space="preserve"> včetně příloh v nich uvedených</w:t>
      </w:r>
    </w:p>
    <w:p w14:paraId="69CBD4DE" w14:textId="77777777" w:rsidR="005E0F20" w:rsidRPr="005E0F20" w:rsidRDefault="005E0F20" w:rsidP="005E0F20">
      <w:pPr>
        <w:spacing w:after="0" w:line="240" w:lineRule="auto"/>
        <w:ind w:left="426"/>
        <w:rPr>
          <w:rFonts w:eastAsia="Times New Roman" w:cs="Times New Roman"/>
          <w:lang w:eastAsia="cs-CZ"/>
        </w:rPr>
      </w:pPr>
    </w:p>
    <w:p w14:paraId="4BB2385E" w14:textId="77777777" w:rsidR="005E0F20" w:rsidRPr="005E0F20" w:rsidRDefault="005E0F20" w:rsidP="005E0F20">
      <w:pPr>
        <w:spacing w:after="0" w:line="240" w:lineRule="auto"/>
        <w:ind w:left="426"/>
        <w:rPr>
          <w:rFonts w:eastAsia="Times New Roman" w:cs="Times New Roman"/>
          <w:lang w:eastAsia="cs-CZ"/>
        </w:rPr>
      </w:pPr>
    </w:p>
    <w:p w14:paraId="0F294152" w14:textId="77777777" w:rsidR="005E0F20" w:rsidRPr="005E0F20" w:rsidRDefault="005E0F20" w:rsidP="002864B8">
      <w:pPr>
        <w:numPr>
          <w:ilvl w:val="0"/>
          <w:numId w:val="6"/>
        </w:numPr>
        <w:tabs>
          <w:tab w:val="num" w:pos="426"/>
        </w:tabs>
        <w:spacing w:after="120" w:line="240" w:lineRule="auto"/>
        <w:ind w:left="426" w:hanging="426"/>
        <w:jc w:val="both"/>
        <w:rPr>
          <w:rFonts w:eastAsia="Times New Roman" w:cs="Times New Roman"/>
          <w:lang w:eastAsia="cs-CZ"/>
        </w:rPr>
      </w:pPr>
      <w:r w:rsidRPr="005E0F20">
        <w:rPr>
          <w:rFonts w:eastAsia="Times New Roman" w:cs="Times New Roman"/>
          <w:b/>
          <w:u w:val="single"/>
          <w:lang w:eastAsia="cs-CZ"/>
        </w:rPr>
        <w:t xml:space="preserve">Informace o poskytnutí zadávací dokumentace </w:t>
      </w:r>
    </w:p>
    <w:p w14:paraId="36DA23B4"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dokumentace je přístupná na profilu zadavatele </w:t>
      </w:r>
      <w:hyperlink r:id="rId14" w:history="1">
        <w:r w:rsidRPr="005E0F20">
          <w:rPr>
            <w:rFonts w:eastAsia="Times New Roman" w:cs="Times New Roman"/>
            <w:color w:val="0000FF"/>
            <w:u w:val="single"/>
            <w:lang w:eastAsia="cs-CZ"/>
          </w:rPr>
          <w:t>https://zakazky.</w:t>
        </w:r>
        <w:r w:rsidR="00EB367B">
          <w:rPr>
            <w:rFonts w:eastAsia="Times New Roman" w:cs="Times New Roman"/>
            <w:color w:val="0000FF"/>
            <w:u w:val="single"/>
            <w:lang w:eastAsia="cs-CZ"/>
          </w:rPr>
          <w:t>spravazeleznic</w:t>
        </w:r>
        <w:r w:rsidRPr="005E0F20">
          <w:rPr>
            <w:rFonts w:eastAsia="Times New Roman" w:cs="Times New Roman"/>
            <w:color w:val="0000FF"/>
            <w:u w:val="single"/>
            <w:lang w:eastAsia="cs-CZ"/>
          </w:rPr>
          <w:t>.cz/</w:t>
        </w:r>
      </w:hyperlink>
      <w:r w:rsidRPr="005E0F20">
        <w:rPr>
          <w:rFonts w:eastAsia="Times New Roman" w:cs="Times New Roman"/>
          <w:lang w:eastAsia="cs-CZ"/>
        </w:rPr>
        <w:t>.</w:t>
      </w:r>
    </w:p>
    <w:p w14:paraId="699891F2" w14:textId="77777777" w:rsidR="005E0F20" w:rsidRPr="005E0F20" w:rsidRDefault="005E0F20" w:rsidP="005E0F20">
      <w:pPr>
        <w:spacing w:after="0" w:line="240" w:lineRule="auto"/>
        <w:ind w:left="426"/>
        <w:jc w:val="both"/>
        <w:rPr>
          <w:rFonts w:eastAsia="Times New Roman" w:cs="Times New Roman"/>
          <w:lang w:eastAsia="cs-CZ"/>
        </w:rPr>
      </w:pPr>
    </w:p>
    <w:p w14:paraId="1D23DDCA" w14:textId="77777777" w:rsidR="005E0F20" w:rsidRPr="005E0F20" w:rsidRDefault="005E0F20" w:rsidP="005E0F20">
      <w:pPr>
        <w:spacing w:after="0" w:line="240" w:lineRule="auto"/>
        <w:ind w:left="426"/>
        <w:jc w:val="both"/>
        <w:rPr>
          <w:rFonts w:eastAsia="Times New Roman" w:cs="Times New Roman"/>
          <w:lang w:eastAsia="cs-CZ"/>
        </w:rPr>
      </w:pPr>
    </w:p>
    <w:p w14:paraId="04003EF1" w14:textId="77777777" w:rsidR="005E0F20" w:rsidRPr="005E0F20" w:rsidRDefault="005E0F20" w:rsidP="002864B8">
      <w:pPr>
        <w:numPr>
          <w:ilvl w:val="0"/>
          <w:numId w:val="6"/>
        </w:numPr>
        <w:tabs>
          <w:tab w:val="num" w:pos="426"/>
        </w:tabs>
        <w:spacing w:after="120" w:line="240" w:lineRule="auto"/>
        <w:ind w:left="426" w:hanging="426"/>
        <w:rPr>
          <w:rFonts w:eastAsia="Times New Roman" w:cs="Times New Roman"/>
          <w:lang w:eastAsia="cs-CZ"/>
        </w:rPr>
      </w:pPr>
      <w:r w:rsidRPr="005E0F20">
        <w:rPr>
          <w:rFonts w:eastAsia="Times New Roman" w:cs="Times New Roman"/>
          <w:b/>
          <w:u w:val="single"/>
          <w:lang w:eastAsia="cs-CZ"/>
        </w:rPr>
        <w:t>Vysvětlení, změny, doplnění zadávacích podmínek</w:t>
      </w:r>
    </w:p>
    <w:p w14:paraId="187B4BA4"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je oprávněn podávat žádosti o vysvětlení zadávací dokumentace prostřednictvím elektronického nástroje E-ZAK na adrese: https://zakazky.</w:t>
      </w:r>
      <w:r w:rsidR="00EB367B">
        <w:rPr>
          <w:rFonts w:eastAsia="Times New Roman" w:cs="Times New Roman"/>
          <w:lang w:eastAsia="cs-CZ"/>
        </w:rPr>
        <w:t>spravazeleznic</w:t>
      </w:r>
      <w:r w:rsidRPr="005E0F20">
        <w:rPr>
          <w:rFonts w:eastAsia="Times New Roman" w:cs="Times New Roman"/>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w:t>
      </w:r>
      <w:proofErr w:type="gramStart"/>
      <w:r w:rsidRPr="005E0F20">
        <w:rPr>
          <w:rFonts w:eastAsia="Times New Roman" w:cs="Times New Roman"/>
          <w:lang w:eastAsia="cs-CZ"/>
        </w:rPr>
        <w:t>adrese:  https://zakazky.</w:t>
      </w:r>
      <w:r w:rsidR="00EB367B">
        <w:rPr>
          <w:rFonts w:eastAsia="Times New Roman" w:cs="Times New Roman"/>
          <w:lang w:eastAsia="cs-CZ"/>
        </w:rPr>
        <w:t>spravazeleznic</w:t>
      </w:r>
      <w:r w:rsidRPr="005E0F20">
        <w:rPr>
          <w:rFonts w:eastAsia="Times New Roman" w:cs="Times New Roman"/>
          <w:lang w:eastAsia="cs-CZ"/>
        </w:rPr>
        <w:t>.cz/</w:t>
      </w:r>
      <w:proofErr w:type="gramEnd"/>
      <w:r w:rsidRPr="005E0F20">
        <w:rPr>
          <w:rFonts w:eastAsia="Times New Roman" w:cs="Times New Roman"/>
          <w:lang w:eastAsia="cs-CZ"/>
        </w:rPr>
        <w:t xml:space="preserve">. </w:t>
      </w:r>
    </w:p>
    <w:p w14:paraId="4D118CDF" w14:textId="77777777" w:rsidR="005E0F20" w:rsidRPr="005E0F20" w:rsidRDefault="005E0F20" w:rsidP="005E0F20">
      <w:pPr>
        <w:spacing w:after="0" w:line="240" w:lineRule="auto"/>
        <w:ind w:left="426"/>
        <w:jc w:val="both"/>
        <w:rPr>
          <w:rFonts w:eastAsia="Times New Roman" w:cs="Times New Roman"/>
          <w:lang w:eastAsia="cs-CZ"/>
        </w:rPr>
      </w:pPr>
    </w:p>
    <w:p w14:paraId="6D34B12C" w14:textId="6114D960" w:rsidR="005517B2"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Písemná žádost musí být zadavateli doručena nejpozději 4 pracovní dny před uplynutím lhůty pro podání nabídek</w:t>
      </w:r>
      <w:r w:rsidR="005517B2">
        <w:rPr>
          <w:rFonts w:eastAsia="Times New Roman" w:cs="Times New Roman"/>
          <w:lang w:eastAsia="cs-CZ"/>
        </w:rPr>
        <w:t xml:space="preserve">, </w:t>
      </w:r>
      <w:r w:rsidR="005517B2">
        <w:t>jinak zadavatel není povinen vysvětlení poskytnout</w:t>
      </w:r>
      <w:r w:rsidRPr="005E0F20">
        <w:rPr>
          <w:rFonts w:eastAsia="Times New Roman" w:cs="Times New Roman"/>
          <w:lang w:eastAsia="cs-CZ"/>
        </w:rPr>
        <w:t xml:space="preserve">. </w:t>
      </w:r>
    </w:p>
    <w:p w14:paraId="6FBA34B4" w14:textId="77777777" w:rsidR="005517B2" w:rsidRDefault="005517B2" w:rsidP="005E0F20">
      <w:pPr>
        <w:spacing w:after="0" w:line="240" w:lineRule="auto"/>
        <w:ind w:left="426"/>
        <w:jc w:val="both"/>
        <w:rPr>
          <w:rFonts w:eastAsia="Times New Roman" w:cs="Times New Roman"/>
          <w:lang w:eastAsia="cs-CZ"/>
        </w:rPr>
      </w:pPr>
    </w:p>
    <w:p w14:paraId="35562CFD" w14:textId="4CAD0761" w:rsid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poskytne vysvětlení zadávací dokumentace </w:t>
      </w:r>
      <w:r w:rsidRPr="005E0F20">
        <w:rPr>
          <w:rFonts w:eastAsia="Times New Roman" w:cs="Times New Roman"/>
          <w:b/>
          <w:bCs/>
          <w:lang w:eastAsia="cs-CZ"/>
        </w:rPr>
        <w:t xml:space="preserve">nejpozději do 2 pracovních dnů po doručení žádosti podle předchozího odstavce. </w:t>
      </w:r>
      <w:r w:rsidRPr="005E0F20">
        <w:rPr>
          <w:rFonts w:eastAsia="Times New Roman" w:cs="Times New Roman"/>
          <w:lang w:eastAsia="cs-CZ"/>
        </w:rPr>
        <w:t>Pokud zadavatel na žádost o vysvětlení, která není doručena včas, vysvětlení poskytne, nemusí dodržet lhůtu uvedenou v předchozí větě.</w:t>
      </w:r>
      <w:r w:rsidR="005517B2">
        <w:rPr>
          <w:rFonts w:eastAsia="Times New Roman" w:cs="Times New Roman"/>
          <w:lang w:eastAsia="cs-CZ"/>
        </w:rPr>
        <w:t xml:space="preserve"> </w:t>
      </w:r>
      <w:r w:rsidR="005517B2" w:rsidRPr="00FD39DE">
        <w:t>Vysvětlení zadávací dokumentace může zadavatel poskytnout i bez předchozí žádosti</w:t>
      </w:r>
      <w:r w:rsidR="005517B2">
        <w:t>, a to nejméně 2 pracovní dny před uplynutím lhůty pro podání nabídek.</w:t>
      </w:r>
    </w:p>
    <w:p w14:paraId="4608C7EB" w14:textId="77777777" w:rsidR="00C83F24" w:rsidRDefault="00C83F24" w:rsidP="005E0F20">
      <w:pPr>
        <w:spacing w:after="0" w:line="240" w:lineRule="auto"/>
        <w:ind w:left="426"/>
        <w:jc w:val="both"/>
        <w:rPr>
          <w:rFonts w:eastAsia="Times New Roman" w:cs="Times New Roman"/>
          <w:lang w:eastAsia="cs-CZ"/>
        </w:rPr>
      </w:pPr>
    </w:p>
    <w:p w14:paraId="59EA4C53" w14:textId="07DB195E" w:rsidR="00C83F24" w:rsidRDefault="00C83F24" w:rsidP="00C83F24">
      <w:pPr>
        <w:spacing w:after="0" w:line="240" w:lineRule="auto"/>
        <w:ind w:left="426"/>
        <w:jc w:val="both"/>
        <w:rPr>
          <w:rFonts w:eastAsia="Times New Roman" w:cs="Times New Roman"/>
          <w:lang w:eastAsia="cs-CZ"/>
        </w:rPr>
      </w:pPr>
    </w:p>
    <w:p w14:paraId="12E99E08"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5" w:history="1">
        <w:r w:rsidRPr="005E0F20">
          <w:rPr>
            <w:rFonts w:eastAsia="Times New Roman" w:cs="Times New Roman"/>
            <w:color w:val="0000FF"/>
            <w:u w:val="single"/>
            <w:lang w:eastAsia="cs-CZ"/>
          </w:rPr>
          <w:t>https://zakazky.</w:t>
        </w:r>
        <w:r w:rsidR="00EB367B">
          <w:rPr>
            <w:rFonts w:eastAsia="Times New Roman" w:cs="Times New Roman"/>
            <w:color w:val="0000FF"/>
            <w:u w:val="single"/>
            <w:lang w:eastAsia="cs-CZ"/>
          </w:rPr>
          <w:t>spravazeleznic</w:t>
        </w:r>
        <w:r w:rsidRPr="005E0F20">
          <w:rPr>
            <w:rFonts w:eastAsia="Times New Roman" w:cs="Times New Roman"/>
            <w:color w:val="0000FF"/>
            <w:u w:val="single"/>
            <w:lang w:eastAsia="cs-CZ"/>
          </w:rPr>
          <w:t>.cz/</w:t>
        </w:r>
      </w:hyperlink>
      <w:r w:rsidRPr="005E0F20">
        <w:rPr>
          <w:rFonts w:eastAsia="Times New Roman" w:cs="Times New Roman"/>
          <w:lang w:eastAsia="cs-CZ"/>
        </w:rPr>
        <w:t>. Vysvětlení je považováno za doručené okamžikem uveřejnění.</w:t>
      </w:r>
    </w:p>
    <w:p w14:paraId="27605573" w14:textId="77777777" w:rsidR="005E0F20" w:rsidRPr="005E0F20" w:rsidRDefault="005E0F20" w:rsidP="005E0F20">
      <w:pPr>
        <w:spacing w:after="0" w:line="240" w:lineRule="auto"/>
        <w:ind w:left="426"/>
        <w:jc w:val="both"/>
        <w:rPr>
          <w:rFonts w:eastAsia="Times New Roman" w:cs="Times New Roman"/>
          <w:bCs/>
          <w:color w:val="FF0000"/>
          <w:lang w:eastAsia="cs-CZ"/>
        </w:rPr>
      </w:pPr>
    </w:p>
    <w:p w14:paraId="35BAEDA0"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5F3AEC96" w14:textId="77777777" w:rsidR="005E0F20" w:rsidRPr="005E0F20" w:rsidRDefault="005E0F20" w:rsidP="005E0F20">
      <w:pPr>
        <w:spacing w:after="0" w:line="240" w:lineRule="auto"/>
        <w:ind w:left="426"/>
        <w:jc w:val="both"/>
        <w:rPr>
          <w:rFonts w:eastAsia="Times New Roman" w:cs="Times New Roman"/>
          <w:lang w:eastAsia="cs-CZ"/>
        </w:rPr>
      </w:pPr>
    </w:p>
    <w:p w14:paraId="7293320C"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5E0F20">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3F3E45B" w14:textId="77777777" w:rsidR="005E0F20" w:rsidRPr="005E0F20" w:rsidRDefault="005E0F20" w:rsidP="005E0F20">
      <w:pPr>
        <w:spacing w:after="0" w:line="240" w:lineRule="auto"/>
        <w:ind w:left="426"/>
        <w:jc w:val="both"/>
        <w:rPr>
          <w:rFonts w:eastAsia="Times New Roman" w:cs="Times New Roman"/>
          <w:lang w:eastAsia="cs-CZ"/>
        </w:rPr>
      </w:pPr>
    </w:p>
    <w:p w14:paraId="5B18B6C6" w14:textId="77777777" w:rsidR="005E0F20" w:rsidRPr="005E0F20" w:rsidRDefault="005E0F20" w:rsidP="00325CD4">
      <w:pPr>
        <w:spacing w:after="0" w:line="240" w:lineRule="auto"/>
        <w:rPr>
          <w:rFonts w:eastAsia="Times New Roman" w:cs="Times New Roman"/>
          <w:lang w:eastAsia="cs-CZ"/>
        </w:rPr>
      </w:pPr>
    </w:p>
    <w:p w14:paraId="5E28B30D" w14:textId="77777777" w:rsidR="005E0F20" w:rsidRPr="005E0F20" w:rsidRDefault="005E0F20" w:rsidP="005E0F20">
      <w:pPr>
        <w:spacing w:after="0" w:line="240" w:lineRule="auto"/>
        <w:ind w:left="426"/>
        <w:rPr>
          <w:rFonts w:eastAsia="Times New Roman" w:cs="Times New Roman"/>
          <w:lang w:eastAsia="cs-CZ"/>
        </w:rPr>
      </w:pPr>
    </w:p>
    <w:p w14:paraId="5A69F3DB" w14:textId="77777777" w:rsidR="005E0F20" w:rsidRPr="005E0F20" w:rsidRDefault="005E0F20" w:rsidP="002864B8">
      <w:pPr>
        <w:numPr>
          <w:ilvl w:val="0"/>
          <w:numId w:val="6"/>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Doba a místo plnění VZ, způsob fakturace:</w:t>
      </w:r>
    </w:p>
    <w:p w14:paraId="2DBCF53F" w14:textId="77777777" w:rsidR="005E0F20" w:rsidRPr="00826381" w:rsidRDefault="005E0F20" w:rsidP="005E0F20">
      <w:pPr>
        <w:spacing w:after="0" w:line="240" w:lineRule="auto"/>
        <w:ind w:left="426"/>
        <w:rPr>
          <w:rFonts w:eastAsia="Times New Roman" w:cs="Times New Roman"/>
          <w:b/>
          <w:lang w:eastAsia="cs-CZ"/>
        </w:rPr>
      </w:pPr>
    </w:p>
    <w:p w14:paraId="45193FD0" w14:textId="77777777" w:rsidR="005E0F20" w:rsidRPr="00826381" w:rsidRDefault="005E0F20" w:rsidP="005E0F20">
      <w:pPr>
        <w:spacing w:after="0" w:line="240" w:lineRule="auto"/>
        <w:ind w:left="426"/>
        <w:rPr>
          <w:rFonts w:eastAsia="Times New Roman" w:cs="Times New Roman"/>
          <w:lang w:eastAsia="cs-CZ"/>
        </w:rPr>
      </w:pPr>
      <w:r w:rsidRPr="00826381">
        <w:rPr>
          <w:rFonts w:eastAsia="Times New Roman" w:cs="Times New Roman"/>
          <w:b/>
          <w:u w:val="single"/>
          <w:lang w:eastAsia="cs-CZ"/>
        </w:rPr>
        <w:t>Zahájení plnění:</w:t>
      </w:r>
      <w:r w:rsidRPr="00826381">
        <w:rPr>
          <w:rFonts w:eastAsia="Times New Roman" w:cs="Times New Roman"/>
          <w:lang w:eastAsia="cs-CZ"/>
        </w:rPr>
        <w:t xml:space="preserve"> dnem nabytí účinnosti smlouvy.</w:t>
      </w:r>
    </w:p>
    <w:p w14:paraId="74B1E4CD" w14:textId="77777777" w:rsidR="005E0F20" w:rsidRPr="005E0F20" w:rsidRDefault="005E0F20" w:rsidP="005E0F20">
      <w:pPr>
        <w:spacing w:after="0" w:line="240" w:lineRule="auto"/>
        <w:ind w:left="426"/>
        <w:rPr>
          <w:rFonts w:eastAsia="Times New Roman" w:cs="Times New Roman"/>
          <w:b/>
          <w:lang w:eastAsia="cs-CZ"/>
        </w:rPr>
      </w:pPr>
    </w:p>
    <w:p w14:paraId="67A38F4C" w14:textId="77777777" w:rsidR="005E0F20" w:rsidRDefault="005E0F20" w:rsidP="005E0F20">
      <w:pPr>
        <w:spacing w:after="0" w:line="240" w:lineRule="auto"/>
        <w:ind w:left="426"/>
        <w:rPr>
          <w:rFonts w:eastAsia="Times New Roman" w:cs="Times New Roman"/>
          <w:b/>
          <w:u w:val="single"/>
          <w:lang w:eastAsia="cs-CZ"/>
        </w:rPr>
      </w:pPr>
      <w:r w:rsidRPr="005E0F20">
        <w:rPr>
          <w:rFonts w:eastAsia="Times New Roman" w:cs="Times New Roman"/>
          <w:b/>
          <w:u w:val="single"/>
          <w:lang w:eastAsia="cs-CZ"/>
        </w:rPr>
        <w:t>Dokončení plnění:</w:t>
      </w:r>
    </w:p>
    <w:p w14:paraId="107C2ACC" w14:textId="77777777" w:rsidR="00826381" w:rsidRDefault="00826381" w:rsidP="005E0F20">
      <w:pPr>
        <w:spacing w:after="0" w:line="240" w:lineRule="auto"/>
        <w:ind w:left="426"/>
        <w:rPr>
          <w:rFonts w:eastAsia="Times New Roman" w:cs="Times New Roman"/>
          <w:b/>
          <w:u w:val="single"/>
          <w:lang w:eastAsia="cs-CZ"/>
        </w:rPr>
      </w:pPr>
    </w:p>
    <w:p w14:paraId="59674DDA" w14:textId="77777777" w:rsidR="00826381" w:rsidRDefault="00826381" w:rsidP="005E0F20">
      <w:pPr>
        <w:spacing w:after="0" w:line="240" w:lineRule="auto"/>
        <w:ind w:left="426"/>
        <w:rPr>
          <w:rFonts w:eastAsia="Times New Roman" w:cs="Times New Roman"/>
          <w:b/>
          <w:u w:val="single"/>
          <w:lang w:eastAsia="cs-CZ"/>
        </w:rPr>
      </w:pPr>
    </w:p>
    <w:p w14:paraId="43712141" w14:textId="77777777" w:rsidR="00826381" w:rsidRPr="00244CBA" w:rsidRDefault="00826381" w:rsidP="00826381">
      <w:pPr>
        <w:spacing w:after="0" w:line="240" w:lineRule="auto"/>
        <w:ind w:left="426"/>
        <w:rPr>
          <w:rFonts w:eastAsia="Times New Roman" w:cs="Times New Roman"/>
          <w:b/>
          <w:i/>
          <w:iCs/>
          <w:u w:val="single"/>
          <w:lang w:eastAsia="cs-CZ"/>
        </w:rPr>
      </w:pPr>
      <w:r w:rsidRPr="00244CBA">
        <w:rPr>
          <w:rFonts w:eastAsia="Times New Roman" w:cs="Times New Roman"/>
          <w:b/>
          <w:i/>
          <w:iCs/>
          <w:u w:val="single"/>
          <w:lang w:eastAsia="cs-CZ"/>
        </w:rPr>
        <w:t xml:space="preserve">1. dílčí etapa: </w:t>
      </w:r>
    </w:p>
    <w:p w14:paraId="6615A622" w14:textId="05E9DF59" w:rsidR="00826381" w:rsidRPr="00826381" w:rsidRDefault="00826381" w:rsidP="00CE04C1">
      <w:pPr>
        <w:spacing w:after="0" w:line="240" w:lineRule="auto"/>
        <w:ind w:left="426"/>
        <w:rPr>
          <w:rFonts w:eastAsia="Times New Roman" w:cs="Times New Roman"/>
          <w:bCs/>
          <w:lang w:eastAsia="cs-CZ"/>
        </w:rPr>
      </w:pPr>
      <w:r w:rsidRPr="00826381">
        <w:rPr>
          <w:rFonts w:eastAsia="Times New Roman" w:cs="Times New Roman"/>
          <w:bCs/>
          <w:lang w:eastAsia="cs-CZ"/>
        </w:rPr>
        <w:t xml:space="preserve">Předmět díla v </w:t>
      </w:r>
      <w:proofErr w:type="gramStart"/>
      <w:r w:rsidRPr="00826381">
        <w:rPr>
          <w:rFonts w:eastAsia="Times New Roman" w:cs="Times New Roman"/>
          <w:bCs/>
          <w:lang w:eastAsia="cs-CZ"/>
        </w:rPr>
        <w:t xml:space="preserve">rozsahu </w:t>
      </w:r>
      <w:r w:rsidR="00CE04C1">
        <w:rPr>
          <w:rFonts w:eastAsia="Times New Roman" w:cs="Times New Roman"/>
          <w:bCs/>
          <w:lang w:eastAsia="cs-CZ"/>
        </w:rPr>
        <w:t xml:space="preserve">- </w:t>
      </w:r>
      <w:r w:rsidRPr="00826381">
        <w:rPr>
          <w:rFonts w:eastAsia="Times New Roman" w:cs="Times New Roman"/>
          <w:bCs/>
          <w:lang w:eastAsia="cs-CZ"/>
        </w:rPr>
        <w:t>projednané</w:t>
      </w:r>
      <w:proofErr w:type="gramEnd"/>
      <w:r w:rsidRPr="00826381">
        <w:rPr>
          <w:rFonts w:eastAsia="Times New Roman" w:cs="Times New Roman"/>
          <w:bCs/>
          <w:lang w:eastAsia="cs-CZ"/>
        </w:rPr>
        <w:t xml:space="preserve"> technické řešení a </w:t>
      </w:r>
      <w:r w:rsidR="001A7D41" w:rsidRPr="00826381">
        <w:rPr>
          <w:rFonts w:eastAsia="Times New Roman" w:cs="Times New Roman"/>
          <w:bCs/>
          <w:lang w:eastAsia="cs-CZ"/>
        </w:rPr>
        <w:t>doprovodn</w:t>
      </w:r>
      <w:r w:rsidR="001A7D41">
        <w:rPr>
          <w:rFonts w:eastAsia="Times New Roman" w:cs="Times New Roman"/>
          <w:bCs/>
          <w:lang w:eastAsia="cs-CZ"/>
        </w:rPr>
        <w:t>á</w:t>
      </w:r>
      <w:r w:rsidR="001A7D41" w:rsidRPr="00826381">
        <w:rPr>
          <w:rFonts w:eastAsia="Times New Roman" w:cs="Times New Roman"/>
          <w:bCs/>
          <w:lang w:eastAsia="cs-CZ"/>
        </w:rPr>
        <w:t xml:space="preserve"> </w:t>
      </w:r>
      <w:r w:rsidRPr="00826381">
        <w:rPr>
          <w:rFonts w:eastAsia="Times New Roman" w:cs="Times New Roman"/>
          <w:bCs/>
          <w:lang w:eastAsia="cs-CZ"/>
        </w:rPr>
        <w:t xml:space="preserve">dokumentace včetně návrhu fyzické ochrany objektů a prostor </w:t>
      </w:r>
      <w:r w:rsidR="001A7D41">
        <w:rPr>
          <w:rFonts w:eastAsia="Times New Roman" w:cs="Times New Roman"/>
          <w:bCs/>
          <w:lang w:eastAsia="cs-CZ"/>
        </w:rPr>
        <w:t>Objednatele</w:t>
      </w:r>
      <w:r w:rsidRPr="00826381">
        <w:rPr>
          <w:rFonts w:eastAsia="Times New Roman" w:cs="Times New Roman"/>
          <w:bCs/>
          <w:lang w:eastAsia="cs-CZ"/>
        </w:rPr>
        <w:t xml:space="preserve"> </w:t>
      </w:r>
      <w:r w:rsidR="001A7D41">
        <w:rPr>
          <w:rFonts w:eastAsia="Times New Roman" w:cs="Times New Roman"/>
          <w:bCs/>
          <w:lang w:eastAsia="cs-CZ"/>
        </w:rPr>
        <w:t xml:space="preserve">dle Směrnice SŽ SM07 </w:t>
      </w:r>
      <w:r w:rsidRPr="00826381">
        <w:rPr>
          <w:rFonts w:eastAsia="Times New Roman" w:cs="Times New Roman"/>
          <w:bCs/>
          <w:lang w:eastAsia="cs-CZ"/>
        </w:rPr>
        <w:t xml:space="preserve">k odsouhlasení      </w:t>
      </w:r>
    </w:p>
    <w:p w14:paraId="3EF48830" w14:textId="72D883FD" w:rsidR="00244CBA" w:rsidRDefault="00826381" w:rsidP="00826381">
      <w:pPr>
        <w:spacing w:after="0" w:line="240" w:lineRule="auto"/>
        <w:ind w:left="426"/>
        <w:rPr>
          <w:rFonts w:eastAsia="Times New Roman" w:cs="Times New Roman"/>
          <w:bCs/>
          <w:lang w:eastAsia="cs-CZ"/>
        </w:rPr>
      </w:pPr>
      <w:r w:rsidRPr="00826381">
        <w:rPr>
          <w:rFonts w:eastAsia="Times New Roman" w:cs="Times New Roman"/>
          <w:bCs/>
          <w:lang w:eastAsia="cs-CZ"/>
        </w:rPr>
        <w:t xml:space="preserve">Bude dokončeno a předáno </w:t>
      </w:r>
      <w:r w:rsidRPr="00CE04C1">
        <w:rPr>
          <w:rFonts w:eastAsia="Times New Roman" w:cs="Times New Roman"/>
          <w:b/>
          <w:lang w:eastAsia="cs-CZ"/>
        </w:rPr>
        <w:t>do 6 měsíců</w:t>
      </w:r>
      <w:r w:rsidRPr="00826381">
        <w:rPr>
          <w:rFonts w:eastAsia="Times New Roman" w:cs="Times New Roman"/>
          <w:bCs/>
          <w:lang w:eastAsia="cs-CZ"/>
        </w:rPr>
        <w:t xml:space="preserve"> od </w:t>
      </w:r>
      <w:r w:rsidR="00244CBA">
        <w:rPr>
          <w:rFonts w:eastAsia="Times New Roman" w:cs="Times New Roman"/>
          <w:bCs/>
          <w:lang w:eastAsia="cs-CZ"/>
        </w:rPr>
        <w:t>zahájení plnění</w:t>
      </w:r>
      <w:r w:rsidRPr="00826381">
        <w:rPr>
          <w:rFonts w:eastAsia="Times New Roman" w:cs="Times New Roman"/>
          <w:bCs/>
          <w:lang w:eastAsia="cs-CZ"/>
        </w:rPr>
        <w:t xml:space="preserve"> </w:t>
      </w:r>
    </w:p>
    <w:p w14:paraId="6793594A" w14:textId="104EED5B" w:rsidR="00826381" w:rsidRPr="00826381" w:rsidRDefault="00826381" w:rsidP="00826381">
      <w:pPr>
        <w:spacing w:after="0" w:line="240" w:lineRule="auto"/>
        <w:ind w:left="426"/>
        <w:rPr>
          <w:rFonts w:eastAsia="Times New Roman" w:cs="Times New Roman"/>
          <w:bCs/>
          <w:lang w:eastAsia="cs-CZ"/>
        </w:rPr>
      </w:pPr>
      <w:r w:rsidRPr="00826381">
        <w:rPr>
          <w:rFonts w:eastAsia="Times New Roman" w:cs="Times New Roman"/>
          <w:bCs/>
          <w:lang w:eastAsia="cs-CZ"/>
        </w:rPr>
        <w:t xml:space="preserve">Fakturováno bude </w:t>
      </w:r>
      <w:r w:rsidRPr="00244CBA">
        <w:rPr>
          <w:rFonts w:eastAsia="Times New Roman" w:cs="Times New Roman"/>
          <w:b/>
          <w:lang w:eastAsia="cs-CZ"/>
        </w:rPr>
        <w:t>40 % ceny díla</w:t>
      </w:r>
    </w:p>
    <w:p w14:paraId="1AD55E27" w14:textId="77777777" w:rsidR="00826381" w:rsidRPr="00244CBA" w:rsidRDefault="00826381" w:rsidP="00826381">
      <w:pPr>
        <w:spacing w:after="0" w:line="240" w:lineRule="auto"/>
        <w:ind w:left="426"/>
        <w:rPr>
          <w:rFonts w:eastAsia="Times New Roman" w:cs="Times New Roman"/>
          <w:b/>
          <w:u w:val="single"/>
          <w:lang w:eastAsia="cs-CZ"/>
        </w:rPr>
      </w:pPr>
    </w:p>
    <w:p w14:paraId="0689B1B9" w14:textId="77777777" w:rsidR="00826381" w:rsidRPr="00244CBA" w:rsidRDefault="00826381" w:rsidP="00826381">
      <w:pPr>
        <w:spacing w:after="0" w:line="240" w:lineRule="auto"/>
        <w:ind w:left="426"/>
        <w:rPr>
          <w:rFonts w:eastAsia="Times New Roman" w:cs="Times New Roman"/>
          <w:b/>
          <w:i/>
          <w:iCs/>
          <w:u w:val="single"/>
          <w:lang w:eastAsia="cs-CZ"/>
        </w:rPr>
      </w:pPr>
      <w:r w:rsidRPr="00244CBA">
        <w:rPr>
          <w:rFonts w:eastAsia="Times New Roman" w:cs="Times New Roman"/>
          <w:b/>
          <w:i/>
          <w:iCs/>
          <w:u w:val="single"/>
          <w:lang w:eastAsia="cs-CZ"/>
        </w:rPr>
        <w:t xml:space="preserve">2. dílčí etapa: </w:t>
      </w:r>
    </w:p>
    <w:p w14:paraId="6B73B87B" w14:textId="4CD49277" w:rsidR="00826381" w:rsidRPr="00826381" w:rsidRDefault="00826381" w:rsidP="00826381">
      <w:pPr>
        <w:spacing w:after="0" w:line="240" w:lineRule="auto"/>
        <w:ind w:left="426"/>
        <w:rPr>
          <w:rFonts w:eastAsia="Times New Roman" w:cs="Times New Roman"/>
          <w:bCs/>
          <w:lang w:eastAsia="cs-CZ"/>
        </w:rPr>
      </w:pPr>
      <w:r w:rsidRPr="00826381">
        <w:rPr>
          <w:rFonts w:eastAsia="Times New Roman" w:cs="Times New Roman"/>
          <w:bCs/>
          <w:lang w:eastAsia="cs-CZ"/>
        </w:rPr>
        <w:t>Předmět díla v</w:t>
      </w:r>
      <w:r w:rsidR="00CE04C1">
        <w:rPr>
          <w:rFonts w:eastAsia="Times New Roman" w:cs="Times New Roman"/>
          <w:bCs/>
          <w:lang w:eastAsia="cs-CZ"/>
        </w:rPr>
        <w:t> </w:t>
      </w:r>
      <w:proofErr w:type="gramStart"/>
      <w:r w:rsidRPr="00826381">
        <w:rPr>
          <w:rFonts w:eastAsia="Times New Roman" w:cs="Times New Roman"/>
          <w:bCs/>
          <w:lang w:eastAsia="cs-CZ"/>
        </w:rPr>
        <w:t>rozsahu</w:t>
      </w:r>
      <w:r w:rsidR="00CE04C1">
        <w:rPr>
          <w:rFonts w:eastAsia="Times New Roman" w:cs="Times New Roman"/>
          <w:bCs/>
          <w:lang w:eastAsia="cs-CZ"/>
        </w:rPr>
        <w:t xml:space="preserve"> -</w:t>
      </w:r>
      <w:r w:rsidRPr="00826381">
        <w:rPr>
          <w:rFonts w:eastAsia="Times New Roman" w:cs="Times New Roman"/>
          <w:bCs/>
          <w:lang w:eastAsia="cs-CZ"/>
        </w:rPr>
        <w:t xml:space="preserve"> předání</w:t>
      </w:r>
      <w:proofErr w:type="gramEnd"/>
      <w:r w:rsidRPr="00826381">
        <w:rPr>
          <w:rFonts w:eastAsia="Times New Roman" w:cs="Times New Roman"/>
          <w:bCs/>
          <w:lang w:eastAsia="cs-CZ"/>
        </w:rPr>
        <w:t xml:space="preserve"> ZP+DD+EH a projektu IGP k připomínkám  </w:t>
      </w:r>
    </w:p>
    <w:p w14:paraId="51794251" w14:textId="7CD9D5E8" w:rsidR="00826381" w:rsidRPr="00826381" w:rsidRDefault="00826381" w:rsidP="00826381">
      <w:pPr>
        <w:spacing w:after="0" w:line="240" w:lineRule="auto"/>
        <w:ind w:left="426"/>
        <w:rPr>
          <w:rFonts w:eastAsia="Times New Roman" w:cs="Times New Roman"/>
          <w:bCs/>
          <w:lang w:eastAsia="cs-CZ"/>
        </w:rPr>
      </w:pPr>
      <w:r w:rsidRPr="00826381">
        <w:rPr>
          <w:rFonts w:eastAsia="Times New Roman" w:cs="Times New Roman"/>
          <w:bCs/>
          <w:lang w:eastAsia="cs-CZ"/>
        </w:rPr>
        <w:t xml:space="preserve">Bude dokončeno a předáno </w:t>
      </w:r>
      <w:r w:rsidRPr="00CE04C1">
        <w:rPr>
          <w:rFonts w:eastAsia="Times New Roman" w:cs="Times New Roman"/>
          <w:b/>
          <w:lang w:eastAsia="cs-CZ"/>
        </w:rPr>
        <w:t>do 2 měsíců</w:t>
      </w:r>
      <w:r w:rsidRPr="00826381">
        <w:rPr>
          <w:rFonts w:eastAsia="Times New Roman" w:cs="Times New Roman"/>
          <w:bCs/>
          <w:lang w:eastAsia="cs-CZ"/>
        </w:rPr>
        <w:t xml:space="preserve"> od pokynu objednatele</w:t>
      </w:r>
      <w:r w:rsidR="001A7D41">
        <w:rPr>
          <w:rFonts w:eastAsia="Times New Roman" w:cs="Times New Roman"/>
          <w:bCs/>
          <w:lang w:eastAsia="cs-CZ"/>
        </w:rPr>
        <w:t xml:space="preserve"> k zahájení 2. dílčí etapy</w:t>
      </w:r>
    </w:p>
    <w:p w14:paraId="33F1EC2D" w14:textId="77777777" w:rsidR="00826381" w:rsidRDefault="00826381" w:rsidP="00826381">
      <w:pPr>
        <w:spacing w:after="0" w:line="240" w:lineRule="auto"/>
        <w:ind w:left="426"/>
        <w:rPr>
          <w:rFonts w:eastAsia="Times New Roman" w:cs="Times New Roman"/>
          <w:b/>
          <w:lang w:eastAsia="cs-CZ"/>
        </w:rPr>
      </w:pPr>
      <w:r w:rsidRPr="00826381">
        <w:rPr>
          <w:rFonts w:eastAsia="Times New Roman" w:cs="Times New Roman"/>
          <w:bCs/>
          <w:lang w:eastAsia="cs-CZ"/>
        </w:rPr>
        <w:t xml:space="preserve">Fakturováno bude </w:t>
      </w:r>
      <w:r w:rsidRPr="00CE04C1">
        <w:rPr>
          <w:rFonts w:eastAsia="Times New Roman" w:cs="Times New Roman"/>
          <w:b/>
          <w:lang w:eastAsia="cs-CZ"/>
        </w:rPr>
        <w:t>20 % ceny díla</w:t>
      </w:r>
    </w:p>
    <w:p w14:paraId="6352F5D9" w14:textId="77777777" w:rsidR="002C2C37" w:rsidRPr="00826381" w:rsidRDefault="002C2C37" w:rsidP="00826381">
      <w:pPr>
        <w:spacing w:after="0" w:line="240" w:lineRule="auto"/>
        <w:ind w:left="426"/>
        <w:rPr>
          <w:rFonts w:eastAsia="Times New Roman" w:cs="Times New Roman"/>
          <w:bCs/>
          <w:lang w:eastAsia="cs-CZ"/>
        </w:rPr>
      </w:pPr>
    </w:p>
    <w:p w14:paraId="62FE5083" w14:textId="77777777" w:rsidR="00826381" w:rsidRPr="00826381" w:rsidRDefault="00826381" w:rsidP="00826381">
      <w:pPr>
        <w:spacing w:after="0" w:line="240" w:lineRule="auto"/>
        <w:ind w:left="426"/>
        <w:rPr>
          <w:rFonts w:eastAsia="Times New Roman" w:cs="Times New Roman"/>
          <w:bCs/>
          <w:lang w:eastAsia="cs-CZ"/>
        </w:rPr>
      </w:pPr>
    </w:p>
    <w:p w14:paraId="5163AD72" w14:textId="77777777" w:rsidR="00826381" w:rsidRPr="00244CBA" w:rsidRDefault="00826381" w:rsidP="00826381">
      <w:pPr>
        <w:spacing w:after="0" w:line="240" w:lineRule="auto"/>
        <w:ind w:left="426"/>
        <w:rPr>
          <w:rFonts w:eastAsia="Times New Roman" w:cs="Times New Roman"/>
          <w:b/>
          <w:i/>
          <w:iCs/>
          <w:u w:val="single"/>
          <w:lang w:eastAsia="cs-CZ"/>
        </w:rPr>
      </w:pPr>
      <w:r w:rsidRPr="00244CBA">
        <w:rPr>
          <w:rFonts w:eastAsia="Times New Roman" w:cs="Times New Roman"/>
          <w:b/>
          <w:i/>
          <w:iCs/>
          <w:u w:val="single"/>
          <w:lang w:eastAsia="cs-CZ"/>
        </w:rPr>
        <w:t xml:space="preserve">3. dílčí etapa: </w:t>
      </w:r>
    </w:p>
    <w:p w14:paraId="7801D1EA" w14:textId="329AE7D3" w:rsidR="00826381" w:rsidRPr="00826381" w:rsidRDefault="00826381" w:rsidP="00826381">
      <w:pPr>
        <w:spacing w:after="0" w:line="240" w:lineRule="auto"/>
        <w:ind w:left="426"/>
        <w:rPr>
          <w:rFonts w:eastAsia="Times New Roman" w:cs="Times New Roman"/>
          <w:bCs/>
          <w:lang w:eastAsia="cs-CZ"/>
        </w:rPr>
      </w:pPr>
      <w:r w:rsidRPr="00826381">
        <w:rPr>
          <w:rFonts w:eastAsia="Times New Roman" w:cs="Times New Roman"/>
          <w:bCs/>
          <w:lang w:eastAsia="cs-CZ"/>
        </w:rPr>
        <w:t xml:space="preserve">Předmět díla v </w:t>
      </w:r>
      <w:proofErr w:type="gramStart"/>
      <w:r w:rsidRPr="00826381">
        <w:rPr>
          <w:rFonts w:eastAsia="Times New Roman" w:cs="Times New Roman"/>
          <w:bCs/>
          <w:lang w:eastAsia="cs-CZ"/>
        </w:rPr>
        <w:t xml:space="preserve">rozsahu </w:t>
      </w:r>
      <w:r w:rsidR="00CE04C1">
        <w:rPr>
          <w:rFonts w:eastAsia="Times New Roman" w:cs="Times New Roman"/>
          <w:bCs/>
          <w:lang w:eastAsia="cs-CZ"/>
        </w:rPr>
        <w:t xml:space="preserve">- </w:t>
      </w:r>
      <w:r w:rsidRPr="00826381">
        <w:rPr>
          <w:rFonts w:eastAsia="Times New Roman" w:cs="Times New Roman"/>
          <w:bCs/>
          <w:lang w:eastAsia="cs-CZ"/>
        </w:rPr>
        <w:t>předání</w:t>
      </w:r>
      <w:proofErr w:type="gramEnd"/>
      <w:r w:rsidRPr="00826381">
        <w:rPr>
          <w:rFonts w:eastAsia="Times New Roman" w:cs="Times New Roman"/>
          <w:bCs/>
          <w:lang w:eastAsia="cs-CZ"/>
        </w:rPr>
        <w:t xml:space="preserve"> ZP+DD+EH a projektu IGP se zapracováním připomínek  </w:t>
      </w:r>
    </w:p>
    <w:p w14:paraId="78DF0699" w14:textId="0BF9FC40" w:rsidR="00826381" w:rsidRPr="00826381" w:rsidRDefault="00826381" w:rsidP="00826381">
      <w:pPr>
        <w:spacing w:after="0" w:line="240" w:lineRule="auto"/>
        <w:ind w:left="426"/>
        <w:rPr>
          <w:rFonts w:eastAsia="Times New Roman" w:cs="Times New Roman"/>
          <w:bCs/>
          <w:lang w:eastAsia="cs-CZ"/>
        </w:rPr>
      </w:pPr>
      <w:r w:rsidRPr="00826381">
        <w:rPr>
          <w:rFonts w:eastAsia="Times New Roman" w:cs="Times New Roman"/>
          <w:bCs/>
          <w:lang w:eastAsia="cs-CZ"/>
        </w:rPr>
        <w:t xml:space="preserve">Bude dokončeno a předáno </w:t>
      </w:r>
      <w:r w:rsidRPr="00CE04C1">
        <w:rPr>
          <w:rFonts w:eastAsia="Times New Roman" w:cs="Times New Roman"/>
          <w:b/>
          <w:lang w:eastAsia="cs-CZ"/>
        </w:rPr>
        <w:t>do 2 měsíců</w:t>
      </w:r>
      <w:r w:rsidRPr="00826381">
        <w:rPr>
          <w:rFonts w:eastAsia="Times New Roman" w:cs="Times New Roman"/>
          <w:bCs/>
          <w:lang w:eastAsia="cs-CZ"/>
        </w:rPr>
        <w:t xml:space="preserve"> od pokynu objednatele o ukončení</w:t>
      </w:r>
      <w:r w:rsidR="00244CBA">
        <w:rPr>
          <w:rFonts w:eastAsia="Times New Roman" w:cs="Times New Roman"/>
          <w:bCs/>
          <w:lang w:eastAsia="cs-CZ"/>
        </w:rPr>
        <w:t xml:space="preserve"> </w:t>
      </w:r>
      <w:r w:rsidRPr="00826381">
        <w:rPr>
          <w:rFonts w:eastAsia="Times New Roman" w:cs="Times New Roman"/>
          <w:bCs/>
          <w:lang w:eastAsia="cs-CZ"/>
        </w:rPr>
        <w:t>připomínkového řízení dle SM62</w:t>
      </w:r>
    </w:p>
    <w:p w14:paraId="1F0D20E2" w14:textId="77777777" w:rsidR="00826381" w:rsidRPr="00826381" w:rsidRDefault="00826381" w:rsidP="00826381">
      <w:pPr>
        <w:spacing w:after="0" w:line="240" w:lineRule="auto"/>
        <w:ind w:left="426"/>
        <w:rPr>
          <w:rFonts w:eastAsia="Times New Roman" w:cs="Times New Roman"/>
          <w:bCs/>
          <w:lang w:eastAsia="cs-CZ"/>
        </w:rPr>
      </w:pPr>
      <w:r w:rsidRPr="00826381">
        <w:rPr>
          <w:rFonts w:eastAsia="Times New Roman" w:cs="Times New Roman"/>
          <w:bCs/>
          <w:lang w:eastAsia="cs-CZ"/>
        </w:rPr>
        <w:t xml:space="preserve">Fakturováno bude </w:t>
      </w:r>
      <w:r w:rsidRPr="00244CBA">
        <w:rPr>
          <w:rFonts w:eastAsia="Times New Roman" w:cs="Times New Roman"/>
          <w:b/>
          <w:lang w:eastAsia="cs-CZ"/>
        </w:rPr>
        <w:t>30 % ceny díla</w:t>
      </w:r>
    </w:p>
    <w:p w14:paraId="55B336F9" w14:textId="77777777" w:rsidR="00826381" w:rsidRPr="00826381" w:rsidRDefault="00826381" w:rsidP="00826381">
      <w:pPr>
        <w:spacing w:after="0" w:line="240" w:lineRule="auto"/>
        <w:ind w:left="426"/>
        <w:rPr>
          <w:rFonts w:eastAsia="Times New Roman" w:cs="Times New Roman"/>
          <w:bCs/>
          <w:lang w:eastAsia="cs-CZ"/>
        </w:rPr>
      </w:pPr>
    </w:p>
    <w:p w14:paraId="5750C320" w14:textId="7F17DFEE" w:rsidR="00826381" w:rsidRPr="00244CBA" w:rsidRDefault="00B17CCE" w:rsidP="00826381">
      <w:pPr>
        <w:spacing w:after="0" w:line="240" w:lineRule="auto"/>
        <w:ind w:left="426"/>
        <w:rPr>
          <w:rFonts w:eastAsia="Times New Roman" w:cs="Times New Roman"/>
          <w:b/>
          <w:i/>
          <w:iCs/>
          <w:u w:val="single"/>
          <w:lang w:eastAsia="cs-CZ"/>
        </w:rPr>
      </w:pPr>
      <w:r>
        <w:rPr>
          <w:rFonts w:eastAsia="Times New Roman" w:cs="Times New Roman"/>
          <w:b/>
          <w:i/>
          <w:iCs/>
          <w:u w:val="single"/>
          <w:lang w:eastAsia="cs-CZ"/>
        </w:rPr>
        <w:t>4. dílčí etapa</w:t>
      </w:r>
      <w:r w:rsidR="00826381" w:rsidRPr="00244CBA">
        <w:rPr>
          <w:rFonts w:eastAsia="Times New Roman" w:cs="Times New Roman"/>
          <w:b/>
          <w:i/>
          <w:iCs/>
          <w:u w:val="single"/>
          <w:lang w:eastAsia="cs-CZ"/>
        </w:rPr>
        <w:t xml:space="preserve">: </w:t>
      </w:r>
    </w:p>
    <w:p w14:paraId="505A8634" w14:textId="64A799B8" w:rsidR="00826381" w:rsidRPr="00826381" w:rsidRDefault="00826381" w:rsidP="00826381">
      <w:pPr>
        <w:spacing w:after="0" w:line="240" w:lineRule="auto"/>
        <w:ind w:left="426"/>
        <w:rPr>
          <w:rFonts w:eastAsia="Times New Roman" w:cs="Times New Roman"/>
          <w:bCs/>
          <w:lang w:eastAsia="cs-CZ"/>
        </w:rPr>
      </w:pPr>
      <w:r w:rsidRPr="00826381">
        <w:rPr>
          <w:rFonts w:eastAsia="Times New Roman" w:cs="Times New Roman"/>
          <w:bCs/>
          <w:lang w:eastAsia="cs-CZ"/>
        </w:rPr>
        <w:t xml:space="preserve">Předmět díla v rozsahu předání ZP+DD+EH se zapracováním připomínek CK MD </w:t>
      </w:r>
    </w:p>
    <w:p w14:paraId="3BDB6217" w14:textId="34737C23" w:rsidR="00826381" w:rsidRPr="00826381" w:rsidRDefault="00826381" w:rsidP="00826381">
      <w:pPr>
        <w:spacing w:after="0" w:line="240" w:lineRule="auto"/>
        <w:ind w:left="426"/>
        <w:rPr>
          <w:rFonts w:eastAsia="Times New Roman" w:cs="Times New Roman"/>
          <w:bCs/>
          <w:lang w:eastAsia="cs-CZ"/>
        </w:rPr>
      </w:pPr>
      <w:r w:rsidRPr="00826381">
        <w:rPr>
          <w:rFonts w:eastAsia="Times New Roman" w:cs="Times New Roman"/>
          <w:bCs/>
          <w:lang w:eastAsia="cs-CZ"/>
        </w:rPr>
        <w:t xml:space="preserve">Bude dokončeno a předáno </w:t>
      </w:r>
      <w:r w:rsidRPr="00244CBA">
        <w:rPr>
          <w:rFonts w:eastAsia="Times New Roman" w:cs="Times New Roman"/>
          <w:b/>
          <w:lang w:eastAsia="cs-CZ"/>
        </w:rPr>
        <w:t>do 1 měsíce</w:t>
      </w:r>
      <w:r w:rsidRPr="00826381">
        <w:rPr>
          <w:rFonts w:eastAsia="Times New Roman" w:cs="Times New Roman"/>
          <w:bCs/>
          <w:lang w:eastAsia="cs-CZ"/>
        </w:rPr>
        <w:t xml:space="preserve"> od pokynu objednatele</w:t>
      </w:r>
      <w:r w:rsidR="00912FFD">
        <w:rPr>
          <w:rFonts w:eastAsia="Times New Roman" w:cs="Times New Roman"/>
          <w:bCs/>
          <w:lang w:eastAsia="cs-CZ"/>
        </w:rPr>
        <w:t xml:space="preserve"> o zapracování připomínek CK MD</w:t>
      </w:r>
    </w:p>
    <w:p w14:paraId="26BFA022" w14:textId="60045E2F" w:rsidR="00826381" w:rsidRPr="00826381" w:rsidRDefault="00912FFD" w:rsidP="00826381">
      <w:pPr>
        <w:spacing w:after="0" w:line="240" w:lineRule="auto"/>
        <w:ind w:left="426"/>
        <w:rPr>
          <w:rFonts w:eastAsia="Times New Roman" w:cs="Times New Roman"/>
          <w:bCs/>
          <w:lang w:eastAsia="cs-CZ"/>
        </w:rPr>
      </w:pPr>
      <w:r>
        <w:rPr>
          <w:rFonts w:eastAsia="Times New Roman" w:cs="Times New Roman"/>
          <w:bCs/>
          <w:lang w:eastAsia="cs-CZ"/>
        </w:rPr>
        <w:t xml:space="preserve">Fakturováno </w:t>
      </w:r>
      <w:proofErr w:type="gramStart"/>
      <w:r>
        <w:rPr>
          <w:rFonts w:eastAsia="Times New Roman" w:cs="Times New Roman"/>
          <w:bCs/>
          <w:lang w:eastAsia="cs-CZ"/>
        </w:rPr>
        <w:t xml:space="preserve">bude </w:t>
      </w:r>
      <w:r w:rsidR="00826381" w:rsidRPr="00826381">
        <w:rPr>
          <w:rFonts w:eastAsia="Times New Roman" w:cs="Times New Roman"/>
          <w:bCs/>
          <w:lang w:eastAsia="cs-CZ"/>
        </w:rPr>
        <w:t xml:space="preserve"> </w:t>
      </w:r>
      <w:r w:rsidRPr="00244CBA">
        <w:rPr>
          <w:rFonts w:eastAsia="Times New Roman" w:cs="Times New Roman"/>
          <w:b/>
          <w:lang w:eastAsia="cs-CZ"/>
        </w:rPr>
        <w:t>10</w:t>
      </w:r>
      <w:proofErr w:type="gramEnd"/>
      <w:r w:rsidRPr="00244CBA">
        <w:rPr>
          <w:rFonts w:eastAsia="Times New Roman" w:cs="Times New Roman"/>
          <w:b/>
          <w:lang w:eastAsia="cs-CZ"/>
        </w:rPr>
        <w:t xml:space="preserve"> % ceny díla</w:t>
      </w:r>
      <w:r w:rsidRPr="00826381">
        <w:rPr>
          <w:rFonts w:eastAsia="Times New Roman" w:cs="Times New Roman"/>
          <w:bCs/>
          <w:lang w:eastAsia="cs-CZ"/>
        </w:rPr>
        <w:t xml:space="preserve"> </w:t>
      </w:r>
    </w:p>
    <w:p w14:paraId="08BD3626" w14:textId="77777777" w:rsidR="005E0F20" w:rsidRPr="005E0F20" w:rsidRDefault="005E0F20" w:rsidP="005E0F20">
      <w:pPr>
        <w:spacing w:after="0" w:line="240" w:lineRule="auto"/>
        <w:ind w:left="426"/>
        <w:rPr>
          <w:rFonts w:eastAsia="Times New Roman" w:cs="Times New Roman"/>
          <w:b/>
          <w:lang w:eastAsia="cs-CZ"/>
        </w:rPr>
      </w:pPr>
    </w:p>
    <w:p w14:paraId="3650874C" w14:textId="77777777" w:rsidR="005E0F20" w:rsidRPr="005E0F20" w:rsidRDefault="005E0F20" w:rsidP="005E0F20">
      <w:pPr>
        <w:spacing w:after="0" w:line="240" w:lineRule="auto"/>
        <w:ind w:left="426"/>
        <w:jc w:val="both"/>
        <w:rPr>
          <w:rFonts w:eastAsia="Times New Roman" w:cs="Times New Roman"/>
          <w:b/>
          <w:lang w:eastAsia="cs-CZ"/>
        </w:rPr>
      </w:pPr>
      <w:r w:rsidRPr="005E0F20">
        <w:rPr>
          <w:rFonts w:eastAsia="Times New Roman" w:cs="Times New Roman"/>
          <w:b/>
          <w:lang w:eastAsia="cs-CZ"/>
        </w:rPr>
        <w:t xml:space="preserve">    </w:t>
      </w:r>
    </w:p>
    <w:p w14:paraId="4A634E5E" w14:textId="77777777" w:rsidR="005E0F20" w:rsidRPr="005E0F20" w:rsidRDefault="005E0F20" w:rsidP="005E0F20">
      <w:pPr>
        <w:spacing w:after="0" w:line="240" w:lineRule="auto"/>
        <w:ind w:left="426"/>
        <w:rPr>
          <w:rFonts w:eastAsia="Times New Roman" w:cs="Times New Roman"/>
          <w:u w:val="single"/>
          <w:lang w:eastAsia="cs-CZ"/>
        </w:rPr>
      </w:pPr>
      <w:r w:rsidRPr="005E0F20">
        <w:rPr>
          <w:rFonts w:eastAsia="Times New Roman" w:cs="Times New Roman"/>
          <w:b/>
          <w:u w:val="single"/>
          <w:lang w:eastAsia="cs-CZ"/>
        </w:rPr>
        <w:t>Místo plnění:</w:t>
      </w:r>
      <w:r w:rsidRPr="005E0F20">
        <w:rPr>
          <w:rFonts w:eastAsia="Times New Roman" w:cs="Times New Roman"/>
          <w:u w:val="single"/>
          <w:lang w:eastAsia="cs-CZ"/>
        </w:rPr>
        <w:t xml:space="preserve">  </w:t>
      </w:r>
    </w:p>
    <w:p w14:paraId="5EC24B3B" w14:textId="77777777" w:rsidR="005E0F20" w:rsidRPr="005E0F20" w:rsidRDefault="005E0F20" w:rsidP="005E0F20">
      <w:pPr>
        <w:spacing w:after="0" w:line="240" w:lineRule="auto"/>
        <w:ind w:left="426"/>
        <w:rPr>
          <w:rFonts w:eastAsia="Times New Roman" w:cs="Times New Roman"/>
          <w:lang w:eastAsia="cs-CZ"/>
        </w:rPr>
      </w:pPr>
    </w:p>
    <w:p w14:paraId="5ECD0387" w14:textId="490B5502" w:rsidR="005E0F20" w:rsidRPr="005E0F20" w:rsidRDefault="005E0F20" w:rsidP="008A7C7A">
      <w:pPr>
        <w:numPr>
          <w:ilvl w:val="0"/>
          <w:numId w:val="15"/>
        </w:numPr>
        <w:spacing w:after="0" w:line="240" w:lineRule="auto"/>
        <w:rPr>
          <w:rFonts w:eastAsia="Times New Roman" w:cs="Times New Roman"/>
          <w:lang w:eastAsia="cs-CZ"/>
        </w:rPr>
      </w:pPr>
      <w:r w:rsidRPr="005E0F20">
        <w:rPr>
          <w:rFonts w:eastAsia="Times New Roman" w:cs="Times New Roman"/>
          <w:lang w:eastAsia="cs-CZ"/>
        </w:rPr>
        <w:t xml:space="preserve">Správa </w:t>
      </w:r>
      <w:r w:rsidR="00DA3D33">
        <w:rPr>
          <w:rFonts w:eastAsia="Times New Roman" w:cs="Times New Roman"/>
          <w:lang w:eastAsia="cs-CZ"/>
        </w:rPr>
        <w:t>železnic</w:t>
      </w:r>
      <w:r w:rsidRPr="005E0F20">
        <w:rPr>
          <w:rFonts w:eastAsia="Times New Roman" w:cs="Times New Roman"/>
          <w:lang w:eastAsia="cs-CZ"/>
        </w:rPr>
        <w:t xml:space="preserve">, státní organizace, Stavební správa východ, Nerudova </w:t>
      </w:r>
      <w:r w:rsidR="0040208D">
        <w:rPr>
          <w:rFonts w:eastAsia="Times New Roman" w:cs="Times New Roman"/>
          <w:lang w:eastAsia="cs-CZ"/>
        </w:rPr>
        <w:t>773/</w:t>
      </w:r>
      <w:r w:rsidRPr="005E0F20">
        <w:rPr>
          <w:rFonts w:eastAsia="Times New Roman" w:cs="Times New Roman"/>
          <w:lang w:eastAsia="cs-CZ"/>
        </w:rPr>
        <w:t>1, 779 00 Olomouc</w:t>
      </w:r>
      <w:r w:rsidR="00244CBA">
        <w:rPr>
          <w:rFonts w:eastAsia="Times New Roman" w:cs="Times New Roman"/>
          <w:lang w:eastAsia="cs-CZ"/>
        </w:rPr>
        <w:t>.</w:t>
      </w:r>
    </w:p>
    <w:p w14:paraId="7A0D3DDD" w14:textId="77777777" w:rsidR="005E0F20" w:rsidRPr="005E0F20" w:rsidRDefault="005E0F20" w:rsidP="005E0F20">
      <w:pPr>
        <w:overflowPunct w:val="0"/>
        <w:autoSpaceDE w:val="0"/>
        <w:autoSpaceDN w:val="0"/>
        <w:adjustRightInd w:val="0"/>
        <w:spacing w:after="0" w:line="320" w:lineRule="atLeast"/>
        <w:jc w:val="both"/>
        <w:rPr>
          <w:rFonts w:eastAsia="Times New Roman" w:cs="Times New Roman"/>
          <w:b/>
          <w:lang w:eastAsia="cs-CZ"/>
        </w:rPr>
      </w:pPr>
    </w:p>
    <w:p w14:paraId="690B2FBC" w14:textId="77777777" w:rsidR="005E0F20" w:rsidRPr="005E0F20" w:rsidRDefault="005E0F20" w:rsidP="002864B8">
      <w:pPr>
        <w:numPr>
          <w:ilvl w:val="0"/>
          <w:numId w:val="6"/>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Způsob plnění:</w:t>
      </w:r>
      <w:r w:rsidR="007A26ED">
        <w:rPr>
          <w:rFonts w:eastAsia="Times New Roman" w:cs="Times New Roman"/>
          <w:b/>
          <w:u w:val="single"/>
          <w:lang w:eastAsia="cs-CZ"/>
        </w:rPr>
        <w:t xml:space="preserve"> </w:t>
      </w:r>
    </w:p>
    <w:p w14:paraId="6D33213A" w14:textId="22D73B1D" w:rsidR="00B82AF8" w:rsidRPr="00B17CCE" w:rsidRDefault="00B82AF8" w:rsidP="005E0F20">
      <w:pPr>
        <w:spacing w:after="0" w:line="240" w:lineRule="auto"/>
        <w:ind w:left="360"/>
        <w:rPr>
          <w:rFonts w:eastAsia="Times New Roman" w:cs="Times New Roman"/>
          <w:i/>
          <w:lang w:eastAsia="cs-CZ"/>
        </w:rPr>
      </w:pPr>
      <w:r w:rsidRPr="00EB42B4">
        <w:rPr>
          <w:rFonts w:eastAsia="Times New Roman" w:cs="Times New Roman"/>
          <w:lang w:eastAsia="cs-CZ"/>
        </w:rPr>
        <w:t>Způ</w:t>
      </w:r>
      <w:r w:rsidR="00EB42B4" w:rsidRPr="00EB42B4">
        <w:rPr>
          <w:rFonts w:eastAsia="Times New Roman" w:cs="Times New Roman"/>
          <w:lang w:eastAsia="cs-CZ"/>
        </w:rPr>
        <w:t>sob plnění je upraven v čl</w:t>
      </w:r>
      <w:r w:rsidR="00EB42B4" w:rsidRPr="00B17CCE">
        <w:rPr>
          <w:rFonts w:eastAsia="Times New Roman" w:cs="Times New Roman"/>
          <w:lang w:eastAsia="cs-CZ"/>
        </w:rPr>
        <w:t>.</w:t>
      </w:r>
      <w:r w:rsidR="00A0166C" w:rsidRPr="00B17CCE">
        <w:rPr>
          <w:rFonts w:eastAsia="Times New Roman" w:cs="Times New Roman"/>
          <w:lang w:eastAsia="cs-CZ"/>
        </w:rPr>
        <w:t xml:space="preserve"> </w:t>
      </w:r>
      <w:r w:rsidR="00A0166C" w:rsidRPr="00B17CCE">
        <w:t xml:space="preserve">3. </w:t>
      </w:r>
      <w:r w:rsidR="00B17CCE" w:rsidRPr="00B17CCE">
        <w:t>Všeobecných technických podmínek „Projednání a odevzdání dokumentace“.</w:t>
      </w:r>
    </w:p>
    <w:p w14:paraId="5D8E976B" w14:textId="77777777" w:rsidR="00B82AF8" w:rsidRDefault="00B82AF8" w:rsidP="005E0F20">
      <w:pPr>
        <w:spacing w:after="0" w:line="240" w:lineRule="auto"/>
        <w:ind w:left="360"/>
        <w:rPr>
          <w:rFonts w:eastAsia="Times New Roman" w:cs="Times New Roman"/>
          <w:i/>
          <w:color w:val="FF0000"/>
          <w:lang w:eastAsia="cs-CZ"/>
        </w:rPr>
      </w:pPr>
    </w:p>
    <w:p w14:paraId="4253CCB2" w14:textId="77777777" w:rsidR="005E0F20" w:rsidRPr="005E0F20" w:rsidRDefault="005E0F20" w:rsidP="002864B8">
      <w:pPr>
        <w:numPr>
          <w:ilvl w:val="0"/>
          <w:numId w:val="6"/>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Požadavky na kvalifikaci dodavatele:</w:t>
      </w:r>
    </w:p>
    <w:p w14:paraId="23E0A6ED"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prokáže splnění kvalifikace tak, že ke své nabídce přiloží níže uvedené doklady, jimiž doloží splnění požadované kvalifikace.</w:t>
      </w:r>
    </w:p>
    <w:p w14:paraId="7C7098E7" w14:textId="77777777" w:rsidR="005E0F20" w:rsidRPr="005E0F20" w:rsidRDefault="005E0F20" w:rsidP="005E0F20">
      <w:pPr>
        <w:spacing w:after="0" w:line="240" w:lineRule="auto"/>
        <w:ind w:left="426"/>
        <w:jc w:val="both"/>
        <w:rPr>
          <w:rFonts w:eastAsia="Times New Roman" w:cs="Times New Roman"/>
          <w:lang w:eastAsia="cs-CZ"/>
        </w:rPr>
      </w:pPr>
    </w:p>
    <w:p w14:paraId="06A6C8B6" w14:textId="77777777" w:rsidR="005E0F20" w:rsidRPr="005E0F20" w:rsidRDefault="005E0F20" w:rsidP="008A7C7A">
      <w:pPr>
        <w:numPr>
          <w:ilvl w:val="0"/>
          <w:numId w:val="18"/>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Základní způsobilost</w:t>
      </w:r>
    </w:p>
    <w:p w14:paraId="476EAC15" w14:textId="77777777" w:rsidR="005E0F20" w:rsidRPr="005E0F20" w:rsidRDefault="005E0F20" w:rsidP="005E0F20">
      <w:pPr>
        <w:spacing w:after="0" w:line="240" w:lineRule="auto"/>
        <w:ind w:firstLine="426"/>
        <w:jc w:val="both"/>
        <w:rPr>
          <w:rFonts w:eastAsia="Times New Roman" w:cs="Times New Roman"/>
          <w:lang w:eastAsia="cs-CZ"/>
        </w:rPr>
      </w:pPr>
    </w:p>
    <w:p w14:paraId="7BCC83C8" w14:textId="77777777" w:rsidR="005E0F20" w:rsidRPr="005E0F20" w:rsidRDefault="005E0F20" w:rsidP="005E0F20">
      <w:pPr>
        <w:spacing w:after="0" w:line="240" w:lineRule="auto"/>
        <w:ind w:firstLine="426"/>
        <w:jc w:val="both"/>
        <w:rPr>
          <w:rFonts w:eastAsia="Times New Roman" w:cs="Times New Roman"/>
          <w:lang w:eastAsia="cs-CZ"/>
        </w:rPr>
      </w:pPr>
      <w:r w:rsidRPr="005E0F20">
        <w:rPr>
          <w:rFonts w:eastAsia="Times New Roman" w:cs="Times New Roman"/>
          <w:lang w:eastAsia="cs-CZ"/>
        </w:rPr>
        <w:t>Základní způsobilost splňuje dodavatel, který:</w:t>
      </w:r>
    </w:p>
    <w:p w14:paraId="6FE88DE8" w14:textId="77777777" w:rsidR="005E0F20" w:rsidRPr="005E0F20" w:rsidRDefault="005E0F20" w:rsidP="005E0F20">
      <w:pPr>
        <w:spacing w:after="0" w:line="240" w:lineRule="auto"/>
        <w:ind w:firstLine="426"/>
        <w:jc w:val="both"/>
        <w:rPr>
          <w:rFonts w:eastAsia="Times New Roman" w:cs="Times New Roman"/>
          <w:lang w:eastAsia="cs-CZ"/>
        </w:rPr>
      </w:pPr>
    </w:p>
    <w:p w14:paraId="47990008" w14:textId="77777777" w:rsidR="005E0F20" w:rsidRPr="005E0F20" w:rsidRDefault="005E0F20" w:rsidP="005E0F20">
      <w:pPr>
        <w:shd w:val="clear" w:color="auto" w:fill="FFFFFF"/>
        <w:spacing w:after="120" w:line="240" w:lineRule="auto"/>
        <w:ind w:left="993" w:hanging="567"/>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3A30B65"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b) </w:t>
      </w:r>
      <w:r w:rsidRPr="005E0F20">
        <w:rPr>
          <w:rFonts w:eastAsia="Times New Roman" w:cs="Times New Roman"/>
          <w:lang w:eastAsia="cs-CZ"/>
        </w:rPr>
        <w:tab/>
        <w:t>nemá v České republice nebo v zemi svého sídla v evidenci daní zachycen splatný daňový nedoplatek;</w:t>
      </w:r>
    </w:p>
    <w:p w14:paraId="30F90F63"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c) </w:t>
      </w:r>
      <w:r w:rsidRPr="005E0F20">
        <w:rPr>
          <w:rFonts w:eastAsia="Times New Roman" w:cs="Times New Roman"/>
          <w:lang w:eastAsia="cs-CZ"/>
        </w:rPr>
        <w:tab/>
        <w:t xml:space="preserve">nemá v České republice nebo v zemi svého sídla splatný nedoplatek na pojistném nebo na penále na veřejné zdravotní pojištění; </w:t>
      </w:r>
    </w:p>
    <w:p w14:paraId="5DD01FCE"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d) </w:t>
      </w:r>
      <w:r w:rsidRPr="005E0F20">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14610FAF"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e) </w:t>
      </w:r>
      <w:r w:rsidRPr="005E0F20">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6AA36AFD" w14:textId="7B68D089"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7263DD">
        <w:rPr>
          <w:rFonts w:eastAsia="Times New Roman" w:cs="Times New Roman"/>
          <w:lang w:eastAsia="cs-CZ"/>
        </w:rPr>
        <w:t>tvoří přílohu č. 2</w:t>
      </w:r>
      <w:r w:rsidRPr="005E0F20">
        <w:rPr>
          <w:rFonts w:eastAsia="Times New Roman" w:cs="Times New Roman"/>
          <w:lang w:eastAsia="cs-CZ"/>
        </w:rPr>
        <w:t xml:space="preserve"> této Výzvy.</w:t>
      </w:r>
    </w:p>
    <w:p w14:paraId="1A4C5184" w14:textId="77777777" w:rsidR="005E0F20" w:rsidRDefault="005E0F20" w:rsidP="005E0F20">
      <w:pPr>
        <w:spacing w:after="0" w:line="240" w:lineRule="auto"/>
        <w:ind w:firstLine="426"/>
        <w:jc w:val="both"/>
        <w:rPr>
          <w:rFonts w:eastAsia="Times New Roman" w:cs="Times New Roman"/>
          <w:lang w:eastAsia="cs-CZ"/>
        </w:rPr>
      </w:pPr>
    </w:p>
    <w:p w14:paraId="5EADC952" w14:textId="77777777" w:rsidR="00AC5629" w:rsidRDefault="00AC5629" w:rsidP="005E0F20">
      <w:pPr>
        <w:spacing w:after="0" w:line="240" w:lineRule="auto"/>
        <w:ind w:firstLine="426"/>
        <w:jc w:val="both"/>
        <w:rPr>
          <w:rFonts w:eastAsia="Times New Roman" w:cs="Times New Roman"/>
          <w:lang w:eastAsia="cs-CZ"/>
        </w:rPr>
      </w:pPr>
    </w:p>
    <w:p w14:paraId="48EEBE8F" w14:textId="77777777" w:rsidR="00AC5629" w:rsidRPr="005E0F20" w:rsidRDefault="00AC5629" w:rsidP="005E0F20">
      <w:pPr>
        <w:spacing w:after="0" w:line="240" w:lineRule="auto"/>
        <w:ind w:firstLine="426"/>
        <w:jc w:val="both"/>
        <w:rPr>
          <w:rFonts w:eastAsia="Times New Roman" w:cs="Times New Roman"/>
          <w:lang w:eastAsia="cs-CZ"/>
        </w:rPr>
      </w:pPr>
    </w:p>
    <w:p w14:paraId="7CDFF41D" w14:textId="77777777" w:rsidR="005E0F20" w:rsidRPr="005E0F20" w:rsidRDefault="005E0F20" w:rsidP="008A7C7A">
      <w:pPr>
        <w:numPr>
          <w:ilvl w:val="0"/>
          <w:numId w:val="18"/>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Profesní způsobilost</w:t>
      </w:r>
    </w:p>
    <w:p w14:paraId="36A50175" w14:textId="77777777" w:rsidR="005E0F20" w:rsidRPr="005E0F20" w:rsidRDefault="005E0F20" w:rsidP="005E0F20">
      <w:pPr>
        <w:spacing w:after="0" w:line="240" w:lineRule="auto"/>
        <w:ind w:firstLine="426"/>
        <w:jc w:val="both"/>
        <w:rPr>
          <w:rFonts w:eastAsia="Times New Roman" w:cs="Times New Roman"/>
          <w:lang w:eastAsia="cs-CZ"/>
        </w:rPr>
      </w:pPr>
    </w:p>
    <w:p w14:paraId="7335C855" w14:textId="77777777" w:rsidR="005E0F20" w:rsidRPr="005E0F20" w:rsidRDefault="005E0F20" w:rsidP="005E0F20">
      <w:pPr>
        <w:spacing w:after="0" w:line="240" w:lineRule="auto"/>
        <w:ind w:left="425"/>
        <w:jc w:val="both"/>
        <w:rPr>
          <w:rFonts w:eastAsia="Times New Roman" w:cs="Times New Roman"/>
          <w:lang w:eastAsia="cs-CZ"/>
        </w:rPr>
      </w:pPr>
      <w:r w:rsidRPr="005E0F20">
        <w:rPr>
          <w:rFonts w:eastAsia="Times New Roman" w:cs="Times New Roman"/>
          <w:lang w:eastAsia="cs-CZ"/>
        </w:rPr>
        <w:lastRenderedPageBreak/>
        <w:t xml:space="preserve">K prokázání splnění profesní způsobilosti předloží dodavatel zadavateli následující doklady: </w:t>
      </w:r>
    </w:p>
    <w:p w14:paraId="7153551E" w14:textId="77777777" w:rsidR="005E0F20" w:rsidRPr="005E0F20" w:rsidRDefault="005E0F20" w:rsidP="005E0F20">
      <w:pPr>
        <w:spacing w:after="0" w:line="240" w:lineRule="auto"/>
        <w:ind w:left="425"/>
        <w:jc w:val="both"/>
        <w:rPr>
          <w:rFonts w:eastAsia="Times New Roman" w:cs="Times New Roman"/>
          <w:lang w:eastAsia="cs-CZ"/>
        </w:rPr>
      </w:pPr>
    </w:p>
    <w:p w14:paraId="24F56400" w14:textId="77777777" w:rsidR="005E0F20" w:rsidRPr="005E0F20" w:rsidRDefault="005E0F20" w:rsidP="008A7C7A">
      <w:pPr>
        <w:numPr>
          <w:ilvl w:val="0"/>
          <w:numId w:val="13"/>
        </w:numPr>
        <w:spacing w:after="0" w:line="240" w:lineRule="auto"/>
        <w:ind w:left="907"/>
        <w:jc w:val="both"/>
        <w:rPr>
          <w:rFonts w:eastAsia="Times New Roman" w:cs="Times New Roman"/>
          <w:lang w:eastAsia="cs-CZ"/>
        </w:rPr>
      </w:pPr>
      <w:r w:rsidRPr="005E0F20">
        <w:rPr>
          <w:rFonts w:eastAsia="Times New Roman" w:cs="Times New Roman"/>
          <w:lang w:eastAsia="cs-CZ"/>
        </w:rPr>
        <w:t xml:space="preserve">výpis z obchodního rejstříku nebo jiné obdobné evidence, pokud jiný právní předpis zápis do takové evidence vyžaduje, </w:t>
      </w:r>
    </w:p>
    <w:p w14:paraId="750A1077" w14:textId="77777777" w:rsidR="005E0F20" w:rsidRPr="005E0F20" w:rsidRDefault="005E0F20" w:rsidP="008A7C7A">
      <w:pPr>
        <w:numPr>
          <w:ilvl w:val="0"/>
          <w:numId w:val="13"/>
        </w:numPr>
        <w:spacing w:after="0" w:line="240" w:lineRule="auto"/>
        <w:ind w:left="907"/>
        <w:jc w:val="both"/>
        <w:rPr>
          <w:rFonts w:eastAsia="Times New Roman" w:cs="Times New Roman"/>
          <w:lang w:eastAsia="cs-CZ"/>
        </w:rPr>
      </w:pPr>
      <w:r w:rsidRPr="005E0F20">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494120B1" w14:textId="77777777" w:rsidR="005E0F20" w:rsidRPr="00244CBA" w:rsidRDefault="005E0F20" w:rsidP="008A7C7A">
      <w:pPr>
        <w:numPr>
          <w:ilvl w:val="0"/>
          <w:numId w:val="16"/>
        </w:numPr>
        <w:spacing w:after="0" w:line="240" w:lineRule="auto"/>
        <w:jc w:val="both"/>
        <w:rPr>
          <w:rFonts w:eastAsia="Times New Roman" w:cs="Times New Roman"/>
          <w:lang w:eastAsia="cs-CZ"/>
        </w:rPr>
      </w:pPr>
      <w:r w:rsidRPr="00244CBA">
        <w:rPr>
          <w:rFonts w:eastAsia="Times New Roman" w:cs="Times New Roman"/>
          <w:lang w:eastAsia="cs-CZ"/>
        </w:rPr>
        <w:t>projektovou činnost ve výstavbě;</w:t>
      </w:r>
    </w:p>
    <w:p w14:paraId="6290090E" w14:textId="77777777" w:rsidR="005E0F20" w:rsidRPr="00244CBA" w:rsidRDefault="005E0F20" w:rsidP="008A7C7A">
      <w:pPr>
        <w:numPr>
          <w:ilvl w:val="0"/>
          <w:numId w:val="16"/>
        </w:numPr>
        <w:spacing w:after="0" w:line="240" w:lineRule="auto"/>
        <w:jc w:val="both"/>
        <w:rPr>
          <w:rFonts w:eastAsia="Times New Roman" w:cs="Times New Roman"/>
          <w:lang w:eastAsia="cs-CZ"/>
        </w:rPr>
      </w:pPr>
      <w:r w:rsidRPr="00244CBA">
        <w:rPr>
          <w:rFonts w:eastAsia="Times New Roman" w:cs="Times New Roman"/>
          <w:lang w:eastAsia="cs-CZ"/>
        </w:rPr>
        <w:t>výkon zeměměřických činností</w:t>
      </w:r>
    </w:p>
    <w:p w14:paraId="7905715A" w14:textId="24E486F3" w:rsidR="00244CBA" w:rsidRPr="00244CBA" w:rsidRDefault="00244CBA" w:rsidP="008A7C7A">
      <w:pPr>
        <w:pStyle w:val="Odstavecseseznamem"/>
        <w:numPr>
          <w:ilvl w:val="0"/>
          <w:numId w:val="16"/>
        </w:numPr>
        <w:jc w:val="both"/>
        <w:rPr>
          <w:rFonts w:ascii="Verdana" w:eastAsia="Verdana" w:hAnsi="Verdana" w:cs="Calibri"/>
        </w:rPr>
      </w:pPr>
      <w:r w:rsidRPr="00244CBA">
        <w:t>výroba, obchod a služby neuvedené v přílohách 1 až 3 živnostenského zákona, v oboru činnosti: poradenská a konzultační činnost, zpracování odborných studií a posudků;</w:t>
      </w:r>
    </w:p>
    <w:p w14:paraId="193EA46F" w14:textId="2C15DF11" w:rsidR="005E0F20" w:rsidRPr="00244CBA" w:rsidRDefault="005E0F20" w:rsidP="008A7C7A">
      <w:pPr>
        <w:numPr>
          <w:ilvl w:val="0"/>
          <w:numId w:val="13"/>
        </w:numPr>
        <w:spacing w:after="0" w:line="240" w:lineRule="auto"/>
        <w:ind w:left="907"/>
        <w:jc w:val="both"/>
        <w:rPr>
          <w:rFonts w:eastAsia="Times New Roman" w:cs="Times New Roman"/>
          <w:lang w:eastAsia="cs-CZ"/>
        </w:rPr>
      </w:pPr>
      <w:r w:rsidRPr="00244CBA">
        <w:rPr>
          <w:rFonts w:eastAsia="Times New Roman" w:cs="Times New Roman"/>
          <w:lang w:eastAsia="cs-CZ"/>
        </w:rPr>
        <w:t xml:space="preserve">osvědčení o autorizaci (ČR) nebo registraci (zahraničí) v rozsahu dle §5 odst. 3 písm. </w:t>
      </w:r>
      <w:r w:rsidR="00244CBA" w:rsidRPr="00244CBA">
        <w:rPr>
          <w:rFonts w:eastAsia="Times New Roman" w:cs="Times New Roman"/>
          <w:b/>
          <w:bCs/>
          <w:lang w:eastAsia="cs-CZ"/>
        </w:rPr>
        <w:t>a)</w:t>
      </w:r>
      <w:r w:rsidR="00244CBA" w:rsidRPr="00244CBA">
        <w:rPr>
          <w:rFonts w:eastAsia="Times New Roman" w:cs="Times New Roman"/>
          <w:lang w:eastAsia="cs-CZ"/>
        </w:rPr>
        <w:t xml:space="preserve"> pozemní stavby, </w:t>
      </w:r>
      <w:r w:rsidRPr="00244CBA">
        <w:rPr>
          <w:rFonts w:eastAsia="Times New Roman" w:cs="Times New Roman"/>
          <w:b/>
          <w:bCs/>
          <w:lang w:eastAsia="cs-CZ"/>
        </w:rPr>
        <w:t>b)</w:t>
      </w:r>
      <w:r w:rsidRPr="00244CBA">
        <w:rPr>
          <w:rFonts w:eastAsia="Times New Roman" w:cs="Times New Roman"/>
          <w:lang w:eastAsia="cs-CZ"/>
        </w:rPr>
        <w:t xml:space="preserve"> dopravní stavby, </w:t>
      </w:r>
      <w:r w:rsidRPr="00244CBA">
        <w:rPr>
          <w:rFonts w:eastAsia="Times New Roman" w:cs="Times New Roman"/>
          <w:b/>
          <w:bCs/>
          <w:lang w:eastAsia="cs-CZ"/>
        </w:rPr>
        <w:t>d)</w:t>
      </w:r>
      <w:r w:rsidRPr="00244CBA">
        <w:rPr>
          <w:rFonts w:eastAsia="Times New Roman" w:cs="Times New Roman"/>
          <w:lang w:eastAsia="cs-CZ"/>
        </w:rPr>
        <w:t xml:space="preserve"> mosty a inženýrské konstrukce, </w:t>
      </w:r>
      <w:r w:rsidRPr="00244CBA">
        <w:rPr>
          <w:rFonts w:eastAsia="Times New Roman" w:cs="Times New Roman"/>
          <w:b/>
          <w:bCs/>
          <w:lang w:eastAsia="cs-CZ"/>
        </w:rPr>
        <w:t>e)</w:t>
      </w:r>
      <w:r w:rsidRPr="00244CBA">
        <w:rPr>
          <w:rFonts w:eastAsia="Times New Roman" w:cs="Times New Roman"/>
          <w:lang w:eastAsia="cs-CZ"/>
        </w:rPr>
        <w:t xml:space="preserve"> technologická zařízení staveb</w:t>
      </w:r>
      <w:r w:rsidR="00244CBA" w:rsidRPr="00244CBA">
        <w:rPr>
          <w:rFonts w:eastAsia="Times New Roman" w:cs="Times New Roman"/>
          <w:lang w:eastAsia="cs-CZ"/>
        </w:rPr>
        <w:t xml:space="preserve">, </w:t>
      </w:r>
      <w:r w:rsidR="00244CBA" w:rsidRPr="00862DAF">
        <w:rPr>
          <w:rFonts w:eastAsia="Times New Roman" w:cs="Times New Roman"/>
          <w:b/>
          <w:bCs/>
          <w:lang w:eastAsia="cs-CZ"/>
        </w:rPr>
        <w:t>f)</w:t>
      </w:r>
      <w:r w:rsidR="00244CBA" w:rsidRPr="00244CBA">
        <w:rPr>
          <w:rFonts w:eastAsia="Times New Roman" w:cs="Times New Roman"/>
          <w:lang w:eastAsia="cs-CZ"/>
        </w:rPr>
        <w:t xml:space="preserve"> technika prostředí staveb,</w:t>
      </w:r>
      <w:r w:rsidR="00205E51" w:rsidRPr="00205E51">
        <w:t xml:space="preserve"> </w:t>
      </w:r>
      <w:r w:rsidR="00205E51" w:rsidRPr="00205E51">
        <w:rPr>
          <w:rFonts w:eastAsia="Times New Roman" w:cs="Times New Roman"/>
          <w:lang w:eastAsia="cs-CZ"/>
        </w:rPr>
        <w:t>specializace elektrotechnická zařízení</w:t>
      </w:r>
      <w:r w:rsidR="00244CBA" w:rsidRPr="00244CBA">
        <w:rPr>
          <w:rFonts w:eastAsia="Times New Roman" w:cs="Times New Roman"/>
          <w:lang w:eastAsia="cs-CZ"/>
        </w:rPr>
        <w:t xml:space="preserve"> </w:t>
      </w:r>
      <w:r w:rsidRPr="00244CBA">
        <w:rPr>
          <w:rFonts w:eastAsia="Times New Roman" w:cs="Times New Roman"/>
          <w:lang w:eastAsia="cs-CZ"/>
        </w:rPr>
        <w:t xml:space="preserve">a </w:t>
      </w:r>
      <w:r w:rsidR="00244CBA" w:rsidRPr="00244CBA">
        <w:rPr>
          <w:rFonts w:eastAsia="Times New Roman" w:cs="Times New Roman"/>
          <w:b/>
          <w:bCs/>
          <w:lang w:eastAsia="cs-CZ"/>
        </w:rPr>
        <w:t>j)</w:t>
      </w:r>
      <w:r w:rsidR="00244CBA" w:rsidRPr="00244CBA">
        <w:rPr>
          <w:rFonts w:eastAsia="Times New Roman" w:cs="Times New Roman"/>
          <w:lang w:eastAsia="cs-CZ"/>
        </w:rPr>
        <w:t xml:space="preserve"> požární bezpečnost staveb </w:t>
      </w:r>
      <w:r w:rsidRPr="00244CBA">
        <w:rPr>
          <w:rFonts w:eastAsia="Times New Roman" w:cs="Times New Roman"/>
          <w:lang w:eastAsia="cs-CZ"/>
        </w:rPr>
        <w:t xml:space="preserve">zákona č. 360/1992 Sb., o výkonu povolání autorizovaných architektů a o výkonu povolání autorizovaných inženýrů a techniků činných ve výstavbě, ve znění pozdějších předpisů; </w:t>
      </w:r>
    </w:p>
    <w:p w14:paraId="13370501" w14:textId="08C5FBAC" w:rsidR="005E0F20" w:rsidRDefault="002F07AB" w:rsidP="008A7C7A">
      <w:pPr>
        <w:numPr>
          <w:ilvl w:val="0"/>
          <w:numId w:val="13"/>
        </w:numPr>
        <w:spacing w:after="0" w:line="240" w:lineRule="auto"/>
        <w:ind w:left="907"/>
        <w:jc w:val="both"/>
        <w:rPr>
          <w:rFonts w:eastAsia="Times New Roman" w:cs="Times New Roman"/>
          <w:lang w:eastAsia="cs-CZ"/>
        </w:rPr>
      </w:pPr>
      <w:r w:rsidRPr="00244CBA">
        <w:t xml:space="preserve">autorizace pro ověřování výsledků zeměměřických činností v rozsahu dle § 16f odst. 1 písm. </w:t>
      </w:r>
      <w:r w:rsidRPr="00244CBA">
        <w:rPr>
          <w:b/>
        </w:rPr>
        <w:t xml:space="preserve">a) </w:t>
      </w:r>
      <w:r w:rsidRPr="00244CBA">
        <w:t>a</w:t>
      </w:r>
      <w:r w:rsidRPr="00244CBA">
        <w:rPr>
          <w:b/>
        </w:rPr>
        <w:t xml:space="preserve"> c)</w:t>
      </w:r>
      <w:r w:rsidRPr="00244CBA">
        <w:t xml:space="preserve"> zákona</w:t>
      </w:r>
      <w:r>
        <w:t xml:space="preserve"> č. 200/1994 Sb., o zeměměřictví a o změně a doplnění některých zákonů souvisejících s jeho zavedením, ve znění pozdějších předpisů.</w:t>
      </w:r>
      <w:r w:rsidR="005E0F20" w:rsidRPr="005E0F20">
        <w:rPr>
          <w:rFonts w:eastAsia="Times New Roman" w:cs="Times New Roman"/>
          <w:lang w:eastAsia="cs-CZ"/>
        </w:rPr>
        <w:t>;</w:t>
      </w:r>
    </w:p>
    <w:p w14:paraId="7F6826BE" w14:textId="47DEC963" w:rsidR="00244CBA" w:rsidRDefault="00244CBA" w:rsidP="008A7C7A">
      <w:pPr>
        <w:numPr>
          <w:ilvl w:val="0"/>
          <w:numId w:val="13"/>
        </w:numPr>
        <w:spacing w:after="0" w:line="240" w:lineRule="auto"/>
        <w:ind w:left="907"/>
        <w:jc w:val="both"/>
        <w:rPr>
          <w:rFonts w:eastAsia="Times New Roman" w:cs="Times New Roman"/>
          <w:lang w:eastAsia="cs-CZ"/>
        </w:rPr>
      </w:pPr>
      <w:r w:rsidRPr="00244CBA">
        <w:rPr>
          <w:rFonts w:eastAsia="Times New Roman" w:cs="Times New Roman"/>
          <w:lang w:eastAsia="cs-CZ"/>
        </w:rPr>
        <w:t>Zadavatel požaduje předložení autorizace dle § 45i odst. 3) ve smyslu § 67 zákona č. 114/1992 Sb., o ochraně přírody a krajiny, ve znění pozdějších předpisů.</w:t>
      </w:r>
    </w:p>
    <w:p w14:paraId="48E0C1EB" w14:textId="01A7753E" w:rsidR="00F05558" w:rsidRPr="00F05558" w:rsidRDefault="00F05558" w:rsidP="00862DAF">
      <w:pPr>
        <w:pStyle w:val="Odstavecseseznamem"/>
        <w:numPr>
          <w:ilvl w:val="0"/>
          <w:numId w:val="13"/>
        </w:numPr>
        <w:rPr>
          <w:rFonts w:eastAsia="Times New Roman" w:cs="Times New Roman"/>
          <w:lang w:eastAsia="cs-CZ"/>
        </w:rPr>
      </w:pPr>
      <w:r w:rsidRPr="00F05558">
        <w:rPr>
          <w:rFonts w:eastAsia="Times New Roman" w:cs="Times New Roman"/>
          <w:lang w:eastAsia="cs-CZ"/>
        </w:rPr>
        <w:t>Zadavatel požaduje předložení autorizace ke zpracování dokumentace a posudku dle § 19 zák. č. 100/2001 Sb., o posuzování vlivů na životní prostředí, ve znění pozdějších předpisů.</w:t>
      </w:r>
    </w:p>
    <w:p w14:paraId="0FF00EF0" w14:textId="77777777" w:rsidR="00244CBA" w:rsidRPr="005E0F20" w:rsidRDefault="00244CBA" w:rsidP="005E0F20">
      <w:pPr>
        <w:spacing w:after="0" w:line="240" w:lineRule="auto"/>
        <w:ind w:left="425"/>
        <w:jc w:val="both"/>
        <w:rPr>
          <w:rFonts w:eastAsia="Times New Roman" w:cs="Times New Roman"/>
          <w:lang w:eastAsia="cs-CZ"/>
        </w:rPr>
      </w:pPr>
    </w:p>
    <w:p w14:paraId="1A14AE36" w14:textId="77777777" w:rsidR="005E0F20" w:rsidRPr="005E0F20" w:rsidRDefault="005E0F20" w:rsidP="005E0F20">
      <w:pPr>
        <w:spacing w:after="0" w:line="240" w:lineRule="auto"/>
        <w:ind w:firstLine="426"/>
        <w:jc w:val="both"/>
        <w:rPr>
          <w:rFonts w:eastAsia="Times New Roman" w:cs="Times New Roman"/>
          <w:lang w:eastAsia="cs-CZ"/>
        </w:rPr>
      </w:pPr>
    </w:p>
    <w:p w14:paraId="266C0D02" w14:textId="77777777" w:rsidR="005E0F20" w:rsidRPr="005E0F20" w:rsidRDefault="005E0F20" w:rsidP="008A7C7A">
      <w:pPr>
        <w:numPr>
          <w:ilvl w:val="0"/>
          <w:numId w:val="18"/>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Technická kvalifikace</w:t>
      </w:r>
    </w:p>
    <w:p w14:paraId="1A3BD2D5" w14:textId="77777777" w:rsidR="005E0F20" w:rsidRPr="005E0F20" w:rsidRDefault="005E0F20" w:rsidP="005E0F20">
      <w:pPr>
        <w:spacing w:after="0" w:line="240" w:lineRule="auto"/>
        <w:ind w:left="426"/>
        <w:jc w:val="both"/>
        <w:rPr>
          <w:rFonts w:eastAsia="Times New Roman" w:cs="Times New Roman"/>
          <w:highlight w:val="green"/>
          <w:lang w:eastAsia="cs-CZ"/>
        </w:rPr>
      </w:pPr>
    </w:p>
    <w:p w14:paraId="0413E556" w14:textId="77777777" w:rsidR="005E0F20" w:rsidRPr="005E0F20" w:rsidRDefault="005E0F20" w:rsidP="005E0F20">
      <w:pPr>
        <w:spacing w:after="0" w:line="240" w:lineRule="auto"/>
        <w:ind w:left="426"/>
        <w:jc w:val="both"/>
        <w:rPr>
          <w:rFonts w:eastAsia="Times New Roman" w:cs="Times New Roman"/>
          <w:lang w:eastAsia="cs-CZ"/>
        </w:rPr>
      </w:pPr>
      <w:r w:rsidRPr="00244CBA">
        <w:rPr>
          <w:rFonts w:eastAsia="Times New Roman" w:cs="Times New Roman"/>
          <w:lang w:eastAsia="cs-CZ"/>
        </w:rPr>
        <w:t>K prokázání splnění technické kvalifikace předloží dodavatel zadavateli následující doklady:</w:t>
      </w:r>
    </w:p>
    <w:p w14:paraId="0A51D150" w14:textId="77777777" w:rsidR="005E0F20" w:rsidRPr="005E0F20" w:rsidRDefault="005E0F20" w:rsidP="005E0F20">
      <w:pPr>
        <w:spacing w:after="0" w:line="240" w:lineRule="auto"/>
        <w:ind w:left="426"/>
        <w:jc w:val="both"/>
        <w:rPr>
          <w:rFonts w:eastAsia="Times New Roman" w:cs="Times New Roman"/>
          <w:lang w:eastAsia="cs-CZ"/>
        </w:rPr>
      </w:pPr>
    </w:p>
    <w:p w14:paraId="7FD79EF5" w14:textId="4BF38092" w:rsidR="003301AB" w:rsidRDefault="005E0F20" w:rsidP="008A7C7A">
      <w:pPr>
        <w:numPr>
          <w:ilvl w:val="0"/>
          <w:numId w:val="17"/>
        </w:numPr>
        <w:spacing w:after="0" w:line="240" w:lineRule="auto"/>
        <w:ind w:left="907" w:hanging="340"/>
        <w:jc w:val="both"/>
        <w:rPr>
          <w:rFonts w:eastAsia="Times New Roman" w:cs="Calibri"/>
          <w:lang w:eastAsia="cs-CZ"/>
        </w:rPr>
      </w:pPr>
      <w:r w:rsidRPr="005E0F20">
        <w:rPr>
          <w:rFonts w:eastAsia="Times New Roman" w:cs="Calibri"/>
          <w:lang w:eastAsia="cs-CZ"/>
        </w:rPr>
        <w:t xml:space="preserve">Zadavatel požaduje předložení seznamu ukončených významných služeb obdobného charakteru poskytnutých dodavatelem v posledních </w:t>
      </w:r>
      <w:r w:rsidR="00244CBA">
        <w:rPr>
          <w:rFonts w:eastAsia="Times New Roman" w:cs="Arial"/>
          <w:lang w:eastAsia="cs-CZ"/>
        </w:rPr>
        <w:t>5</w:t>
      </w:r>
      <w:r w:rsidRPr="005E0F20">
        <w:rPr>
          <w:rFonts w:eastAsia="Times New Roman" w:cs="Calibri"/>
          <w:lang w:eastAsia="cs-CZ"/>
        </w:rPr>
        <w:t xml:space="preserve"> letech před zahájením výběrového řízení. </w:t>
      </w:r>
    </w:p>
    <w:p w14:paraId="0DFA265A" w14:textId="77777777" w:rsidR="00F749DB" w:rsidRDefault="00F749DB" w:rsidP="00B74B3F">
      <w:pPr>
        <w:spacing w:after="0" w:line="240" w:lineRule="auto"/>
        <w:ind w:left="907"/>
        <w:jc w:val="both"/>
        <w:rPr>
          <w:rFonts w:eastAsia="Times New Roman" w:cs="Calibri"/>
          <w:lang w:eastAsia="cs-CZ"/>
        </w:rPr>
      </w:pPr>
    </w:p>
    <w:p w14:paraId="509DFC39" w14:textId="4E9DF254" w:rsidR="00F749DB" w:rsidRDefault="00F749DB" w:rsidP="00B74B3F">
      <w:pPr>
        <w:spacing w:after="0" w:line="240" w:lineRule="auto"/>
        <w:ind w:left="907"/>
        <w:jc w:val="both"/>
      </w:pPr>
      <w:r>
        <w:t xml:space="preserve">Za služby obdobného charakteru se pokládají projektové práce spočívající ve zhotovení </w:t>
      </w:r>
      <w:r w:rsidR="00840C1B">
        <w:t>Záměru projektu (ZP</w:t>
      </w:r>
      <w:r w:rsidR="00840C1B" w:rsidRPr="00DA4BDA">
        <w:t xml:space="preserve">) </w:t>
      </w:r>
      <w:r w:rsidR="00840C1B" w:rsidRPr="00DA4BDA">
        <w:rPr>
          <w:rStyle w:val="cf01"/>
          <w:rFonts w:asciiTheme="minorHAnsi" w:hAnsiTheme="minorHAnsi"/>
          <w:shd w:val="clear" w:color="auto" w:fill="auto"/>
        </w:rPr>
        <w:t xml:space="preserve">nebo ve stupních záměr projektu a doprovodná dokumentace (dále jen „ZP+DD“) nebo záměr projektu a dokumentace pro vydání rozhodnutí o umístění stavby (dále jen „ZP+DUR“) </w:t>
      </w:r>
      <w:r w:rsidR="00840C1B" w:rsidRPr="00DA4BDA">
        <w:t xml:space="preserve">nebo </w:t>
      </w:r>
      <w:r>
        <w:t xml:space="preserve">dokumentace ve stupni </w:t>
      </w:r>
      <w:r w:rsidRPr="007D63FC">
        <w:t xml:space="preserve">dokumentace pro </w:t>
      </w:r>
      <w:r>
        <w:t xml:space="preserve">vydání rozhodnutí o umístění stavby </w:t>
      </w:r>
      <w:r w:rsidRPr="007D63FC">
        <w:t>(</w:t>
      </w:r>
      <w:r>
        <w:t>dále jen „</w:t>
      </w:r>
      <w:r w:rsidRPr="007D63FC">
        <w:t>DUR</w:t>
      </w:r>
      <w:r>
        <w:t>“</w:t>
      </w:r>
      <w:r w:rsidRPr="007D63FC">
        <w:t xml:space="preserve">) nebo </w:t>
      </w:r>
      <w:r>
        <w:t>projektové dokumentace pro vydání stavebního povolení (dále jen „DSP“) nebo ve stupních projektové dokumentace pro vydání stavebního povolení a projektové dokumentace pro provádění stavby (dále jen „DSP+PDPS“) nebo ve stupni dokumentace pro vydání společného povolení (dále jen „DUSP“)</w:t>
      </w:r>
      <w:r w:rsidR="009532CF">
        <w:t xml:space="preserve">, resp. projektové dokumentace pro vydání společného povolení podle zákona č. 416/2009 Sb., </w:t>
      </w:r>
      <w:r w:rsidR="009532CF" w:rsidRPr="00EC1519">
        <w:t>o urychlení výstavby dopravní, vodní a energetické infrastruktury a infrastruktury elektronických komunikací (liniový zákon)</w:t>
      </w:r>
      <w:r w:rsidR="009532CF">
        <w:t>, ve znění pozdějších předpisů (dále jen „DUSL“, přičemž pro obě projektové dokumentace pro vydání společného povolení je dále v textu používána společná zkratka „DUSP/DUSL“)</w:t>
      </w:r>
      <w:r>
        <w:t xml:space="preserve"> nebo ve stupních dokumentace pro vydání společného povolení a projektové dokumentace pro provádění stavby (dále jen „DUSP</w:t>
      </w:r>
      <w:r w:rsidR="009532CF">
        <w:t>/DUSL</w:t>
      </w:r>
      <w:r>
        <w:t xml:space="preserve">+PDPS“) </w:t>
      </w:r>
      <w:r w:rsidR="009532CF">
        <w:t xml:space="preserve">nebo ve stupních </w:t>
      </w:r>
      <w:r w:rsidR="009532CF" w:rsidRPr="007D63FC">
        <w:t xml:space="preserve">dokumentace pro </w:t>
      </w:r>
      <w:r w:rsidR="009532CF">
        <w:t xml:space="preserve">vydání rozhodnutí o umístění stavby a projektové dokumentace pro vydání stavebního povolení (dále jen „DUR+DSP“) nebo ve stupních </w:t>
      </w:r>
      <w:r w:rsidR="009532CF" w:rsidRPr="007D63FC">
        <w:t xml:space="preserve">dokumentace pro </w:t>
      </w:r>
      <w:r w:rsidR="009532CF">
        <w:t xml:space="preserve">vydání rozhodnutí o umístění stavby a projektové </w:t>
      </w:r>
      <w:r w:rsidR="009532CF" w:rsidRPr="00ED1966">
        <w:t xml:space="preserve">dokumentace pro vydání stavebního povolení a projektové dokumentace pro provádění stavby (dále jen „DUR+DSP+PDPS“) </w:t>
      </w:r>
      <w:r w:rsidRPr="00ED1966">
        <w:t xml:space="preserve">dle </w:t>
      </w:r>
      <w:r w:rsidR="009532CF" w:rsidRPr="00ED1966">
        <w:t xml:space="preserve">prováděcích </w:t>
      </w:r>
      <w:r w:rsidRPr="00ED1966">
        <w:t>právních předpisů</w:t>
      </w:r>
      <w:r w:rsidRPr="00ED1966">
        <w:rPr>
          <w:rStyle w:val="Znakapoznpodarou"/>
        </w:rPr>
        <w:footnoteReference w:id="1"/>
      </w:r>
      <w:r w:rsidRPr="00ED1966">
        <w:t xml:space="preserve"> pro stavby železničních drah </w:t>
      </w:r>
      <w:r w:rsidRPr="00ED1966">
        <w:lastRenderedPageBreak/>
        <w:t xml:space="preserve">ve smyslu § 5 odst. 1 a § 3 odst. 1 zák. č. 266/1994 Sb., o dráhách, ve znění pozdějších předpisů. Za službu obdobného charakteru, resp. projektové práce spočívající ve zhotovení dokumentace ve stupni </w:t>
      </w:r>
      <w:r w:rsidR="00840C1B" w:rsidRPr="00ED1966">
        <w:t>ZP nebo ZP+DD nebo ZP+DUR</w:t>
      </w:r>
      <w:r w:rsidR="00840C1B" w:rsidRPr="00DA4BDA">
        <w:t xml:space="preserve"> nebo </w:t>
      </w:r>
      <w:r>
        <w:t>DUR nebo DSP nebo DSP+PDPS nebo DUSP</w:t>
      </w:r>
      <w:r w:rsidR="009532CF">
        <w:t>/DUSL</w:t>
      </w:r>
      <w:r w:rsidRPr="00195CAC">
        <w:t xml:space="preserve"> </w:t>
      </w:r>
      <w:r>
        <w:t>nebo DUSP</w:t>
      </w:r>
      <w:r w:rsidR="009532CF">
        <w:t xml:space="preserve">/DUSL </w:t>
      </w:r>
      <w:r>
        <w:t>+PDPS</w:t>
      </w:r>
      <w:r w:rsidR="009532CF">
        <w:t xml:space="preserve"> nebo DUR+DSP nebo DUR+DSP+PDPS</w:t>
      </w:r>
      <w:r>
        <w:t xml:space="preserve">, zadavatel považuje rovněž provedení aktualizace dokumentace ve stupni </w:t>
      </w:r>
      <w:r w:rsidR="00840C1B" w:rsidRPr="004750DF">
        <w:t xml:space="preserve">ZP nebo ZP+DD nebo ZP+DUR nebo </w:t>
      </w:r>
      <w:r>
        <w:t>DUR nebo DSP nebo DSP+PDPS nebo DUSP</w:t>
      </w:r>
      <w:r w:rsidR="009532CF">
        <w:t>/DUSL</w:t>
      </w:r>
      <w:r w:rsidRPr="00195CAC">
        <w:t xml:space="preserve"> </w:t>
      </w:r>
      <w:r>
        <w:t>nebo DUSP</w:t>
      </w:r>
      <w:r w:rsidR="009532CF">
        <w:t xml:space="preserve">/DUSL </w:t>
      </w:r>
      <w:r>
        <w:t>+PDPS</w:t>
      </w:r>
      <w:r w:rsidR="009532CF">
        <w:t xml:space="preserve"> nebo DUR+DSP nebo DUR+DSP+PDPS</w:t>
      </w:r>
      <w:r>
        <w:t>.</w:t>
      </w:r>
    </w:p>
    <w:p w14:paraId="57E1F304" w14:textId="77777777" w:rsidR="00F749DB" w:rsidRDefault="00F749DB" w:rsidP="00B74B3F">
      <w:pPr>
        <w:spacing w:after="0" w:line="240" w:lineRule="auto"/>
        <w:ind w:left="907"/>
        <w:jc w:val="both"/>
      </w:pPr>
    </w:p>
    <w:p w14:paraId="1234D844" w14:textId="3E2B599E" w:rsidR="00A778DC" w:rsidRDefault="00A778DC" w:rsidP="005E0F20">
      <w:pPr>
        <w:spacing w:after="0" w:line="240" w:lineRule="auto"/>
        <w:ind w:left="907"/>
        <w:jc w:val="both"/>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157165">
        <w:t xml:space="preserve"> V případě dokumentací ve stupních DUR+DSP nebo DUR+DSP+PDPS musí být stupně DUR a DSP zpracovány a doloženy ke stejné stavbě (bez ohledu na to, zda v rámci jedné smlouvy či nikoli).</w:t>
      </w:r>
    </w:p>
    <w:p w14:paraId="10596D31" w14:textId="77777777" w:rsidR="00EB42B4" w:rsidRPr="005E0F20" w:rsidRDefault="00EB42B4" w:rsidP="005E0F20">
      <w:pPr>
        <w:spacing w:after="0" w:line="240" w:lineRule="auto"/>
        <w:ind w:left="907"/>
        <w:jc w:val="both"/>
        <w:rPr>
          <w:rFonts w:eastAsia="Times New Roman" w:cs="Times New Roman"/>
          <w:lang w:eastAsia="cs-CZ"/>
        </w:rPr>
      </w:pPr>
    </w:p>
    <w:p w14:paraId="51BEA506" w14:textId="4BA3C1EA" w:rsidR="005E0F20" w:rsidRPr="00ED1966" w:rsidRDefault="005E0F20" w:rsidP="005E0F20">
      <w:pPr>
        <w:spacing w:after="0" w:line="240" w:lineRule="auto"/>
        <w:ind w:left="907"/>
        <w:jc w:val="both"/>
        <w:rPr>
          <w:rFonts w:eastAsia="Times New Roman" w:cs="Times New Roman"/>
          <w:lang w:val="en-US" w:eastAsia="cs-CZ"/>
        </w:rPr>
      </w:pPr>
      <w:r w:rsidRPr="00ED1966">
        <w:rPr>
          <w:rFonts w:eastAsia="Times New Roman" w:cs="Times New Roman"/>
          <w:lang w:eastAsia="cs-CZ"/>
        </w:rPr>
        <w:t xml:space="preserve">Dodavatel musí předloženým seznamem významných služeb prokázat, že v uvedeném období poskytl alespoň 2 služby obdobného charakteru, jejichž předmětem byly mimo jiné následující činnosti: </w:t>
      </w:r>
    </w:p>
    <w:p w14:paraId="5F4FCDCA" w14:textId="77777777" w:rsidR="003608B4" w:rsidRPr="00ED1966" w:rsidRDefault="003608B4" w:rsidP="005E0F20">
      <w:pPr>
        <w:spacing w:after="0" w:line="240" w:lineRule="auto"/>
        <w:ind w:left="907"/>
        <w:jc w:val="both"/>
        <w:rPr>
          <w:rFonts w:eastAsia="Times New Roman" w:cs="Times New Roman"/>
          <w:lang w:val="en-US" w:eastAsia="cs-CZ"/>
        </w:rPr>
      </w:pPr>
    </w:p>
    <w:p w14:paraId="7E365F7A" w14:textId="77777777" w:rsidR="003608B4" w:rsidRPr="00ED1966" w:rsidRDefault="003608B4" w:rsidP="008A7C7A">
      <w:pPr>
        <w:numPr>
          <w:ilvl w:val="0"/>
          <w:numId w:val="37"/>
        </w:numPr>
        <w:tabs>
          <w:tab w:val="num" w:pos="909"/>
        </w:tabs>
        <w:spacing w:after="0" w:line="240" w:lineRule="auto"/>
        <w:jc w:val="both"/>
        <w:rPr>
          <w:rFonts w:eastAsia="Times New Roman" w:cs="Times New Roman"/>
          <w:lang w:eastAsia="cs-CZ"/>
        </w:rPr>
      </w:pPr>
      <w:r w:rsidRPr="00ED1966">
        <w:rPr>
          <w:rFonts w:eastAsia="Times New Roman" w:cs="Times New Roman"/>
          <w:lang w:eastAsia="cs-CZ"/>
        </w:rPr>
        <w:t xml:space="preserve">zpracování dokumentace ve stupni ZP+DD nebo DSP nebo DSP+PDPS nebo DUSP/DUSL nebo DUSP/DUSL+PDPS nebo DUR+DSP nebo DUR+DSP+PDPS pro rekonstrukci, novostavbu nebo opravu alespoň jedné železniční stanice s minimálním počtem 20. ks výhybek včetně zabezpečovacího zařízení,  </w:t>
      </w:r>
    </w:p>
    <w:p w14:paraId="39940DFE" w14:textId="77777777" w:rsidR="003608B4" w:rsidRPr="00ED1966" w:rsidRDefault="003608B4" w:rsidP="003608B4">
      <w:pPr>
        <w:tabs>
          <w:tab w:val="num" w:pos="1077"/>
        </w:tabs>
        <w:spacing w:after="0" w:line="240" w:lineRule="auto"/>
        <w:ind w:left="1077"/>
        <w:jc w:val="both"/>
        <w:rPr>
          <w:rFonts w:eastAsia="Times New Roman" w:cs="Times New Roman"/>
          <w:lang w:eastAsia="cs-CZ"/>
        </w:rPr>
      </w:pPr>
    </w:p>
    <w:p w14:paraId="06F9B5DF" w14:textId="77777777" w:rsidR="003608B4" w:rsidRPr="00ED1966" w:rsidRDefault="003608B4" w:rsidP="008A7C7A">
      <w:pPr>
        <w:numPr>
          <w:ilvl w:val="0"/>
          <w:numId w:val="37"/>
        </w:numPr>
        <w:tabs>
          <w:tab w:val="num" w:pos="909"/>
        </w:tabs>
        <w:spacing w:after="0" w:line="240" w:lineRule="auto"/>
        <w:jc w:val="both"/>
        <w:rPr>
          <w:rFonts w:eastAsia="Times New Roman" w:cs="Times New Roman"/>
          <w:lang w:eastAsia="cs-CZ"/>
        </w:rPr>
      </w:pPr>
      <w:r w:rsidRPr="00ED1966">
        <w:rPr>
          <w:rFonts w:eastAsia="Times New Roman" w:cs="Times New Roman"/>
          <w:lang w:eastAsia="cs-CZ"/>
        </w:rPr>
        <w:t>zpracování dokumentace ve stupni ZP+DD nebo DSP nebo DSP+PDPS nebo DUSP/DUSL nebo DUSP/DUSL+PDPS nebo DUR+DSP nebo DUR+DSP+PDPS pro rekonstrukci, novostavbu nebo opravu obsahující alespoň jeden železniční most o minimální délce přemostění 20. m,</w:t>
      </w:r>
    </w:p>
    <w:p w14:paraId="14772794" w14:textId="77777777" w:rsidR="003608B4" w:rsidRPr="00ED1966" w:rsidRDefault="003608B4" w:rsidP="005E0F20">
      <w:pPr>
        <w:spacing w:after="0" w:line="240" w:lineRule="auto"/>
        <w:ind w:left="907"/>
        <w:jc w:val="both"/>
        <w:rPr>
          <w:rFonts w:eastAsia="Times New Roman" w:cs="Times New Roman"/>
          <w:lang w:eastAsia="cs-CZ"/>
        </w:rPr>
      </w:pPr>
    </w:p>
    <w:p w14:paraId="19CDC82D" w14:textId="77777777" w:rsidR="005E0F20" w:rsidRPr="00ED1966" w:rsidRDefault="005E0F20" w:rsidP="005E0F20">
      <w:pPr>
        <w:spacing w:after="0" w:line="240" w:lineRule="auto"/>
        <w:ind w:left="907"/>
        <w:jc w:val="both"/>
        <w:rPr>
          <w:rFonts w:eastAsia="Times New Roman" w:cs="Times New Roman"/>
          <w:lang w:eastAsia="cs-CZ"/>
        </w:rPr>
      </w:pPr>
    </w:p>
    <w:p w14:paraId="06851688" w14:textId="2D2AD04B" w:rsidR="005E0F20" w:rsidRPr="00ED1966" w:rsidRDefault="005E0F20" w:rsidP="005E0F20">
      <w:pPr>
        <w:spacing w:after="0" w:line="240" w:lineRule="auto"/>
        <w:ind w:left="907"/>
        <w:jc w:val="both"/>
        <w:rPr>
          <w:rFonts w:eastAsia="Times New Roman" w:cs="Times New Roman"/>
          <w:lang w:eastAsia="cs-CZ"/>
        </w:rPr>
      </w:pPr>
      <w:r w:rsidRPr="00ED1966">
        <w:rPr>
          <w:rFonts w:eastAsia="Times New Roman" w:cs="Times New Roman"/>
          <w:lang w:eastAsia="cs-CZ"/>
        </w:rPr>
        <w:t xml:space="preserve">Celkový součet </w:t>
      </w:r>
      <w:r w:rsidR="00F749DB" w:rsidRPr="00ED1966">
        <w:rPr>
          <w:rFonts w:eastAsia="Times New Roman" w:cs="Times New Roman"/>
          <w:lang w:eastAsia="cs-CZ"/>
        </w:rPr>
        <w:t xml:space="preserve">hodnot </w:t>
      </w:r>
      <w:r w:rsidRPr="00ED1966">
        <w:rPr>
          <w:rFonts w:eastAsia="Times New Roman" w:cs="Times New Roman"/>
          <w:lang w:eastAsia="cs-CZ"/>
        </w:rPr>
        <w:t>významných služeb obdobného charakteru za poslední</w:t>
      </w:r>
      <w:r w:rsidR="00C17A00" w:rsidRPr="00ED1966">
        <w:rPr>
          <w:rFonts w:eastAsia="Times New Roman" w:cs="Times New Roman"/>
          <w:lang w:eastAsia="cs-CZ"/>
        </w:rPr>
        <w:t>ch</w:t>
      </w:r>
      <w:r w:rsidR="00C17A00" w:rsidRPr="00ED1966">
        <w:rPr>
          <w:rFonts w:eastAsia="Times New Roman" w:cs="Times New Roman"/>
          <w:b/>
          <w:lang w:eastAsia="cs-CZ"/>
        </w:rPr>
        <w:t xml:space="preserve"> 5 </w:t>
      </w:r>
      <w:proofErr w:type="gramStart"/>
      <w:r w:rsidR="00C17A00" w:rsidRPr="00ED1966">
        <w:rPr>
          <w:rFonts w:eastAsia="Times New Roman" w:cs="Times New Roman"/>
          <w:b/>
          <w:lang w:eastAsia="cs-CZ"/>
        </w:rPr>
        <w:t>let</w:t>
      </w:r>
      <w:r w:rsidRPr="00ED1966">
        <w:rPr>
          <w:rFonts w:eastAsia="Times New Roman" w:cs="Times New Roman"/>
          <w:lang w:eastAsia="cs-CZ"/>
        </w:rPr>
        <w:t xml:space="preserve">  před</w:t>
      </w:r>
      <w:proofErr w:type="gramEnd"/>
      <w:r w:rsidRPr="00ED1966">
        <w:rPr>
          <w:rFonts w:eastAsia="Times New Roman" w:cs="Times New Roman"/>
          <w:lang w:eastAsia="cs-CZ"/>
        </w:rPr>
        <w:t xml:space="preserve"> zahájením výběrového řízení, které dodavatel poskytl, musí dosahovat v souhrnu minimálně </w:t>
      </w:r>
      <w:r w:rsidR="00C17A00" w:rsidRPr="00ED1966">
        <w:rPr>
          <w:rFonts w:eastAsia="Times New Roman" w:cs="Times New Roman"/>
          <w:b/>
          <w:bCs/>
          <w:lang w:eastAsia="cs-CZ"/>
        </w:rPr>
        <w:t>5.000.000,-</w:t>
      </w:r>
      <w:r w:rsidRPr="00ED1966">
        <w:rPr>
          <w:rFonts w:eastAsia="Times New Roman" w:cs="Times New Roman"/>
          <w:b/>
          <w:bCs/>
          <w:lang w:eastAsia="cs-CZ"/>
        </w:rPr>
        <w:t xml:space="preserve"> Kč bez DPH</w:t>
      </w:r>
      <w:r w:rsidRPr="00ED1966">
        <w:rPr>
          <w:rFonts w:eastAsia="Times New Roman" w:cs="Times New Roman"/>
          <w:lang w:eastAsia="cs-CZ"/>
        </w:rPr>
        <w:t xml:space="preserve">, přičemž alespoň jedna služba musí dosahovat </w:t>
      </w:r>
      <w:r w:rsidR="00F749DB" w:rsidRPr="00ED1966">
        <w:rPr>
          <w:rFonts w:eastAsia="Times New Roman" w:cs="Times New Roman"/>
          <w:lang w:eastAsia="cs-CZ"/>
        </w:rPr>
        <w:t xml:space="preserve">hodnoty </w:t>
      </w:r>
      <w:r w:rsidRPr="00ED1966">
        <w:rPr>
          <w:rFonts w:eastAsia="Times New Roman" w:cs="Times New Roman"/>
          <w:lang w:eastAsia="cs-CZ"/>
        </w:rPr>
        <w:t xml:space="preserve">nejméně </w:t>
      </w:r>
      <w:r w:rsidR="00C17A00" w:rsidRPr="00ED1966">
        <w:rPr>
          <w:rFonts w:eastAsia="Times New Roman" w:cs="Times New Roman"/>
          <w:b/>
          <w:bCs/>
          <w:lang w:eastAsia="cs-CZ"/>
        </w:rPr>
        <w:t>2.500.000,-</w:t>
      </w:r>
      <w:r w:rsidRPr="00ED1966">
        <w:rPr>
          <w:rFonts w:eastAsia="Times New Roman" w:cs="Times New Roman"/>
          <w:b/>
          <w:bCs/>
          <w:lang w:eastAsia="cs-CZ"/>
        </w:rPr>
        <w:t xml:space="preserve"> Kč bez DPH</w:t>
      </w:r>
      <w:r w:rsidRPr="00ED1966">
        <w:rPr>
          <w:rFonts w:eastAsia="Times New Roman" w:cs="Times New Roman"/>
          <w:lang w:eastAsia="cs-CZ"/>
        </w:rPr>
        <w:t>.</w:t>
      </w:r>
    </w:p>
    <w:p w14:paraId="3ABE0B04" w14:textId="77777777" w:rsidR="00F749DB" w:rsidRPr="00ED1966" w:rsidRDefault="00F749DB" w:rsidP="005E0F20">
      <w:pPr>
        <w:spacing w:after="0" w:line="240" w:lineRule="auto"/>
        <w:ind w:left="907"/>
        <w:jc w:val="both"/>
        <w:rPr>
          <w:rFonts w:eastAsia="Times New Roman" w:cs="Times New Roman"/>
          <w:lang w:eastAsia="cs-CZ"/>
        </w:rPr>
      </w:pPr>
    </w:p>
    <w:p w14:paraId="27B9675B" w14:textId="2EE223E7" w:rsidR="00F749DB" w:rsidRDefault="00F749DB" w:rsidP="00F749DB">
      <w:pPr>
        <w:pStyle w:val="Textbezslovn"/>
        <w:ind w:left="851"/>
      </w:pPr>
      <w:r w:rsidRPr="00ED1966">
        <w:t xml:space="preserve">Hodnotou významných služeb se </w:t>
      </w:r>
      <w:r w:rsidRPr="00ED1966">
        <w:rPr>
          <w:rFonts w:cs="Arial"/>
          <w:iCs/>
        </w:rPr>
        <w:t>pro účely posouzení splnění kritérií technické kvalifikace</w:t>
      </w:r>
      <w:r w:rsidRPr="00ED1966">
        <w:t xml:space="preserve"> rozumí cena, za kterou dodavatel</w:t>
      </w:r>
      <w:r>
        <w:t xml:space="preserve"> provedl předmětné služby; tato cena nebude upravována o míru inflace tak, aby odpovídala současným hodnotám služeb. V případě dokumentací ve stupních </w:t>
      </w:r>
      <w:r w:rsidR="00840C1B" w:rsidRPr="00DA4BDA">
        <w:t>ZP+DD, ZP+DUR</w:t>
      </w:r>
      <w:r w:rsidR="00840C1B">
        <w:t xml:space="preserve">, </w:t>
      </w:r>
      <w:r>
        <w:t>DSP+PDPS nebo DUSP</w:t>
      </w:r>
      <w:r w:rsidR="00157165">
        <w:t>/DUSL</w:t>
      </w:r>
      <w:r>
        <w:t xml:space="preserve">+PDPS </w:t>
      </w:r>
      <w:r w:rsidR="00157165">
        <w:t xml:space="preserve">nebo DUR+DSP nebo DUR+DSP+PDPS </w:t>
      </w:r>
      <w:r>
        <w:t xml:space="preserve">lze jako hodnotu jedné významné služby doložit součet cen obou uvedených stupňů (tj. součet cen </w:t>
      </w:r>
      <w:r w:rsidR="00840C1B" w:rsidRPr="00DA4BDA">
        <w:t>ZP+DD</w:t>
      </w:r>
      <w:r w:rsidR="00840C1B">
        <w:t>,</w:t>
      </w:r>
      <w:r w:rsidR="00840C1B" w:rsidRPr="00DA4BDA">
        <w:t xml:space="preserve"> ZP+DUR</w:t>
      </w:r>
      <w:r w:rsidR="00840C1B">
        <w:t xml:space="preserve">, </w:t>
      </w:r>
      <w:r>
        <w:t>DSP+PDPS nebo DUSP</w:t>
      </w:r>
      <w:r w:rsidR="00157165">
        <w:t xml:space="preserve">/DUSL </w:t>
      </w:r>
      <w:r>
        <w:t>+PDPS)</w:t>
      </w:r>
      <w:r w:rsidR="00157165">
        <w:t xml:space="preserve"> nebo DUR+DSP nebo DUR+DSP+PDPS</w:t>
      </w:r>
      <w:r>
        <w:t>.</w:t>
      </w:r>
    </w:p>
    <w:p w14:paraId="0EBECBCE" w14:textId="030C80B6" w:rsidR="00F749DB" w:rsidRPr="000045F9" w:rsidRDefault="00F749DB" w:rsidP="00F749DB">
      <w:pPr>
        <w:pStyle w:val="Textbezslovn"/>
        <w:ind w:left="851"/>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w:t>
      </w:r>
      <w:r w:rsidR="00AE754E">
        <w:t>, ve znění účinném do 31. 12. 2023 (dále též „starý stavební zákon“) či ve smyslu § 6 odst. 1 zákona č. 283/2021 Sb., stavební zákon, ve znění pozdějších předpisů (dále též jen „nový stavební zákon“)</w:t>
      </w:r>
      <w:r w:rsidRPr="000045F9">
        <w:t>.</w:t>
      </w:r>
    </w:p>
    <w:p w14:paraId="489D44B9" w14:textId="08568D16" w:rsidR="00F749DB" w:rsidRDefault="00F749DB" w:rsidP="00F749DB">
      <w:pPr>
        <w:pStyle w:val="Textbezslovn"/>
        <w:ind w:left="851"/>
      </w:pPr>
      <w:r>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w:t>
      </w:r>
      <w:r w:rsidRPr="000045F9">
        <w:lastRenderedPageBreak/>
        <w:t>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w:t>
      </w:r>
      <w:r w:rsidR="00AE754E">
        <w:t xml:space="preserve"> starého</w:t>
      </w:r>
      <w:r w:rsidRPr="000045F9">
        <w:t xml:space="preserve"> stavebního zákona</w:t>
      </w:r>
      <w:r w:rsidR="00AE754E">
        <w:t xml:space="preserve"> nebo §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54625176" w14:textId="11B26ECE" w:rsidR="00F749DB" w:rsidRDefault="00F749DB" w:rsidP="00F749DB">
      <w:pPr>
        <w:pStyle w:val="Textbezslovn"/>
        <w:ind w:left="851"/>
      </w:pPr>
      <w:r w:rsidRPr="000045F9">
        <w:t xml:space="preserve">Za rekonstrukci </w:t>
      </w:r>
      <w:r>
        <w:t xml:space="preserve">ani opravu </w:t>
      </w:r>
      <w:r w:rsidRPr="000045F9">
        <w:t>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w:t>
      </w:r>
      <w:r w:rsidR="00610BCA">
        <w:t xml:space="preserve"> starého</w:t>
      </w:r>
      <w:r w:rsidRPr="000045F9">
        <w:t xml:space="preserve"> stavebního zákona</w:t>
      </w:r>
      <w:r w:rsidR="00610BCA">
        <w:t xml:space="preserve"> nebo § 6 odst. 1 nového stavebního zákona</w:t>
      </w:r>
      <w:r w:rsidRPr="000045F9">
        <w:t xml:space="preserve">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ADBF70E" w14:textId="77777777" w:rsidR="00F749DB" w:rsidRPr="00ED1966" w:rsidRDefault="00F749DB" w:rsidP="00F749DB">
      <w:pPr>
        <w:pStyle w:val="Textbezslovn"/>
        <w:ind w:left="851"/>
      </w:pPr>
      <w:r w:rsidRPr="00451D51">
        <w:t xml:space="preserve">Jako </w:t>
      </w:r>
      <w:r>
        <w:t xml:space="preserve">významnou službu </w:t>
      </w:r>
      <w:r w:rsidRPr="00451D51">
        <w:t>nelze doložit samotné uzavření rámcové dohody s</w:t>
      </w:r>
      <w:r>
        <w:t> </w:t>
      </w:r>
      <w:r w:rsidRPr="00451D51">
        <w:t>objednatelem</w:t>
      </w:r>
      <w:r>
        <w:t xml:space="preserve">, v takovém </w:t>
      </w:r>
      <w:r w:rsidRPr="00ED1966">
        <w:t>případě je třeba doložit konkrétní služby/zakázky realizované dle dílčích smluv (objednávek) uzavřených na základě rámcové dohody.</w:t>
      </w:r>
    </w:p>
    <w:p w14:paraId="43A1B019" w14:textId="77777777" w:rsidR="00F749DB" w:rsidRPr="00ED1966" w:rsidRDefault="00F749DB" w:rsidP="005E0F20">
      <w:pPr>
        <w:spacing w:after="0" w:line="240" w:lineRule="auto"/>
        <w:ind w:left="907"/>
        <w:jc w:val="both"/>
        <w:rPr>
          <w:rFonts w:eastAsia="Times New Roman" w:cs="Times New Roman"/>
          <w:color w:val="FF0000"/>
          <w:lang w:eastAsia="cs-CZ"/>
        </w:rPr>
      </w:pPr>
    </w:p>
    <w:p w14:paraId="2CED8B05" w14:textId="77777777" w:rsidR="005E0F20" w:rsidRPr="00ED1966" w:rsidRDefault="005E0F20" w:rsidP="005E0F20">
      <w:pPr>
        <w:spacing w:after="0" w:line="240" w:lineRule="auto"/>
        <w:ind w:left="907"/>
        <w:jc w:val="both"/>
        <w:rPr>
          <w:rFonts w:eastAsia="Times New Roman" w:cs="Times New Roman"/>
          <w:lang w:eastAsia="cs-CZ"/>
        </w:rPr>
      </w:pPr>
    </w:p>
    <w:p w14:paraId="2FFB13C9" w14:textId="00E539B3" w:rsidR="00205240" w:rsidRPr="00ED1966" w:rsidRDefault="006A0959" w:rsidP="00205240">
      <w:pPr>
        <w:pStyle w:val="Textbezslovn"/>
      </w:pPr>
      <w:r w:rsidRPr="00ED1966">
        <w:rPr>
          <w:rFonts w:eastAsia="Times New Roman" w:cs="Times New Roman"/>
          <w:lang w:eastAsia="cs-CZ"/>
        </w:rPr>
        <w:t xml:space="preserve">Doba 5 let </w:t>
      </w:r>
      <w:r w:rsidR="00F749DB" w:rsidRPr="00ED1966">
        <w:t xml:space="preserve">před zahájením </w:t>
      </w:r>
      <w:r w:rsidR="009141C5" w:rsidRPr="00ED1966">
        <w:t xml:space="preserve">výběrového </w:t>
      </w:r>
      <w:r w:rsidR="00F749DB" w:rsidRPr="00ED1966">
        <w:t xml:space="preserve">řízení </w:t>
      </w:r>
      <w:r w:rsidRPr="00ED1966">
        <w:rPr>
          <w:rFonts w:eastAsia="Times New Roman" w:cs="Times New Roman"/>
          <w:lang w:eastAsia="cs-CZ"/>
        </w:rPr>
        <w:t xml:space="preserve">se považuje za splněnou, pokud byly </w:t>
      </w:r>
      <w:r w:rsidR="00F749DB" w:rsidRPr="00ED1966">
        <w:t xml:space="preserve">činnosti odpovídající zadavatelem stanovené definici významné </w:t>
      </w:r>
      <w:r w:rsidRPr="00ED1966">
        <w:rPr>
          <w:rFonts w:eastAsia="Times New Roman" w:cs="Times New Roman"/>
          <w:lang w:eastAsia="cs-CZ"/>
        </w:rPr>
        <w:t xml:space="preserve">služby </w:t>
      </w:r>
      <w:r w:rsidR="00F749DB" w:rsidRPr="00ED1966">
        <w:t>dokončeny</w:t>
      </w:r>
      <w:r w:rsidR="00F749DB" w:rsidRPr="00ED1966">
        <w:rPr>
          <w:rFonts w:eastAsia="Times New Roman" w:cs="Times New Roman"/>
          <w:lang w:eastAsia="cs-CZ"/>
        </w:rPr>
        <w:t xml:space="preserve"> </w:t>
      </w:r>
      <w:r w:rsidRPr="00ED1966">
        <w:rPr>
          <w:rFonts w:eastAsia="Times New Roman" w:cs="Times New Roman"/>
          <w:lang w:eastAsia="cs-CZ"/>
        </w:rPr>
        <w:t>v průběhu této doby</w:t>
      </w:r>
      <w:r w:rsidR="00F749DB" w:rsidRPr="00ED1966">
        <w:t xml:space="preserve"> nebo kdykoli po zahájení </w:t>
      </w:r>
      <w:r w:rsidR="009141C5" w:rsidRPr="00ED1966">
        <w:t xml:space="preserve">výběrového </w:t>
      </w:r>
      <w:r w:rsidR="00F749DB" w:rsidRPr="00ED1966">
        <w:t>řízení včetně doby po uplynutí lhůty pro podání nabídek, a to nejpozději až do doby zadavatelem případně stanovené k předložení údajů a dokladů dle § 46 ZZVZ</w:t>
      </w:r>
      <w:r w:rsidRPr="00ED1966">
        <w:rPr>
          <w:rFonts w:eastAsia="Times New Roman" w:cs="Times New Roman"/>
          <w:lang w:eastAsia="cs-CZ"/>
        </w:rPr>
        <w:t xml:space="preserve">. </w:t>
      </w:r>
      <w:r w:rsidR="00F749DB" w:rsidRPr="00ED1966">
        <w:t>Pro prokázání kvalifikace postačuje, aby byly požadované minimální hodnoty významných služeb dosaženy za celou dobu poskytování významných služeb, nikoliv pouze v průběhu posledních</w:t>
      </w:r>
      <w:r w:rsidR="00473AE4" w:rsidRPr="00ED1966">
        <w:t xml:space="preserve"> </w:t>
      </w:r>
      <w:r w:rsidR="00473AE4" w:rsidRPr="00ED1966">
        <w:rPr>
          <w:rFonts w:eastAsia="Times New Roman" w:cs="Times New Roman"/>
          <w:lang w:eastAsia="cs-CZ"/>
        </w:rPr>
        <w:t>5</w:t>
      </w:r>
      <w:r w:rsidR="00F749DB" w:rsidRPr="00ED1966">
        <w:t xml:space="preserve"> let před zahájením </w:t>
      </w:r>
      <w:r w:rsidR="009141C5" w:rsidRPr="00ED1966">
        <w:t xml:space="preserve">výběrového </w:t>
      </w:r>
      <w:r w:rsidR="00F749DB" w:rsidRPr="00ED1966">
        <w:t>řízení.</w:t>
      </w:r>
      <w:r w:rsidRPr="00ED1966">
        <w:rPr>
          <w:rFonts w:eastAsia="Times New Roman" w:cs="Times New Roman"/>
          <w:lang w:eastAsia="cs-CZ"/>
        </w:rPr>
        <w:t xml:space="preserve"> V případě, že byla referovaná služba, resp. činnost </w:t>
      </w:r>
      <w:r w:rsidR="00F749DB" w:rsidRPr="00ED1966">
        <w:t xml:space="preserve">či zpracovaný příslušný stupeň dokumentace, </w:t>
      </w:r>
      <w:r w:rsidRPr="00ED1966">
        <w:rPr>
          <w:rFonts w:eastAsia="Times New Roman" w:cs="Times New Roman"/>
          <w:lang w:eastAsia="cs-CZ"/>
        </w:rPr>
        <w:t xml:space="preserve">součástí rozsáhlejšího plnění pro objednatele služby (např. kromě zpracování projektové dokumentace měl dodavatel vykonávat i autorský dozor při realizaci stavby apod.) postačí, pokud je </w:t>
      </w:r>
      <w:r w:rsidRPr="00ED1966">
        <w:t xml:space="preserve">v uvedené době </w:t>
      </w:r>
      <w:r w:rsidR="00EB42B4" w:rsidRPr="00ED1966">
        <w:rPr>
          <w:rFonts w:eastAsia="Times New Roman" w:cs="Times New Roman"/>
          <w:lang w:eastAsia="cs-CZ"/>
        </w:rPr>
        <w:t>dokončeno plnění</w:t>
      </w:r>
      <w:r w:rsidR="00F749DB" w:rsidRPr="00ED1966">
        <w:rPr>
          <w:rFonts w:eastAsia="Times New Roman" w:cs="Times New Roman"/>
          <w:lang w:eastAsia="cs-CZ"/>
        </w:rPr>
        <w:t xml:space="preserve">, </w:t>
      </w:r>
      <w:r w:rsidR="00F749DB" w:rsidRPr="00ED1966">
        <w:t xml:space="preserve">které odpovídá zadavatelem stanovené definici významné služby </w:t>
      </w:r>
      <w:r w:rsidRPr="00ED1966">
        <w:rPr>
          <w:rFonts w:eastAsia="Times New Roman" w:cs="Times New Roman"/>
          <w:lang w:eastAsia="cs-CZ"/>
        </w:rPr>
        <w:t xml:space="preserve">(tj. např. projektové práce </w:t>
      </w:r>
      <w:r w:rsidRPr="00ED1966">
        <w:t xml:space="preserve">spočívající ve zpracování </w:t>
      </w:r>
      <w:r w:rsidRPr="00ED1966">
        <w:rPr>
          <w:rFonts w:cs="Arial"/>
          <w:bCs/>
        </w:rPr>
        <w:t>dokumentace</w:t>
      </w:r>
      <w:r w:rsidRPr="00ED1966">
        <w:rPr>
          <w:rFonts w:eastAsia="Times New Roman" w:cs="Times New Roman"/>
          <w:lang w:eastAsia="cs-CZ"/>
        </w:rPr>
        <w:t xml:space="preserve"> ve stupni </w:t>
      </w:r>
      <w:r w:rsidRPr="00ED1966">
        <w:rPr>
          <w:rFonts w:eastAsia="Times New Roman" w:cs="Calibri"/>
          <w:lang w:eastAsia="cs-CZ"/>
        </w:rPr>
        <w:t>ZP nebo</w:t>
      </w:r>
      <w:r w:rsidR="00840C1B" w:rsidRPr="00ED1966">
        <w:rPr>
          <w:rFonts w:eastAsia="Times New Roman" w:cs="Calibri"/>
          <w:lang w:eastAsia="cs-CZ"/>
        </w:rPr>
        <w:t xml:space="preserve"> </w:t>
      </w:r>
      <w:r w:rsidR="00840C1B" w:rsidRPr="00ED1966">
        <w:t>ZP+DD nebo ZP+DUR nebo</w:t>
      </w:r>
      <w:r w:rsidRPr="00ED1966">
        <w:rPr>
          <w:rFonts w:eastAsia="Times New Roman" w:cs="Calibri"/>
          <w:lang w:eastAsia="cs-CZ"/>
        </w:rPr>
        <w:t xml:space="preserve"> </w:t>
      </w:r>
      <w:r w:rsidRPr="00ED1966">
        <w:rPr>
          <w:rFonts w:eastAsia="Times New Roman" w:cs="Times New Roman"/>
          <w:lang w:eastAsia="cs-CZ"/>
        </w:rPr>
        <w:t>DUR, nebo DSP nebo DSP+PDPS nebo DUSP</w:t>
      </w:r>
      <w:r w:rsidR="00157165" w:rsidRPr="00ED1966">
        <w:rPr>
          <w:rFonts w:eastAsia="Times New Roman" w:cs="Times New Roman"/>
          <w:lang w:eastAsia="cs-CZ"/>
        </w:rPr>
        <w:t>/DUSL</w:t>
      </w:r>
      <w:r w:rsidRPr="00ED1966">
        <w:rPr>
          <w:rFonts w:eastAsia="Times New Roman" w:cs="Times New Roman"/>
          <w:lang w:eastAsia="cs-CZ"/>
        </w:rPr>
        <w:t xml:space="preserve"> nebo DUSP</w:t>
      </w:r>
      <w:r w:rsidR="00157165" w:rsidRPr="00ED1966">
        <w:rPr>
          <w:rFonts w:eastAsia="Times New Roman" w:cs="Times New Roman"/>
          <w:lang w:eastAsia="cs-CZ"/>
        </w:rPr>
        <w:t>/DUSL</w:t>
      </w:r>
      <w:r w:rsidRPr="00ED1966">
        <w:rPr>
          <w:rFonts w:eastAsia="Times New Roman" w:cs="Times New Roman"/>
          <w:lang w:eastAsia="cs-CZ"/>
        </w:rPr>
        <w:t>+PDPS</w:t>
      </w:r>
      <w:r w:rsidR="00157165" w:rsidRPr="00ED1966">
        <w:rPr>
          <w:rFonts w:eastAsia="Times New Roman" w:cs="Times New Roman"/>
          <w:lang w:eastAsia="cs-CZ"/>
        </w:rPr>
        <w:t xml:space="preserve"> </w:t>
      </w:r>
      <w:r w:rsidR="00157165" w:rsidRPr="00ED1966">
        <w:t>nebo DUR+DSP nebo DUR+DSP+PDPS</w:t>
      </w:r>
      <w:r w:rsidRPr="00ED1966">
        <w:rPr>
          <w:rFonts w:eastAsia="Times New Roman" w:cs="Times New Roman"/>
          <w:lang w:eastAsia="cs-CZ"/>
        </w:rPr>
        <w:t xml:space="preserve"> pro stavby železničních drah) </w:t>
      </w:r>
      <w:r w:rsidRPr="00ED1966">
        <w:t>s tím, že zakázka jako celek (tj. ohledně dalších činností, např. autorského dozoru při realizaci stavby) dokončena není</w:t>
      </w:r>
      <w:r w:rsidRPr="00ED1966">
        <w:rPr>
          <w:rFonts w:eastAsia="Times New Roman" w:cs="Times New Roman"/>
          <w:lang w:eastAsia="cs-CZ"/>
        </w:rPr>
        <w:t>; zároveň však platí, že nestačí</w:t>
      </w:r>
      <w:r w:rsidR="00F749DB" w:rsidRPr="00ED1966">
        <w:rPr>
          <w:rFonts w:eastAsia="Times New Roman" w:cs="Times New Roman"/>
          <w:lang w:eastAsia="cs-CZ"/>
        </w:rPr>
        <w:t xml:space="preserve"> </w:t>
      </w:r>
      <w:r w:rsidR="00F749DB" w:rsidRPr="00ED1966">
        <w:t>(tj. nepovažuje se za plnění dokončené v požadované době)</w:t>
      </w:r>
      <w:r w:rsidRPr="00ED1966">
        <w:rPr>
          <w:rFonts w:eastAsia="Times New Roman" w:cs="Times New Roman"/>
          <w:lang w:eastAsia="cs-CZ"/>
        </w:rPr>
        <w:t>, pokud je v posledních 5 letech dokončena služba rozsáhlejšího plnění jako celek</w:t>
      </w:r>
      <w:r w:rsidR="00EB42B4" w:rsidRPr="00ED1966">
        <w:rPr>
          <w:rFonts w:eastAsia="Times New Roman" w:cs="Times New Roman"/>
          <w:lang w:eastAsia="cs-CZ"/>
        </w:rPr>
        <w:t xml:space="preserve"> </w:t>
      </w:r>
      <w:r w:rsidR="00F749DB" w:rsidRPr="00ED1966">
        <w:t>(např. dokončen autorský dozor při realizaci stavby)</w:t>
      </w:r>
      <w:r w:rsidRPr="00ED1966">
        <w:rPr>
          <w:rFonts w:eastAsia="Times New Roman" w:cs="Times New Roman"/>
          <w:lang w:eastAsia="cs-CZ"/>
        </w:rPr>
        <w:t xml:space="preserve">, avšak plnění </w:t>
      </w:r>
      <w:r w:rsidR="00F749DB" w:rsidRPr="00ED1966">
        <w:t>odpovídající definici významné služby</w:t>
      </w:r>
      <w:r w:rsidRPr="00ED1966">
        <w:rPr>
          <w:rFonts w:eastAsia="Times New Roman" w:cs="Times New Roman"/>
          <w:lang w:eastAsia="cs-CZ"/>
        </w:rPr>
        <w:t xml:space="preserve"> </w:t>
      </w:r>
      <w:r w:rsidR="00F749DB" w:rsidRPr="00ED1966">
        <w:t>(tj. např. zpracování příslušného stupně projektové dokumentace)</w:t>
      </w:r>
      <w:r w:rsidRPr="00ED1966">
        <w:rPr>
          <w:rFonts w:eastAsia="Times New Roman" w:cs="Times New Roman"/>
          <w:lang w:eastAsia="cs-CZ"/>
        </w:rPr>
        <w:t>bylo dokončeno dříve než před 5 lety.</w:t>
      </w:r>
      <w:r w:rsidR="00205240" w:rsidRPr="00ED1966">
        <w:t xml:space="preserve"> </w:t>
      </w:r>
    </w:p>
    <w:p w14:paraId="4E32DF1C" w14:textId="77777777" w:rsidR="00205240" w:rsidRPr="00A778DC" w:rsidRDefault="00205240" w:rsidP="00205240">
      <w:pPr>
        <w:pStyle w:val="Textbezslovn"/>
      </w:pPr>
      <w:r w:rsidRPr="00ED1966">
        <w:t>Je-li referenční zakázka součástí rozsáhlejšího plnění pro</w:t>
      </w:r>
      <w:r w:rsidRPr="00A778DC">
        <w:t xml:space="preserve"> téhož dodavatele (např. zpracování i jiných stupňů předprojektové přípravy či projektové dokumentace, např. studie proveditelnosti, záměru projektu apod.), je pro prokázání splnění kvalifikace relevantní pouze ta jeho část, která odpovídá zadavatelem stanovené definici významné služby. Zadavatel upozorňuje, že z předloženého seznamu musí pro potřeby posouzení kvalifikace konkrétně vyplývat, jaká byla cena té části plnění, která obsahově odpovídá zadavatelem stanovené definici významné služby (s upřesněním níže v následujícím </w:t>
      </w:r>
      <w:r w:rsidRPr="00A778DC">
        <w:lastRenderedPageBreak/>
        <w:t>odstavci), a v jakém časovém období byly tyto konkrétní části plnění odpovídající zadavatelem stanovené definici významné služby dokončeny.</w:t>
      </w:r>
    </w:p>
    <w:p w14:paraId="10A60DE4" w14:textId="77777777" w:rsidR="00205240" w:rsidRPr="00A778DC" w:rsidRDefault="00205240" w:rsidP="00205240">
      <w:pPr>
        <w:pStyle w:val="Textbezslovn"/>
      </w:pPr>
      <w:r w:rsidRPr="00A778DC">
        <w:t>Pro odstranění pochybností zadavatel k výše uvedenému upřesňuje, že:</w:t>
      </w:r>
    </w:p>
    <w:p w14:paraId="4D6F99B3" w14:textId="76199092" w:rsidR="00205240" w:rsidRPr="00A778DC" w:rsidRDefault="00205240" w:rsidP="00205240">
      <w:pPr>
        <w:pStyle w:val="Odrka1-2-"/>
      </w:pPr>
      <w:r w:rsidRPr="00A778DC">
        <w:t xml:space="preserve">do ceny za zpracování příslušného stupně dokumentace může dodavatel zahrnout i cenu činností nezbytných či účelných pro zpracování dokumentace, tj. např. cenu za inženýrskou činnost, zpracování veškerých potřebných průzkumů (inženýrskogeologický, geotechnický, stavebně technický, korozní atd.) nezbytných k návrhu technického řešení, zajištění geodetických a mapových podkladů, činnost koordinátora BOZP, zajištění osvědčení o shodě notifikovanou osobou </w:t>
      </w:r>
      <w:r w:rsidR="0030703F">
        <w:t>posouzení shody nebo vhodnosti pro použití prvku interoperability či ES prohlášení o ověření subsystému</w:t>
      </w:r>
      <w:r w:rsidRPr="00A778DC">
        <w:t>, zpracování nákladů stavby, zpracování v</w:t>
      </w:r>
      <w:r w:rsidR="0030703F">
        <w:t> </w:t>
      </w:r>
      <w:r w:rsidRPr="00A778DC">
        <w:t>režimu BIM;</w:t>
      </w:r>
    </w:p>
    <w:p w14:paraId="4D6858DE" w14:textId="4DCC37E9" w:rsidR="00205240" w:rsidRPr="00A778DC" w:rsidRDefault="00205240" w:rsidP="00205240">
      <w:pPr>
        <w:pStyle w:val="Odrka1-2-"/>
      </w:pPr>
      <w:r w:rsidRPr="00A778DC">
        <w:t xml:space="preserve">pro potřeby doložení referenčních zakázek (významných služeb) se zakázka na projektové práce spočívající ve zpracování </w:t>
      </w:r>
      <w:r w:rsidRPr="00A778DC">
        <w:rPr>
          <w:rFonts w:cs="Arial"/>
          <w:bCs/>
        </w:rPr>
        <w:t xml:space="preserve">dokumentace </w:t>
      </w:r>
      <w:r w:rsidRPr="00A778DC">
        <w:t xml:space="preserve">ve stupni </w:t>
      </w:r>
      <w:r w:rsidR="00840C1B" w:rsidRPr="00BC1AB2">
        <w:t xml:space="preserve">ZP nebo ZP+DD nebo ZP+DUR nebo </w:t>
      </w:r>
      <w:r w:rsidRPr="00A778DC">
        <w:t>DUR nebo DSP nebo DSP+PDPS nebo DUSP</w:t>
      </w:r>
      <w:r w:rsidR="00157165">
        <w:t>/DUSL</w:t>
      </w:r>
      <w:r w:rsidRPr="00A778DC">
        <w:t xml:space="preserve"> nebo DUSP</w:t>
      </w:r>
      <w:r w:rsidR="00157165">
        <w:t>/DUSL</w:t>
      </w:r>
      <w:r w:rsidR="00157165" w:rsidRPr="00A778DC">
        <w:t xml:space="preserve"> </w:t>
      </w:r>
      <w:r w:rsidRPr="00A778DC">
        <w:t xml:space="preserve">+PDPS </w:t>
      </w:r>
      <w:r w:rsidR="00157165">
        <w:t xml:space="preserve">nebo DUR+DSP nebo DUR+DSP+PDPS </w:t>
      </w:r>
      <w:r w:rsidRPr="00A778DC">
        <w:t xml:space="preserve">považuje za dokončenou definitivním předáním </w:t>
      </w:r>
      <w:r w:rsidR="00840C1B" w:rsidRPr="00BC1AB2">
        <w:t xml:space="preserve">ZP nebo ZP+DD nebo ZP+DUR nebo </w:t>
      </w:r>
      <w:r w:rsidRPr="00A778DC">
        <w:t>DUR nebo DSP nebo DSP+PDPS nebo DUSP</w:t>
      </w:r>
      <w:r w:rsidR="00157165">
        <w:t>/DUSL</w:t>
      </w:r>
      <w:r w:rsidRPr="00A778DC">
        <w:t xml:space="preserve"> nebo DUSP</w:t>
      </w:r>
      <w:r w:rsidR="00157165">
        <w:t>/DUSL</w:t>
      </w:r>
      <w:r w:rsidR="00157165" w:rsidRPr="00A778DC">
        <w:t xml:space="preserve"> </w:t>
      </w:r>
      <w:r w:rsidRPr="00A778DC">
        <w:t>+PDPS</w:t>
      </w:r>
      <w:r w:rsidR="00157165" w:rsidRPr="00157165">
        <w:t xml:space="preserve"> </w:t>
      </w:r>
      <w:r w:rsidR="00157165">
        <w:t>nebo DUR+DSP nebo DUR+DSP+PDPS</w:t>
      </w:r>
      <w:r w:rsidR="0030703F">
        <w:t xml:space="preserve"> včetně dokladové části</w:t>
      </w:r>
      <w:r w:rsidRPr="00A778DC">
        <w:t>, příp. jejich aktualizace, objednateli po zapracování všech připomínek a jejím převzetím objednatelem, a to bez případného podání žádosti o územní rozhodnutí, územní souhlas, stavební povolení</w:t>
      </w:r>
      <w:r w:rsidR="0030703F">
        <w:t>,</w:t>
      </w:r>
      <w:r w:rsidRPr="00A778DC">
        <w:t xml:space="preserve"> společné povolení</w:t>
      </w:r>
      <w:r w:rsidR="0030703F">
        <w:t xml:space="preserve"> nebo povolení záměru (povolení </w:t>
      </w:r>
      <w:proofErr w:type="spellStart"/>
      <w:r w:rsidR="0030703F">
        <w:t>staby</w:t>
      </w:r>
      <w:proofErr w:type="spellEnd"/>
      <w:r w:rsidR="0030703F">
        <w:t>)</w:t>
      </w:r>
      <w:r w:rsidRPr="00A778DC">
        <w:t>, je-li součástí plnění zakázky.</w:t>
      </w:r>
    </w:p>
    <w:p w14:paraId="37262B9E" w14:textId="77777777" w:rsidR="00205240" w:rsidRDefault="00205240" w:rsidP="00205240">
      <w:pPr>
        <w:spacing w:after="0" w:line="240" w:lineRule="auto"/>
        <w:ind w:left="907"/>
        <w:jc w:val="both"/>
      </w:pPr>
    </w:p>
    <w:p w14:paraId="4E64269D" w14:textId="77777777" w:rsidR="005E0F20" w:rsidRPr="005E0F20" w:rsidRDefault="005E0F20" w:rsidP="005E0F20">
      <w:pPr>
        <w:spacing w:after="0" w:line="240" w:lineRule="auto"/>
        <w:ind w:left="907"/>
        <w:jc w:val="both"/>
        <w:rPr>
          <w:rFonts w:eastAsia="Times New Roman" w:cs="Times New Roman"/>
          <w:lang w:eastAsia="cs-CZ"/>
        </w:rPr>
      </w:pPr>
      <w:r w:rsidRPr="005E0F20">
        <w:rPr>
          <w:rFonts w:eastAsia="Times New Roman" w:cs="Times New Roman"/>
          <w:lang w:eastAsia="cs-CZ"/>
        </w:rPr>
        <w:t>Dodavatel může použít k prokázání splnění kritéria kvalifikace referenčních zakázek služby, které poskytl</w:t>
      </w:r>
    </w:p>
    <w:p w14:paraId="732A232F" w14:textId="77777777" w:rsidR="005E0F20" w:rsidRPr="005E0F20" w:rsidRDefault="005E0F20" w:rsidP="005E0F20">
      <w:pPr>
        <w:spacing w:after="0" w:line="240" w:lineRule="auto"/>
        <w:ind w:left="1418" w:hanging="425"/>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společně s jinými dodavateli, a to v rozsahu, v jakém se na plnění zakázky podílel, nebo</w:t>
      </w:r>
    </w:p>
    <w:p w14:paraId="3294AD39" w14:textId="77777777" w:rsidR="005E0F20" w:rsidRPr="005E0F20" w:rsidRDefault="005E0F20" w:rsidP="005E0F20">
      <w:pPr>
        <w:spacing w:after="0" w:line="240" w:lineRule="auto"/>
        <w:ind w:left="1418" w:hanging="425"/>
        <w:jc w:val="both"/>
        <w:rPr>
          <w:rFonts w:eastAsia="Times New Roman" w:cs="Times New Roman"/>
          <w:lang w:eastAsia="cs-CZ"/>
        </w:rPr>
      </w:pPr>
      <w:r w:rsidRPr="005E0F20">
        <w:rPr>
          <w:rFonts w:eastAsia="Times New Roman" w:cs="Times New Roman"/>
          <w:lang w:eastAsia="cs-CZ"/>
        </w:rPr>
        <w:t>b)</w:t>
      </w:r>
      <w:r w:rsidRPr="005E0F20">
        <w:rPr>
          <w:rFonts w:eastAsia="Times New Roman" w:cs="Times New Roman"/>
          <w:lang w:eastAsia="cs-CZ"/>
        </w:rPr>
        <w:tab/>
        <w:t>jako poddodavatel, a to v rozsahu, v jakém se na plnění zakázky podílel.</w:t>
      </w:r>
    </w:p>
    <w:p w14:paraId="0CC633F5" w14:textId="77777777" w:rsidR="005E0F20" w:rsidRPr="005E0F20" w:rsidRDefault="005E0F20" w:rsidP="005E0F20">
      <w:pPr>
        <w:spacing w:after="0" w:line="240" w:lineRule="auto"/>
        <w:ind w:left="907"/>
        <w:jc w:val="both"/>
        <w:rPr>
          <w:rFonts w:eastAsia="Times New Roman" w:cs="Times New Roman"/>
          <w:lang w:eastAsia="cs-CZ"/>
        </w:rPr>
      </w:pPr>
    </w:p>
    <w:p w14:paraId="3B981E4E" w14:textId="77777777" w:rsidR="00F16574" w:rsidRDefault="00F16574" w:rsidP="00F16574">
      <w:pPr>
        <w:spacing w:after="0" w:line="240" w:lineRule="auto"/>
        <w:ind w:left="907"/>
        <w:jc w:val="both"/>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11E361C0" w14:textId="77777777" w:rsidR="00206E88" w:rsidRDefault="00206E88" w:rsidP="00F16574">
      <w:pPr>
        <w:spacing w:after="0" w:line="240" w:lineRule="auto"/>
        <w:ind w:left="907"/>
        <w:jc w:val="both"/>
      </w:pPr>
    </w:p>
    <w:p w14:paraId="22788F44" w14:textId="50270B3A" w:rsidR="00206E88" w:rsidRPr="00FC44E6" w:rsidRDefault="00206E88" w:rsidP="00F16574">
      <w:pPr>
        <w:spacing w:after="0" w:line="240" w:lineRule="auto"/>
        <w:ind w:left="907"/>
        <w:jc w:val="both"/>
        <w:rPr>
          <w:rFonts w:eastAsia="Times New Roman" w:cs="Times New Roman"/>
          <w:lang w:eastAsia="cs-CZ"/>
        </w:rPr>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2AC40616" w14:textId="77777777" w:rsidR="005E0F20" w:rsidRPr="005E0F20" w:rsidRDefault="005E0F20" w:rsidP="005E0F20">
      <w:pPr>
        <w:spacing w:after="0" w:line="240" w:lineRule="auto"/>
        <w:ind w:left="907"/>
        <w:jc w:val="both"/>
        <w:rPr>
          <w:rFonts w:eastAsia="Times New Roman" w:cs="Times New Roman"/>
          <w:lang w:eastAsia="cs-CZ"/>
        </w:rPr>
      </w:pPr>
    </w:p>
    <w:p w14:paraId="1A5DB562" w14:textId="7E1579E2" w:rsidR="005E0F20" w:rsidRPr="008A7C7A" w:rsidRDefault="005E0F20" w:rsidP="008A7C7A">
      <w:pPr>
        <w:numPr>
          <w:ilvl w:val="0"/>
          <w:numId w:val="17"/>
        </w:numPr>
        <w:spacing w:after="0" w:line="240" w:lineRule="auto"/>
        <w:ind w:left="907" w:hanging="340"/>
        <w:jc w:val="both"/>
        <w:rPr>
          <w:rFonts w:eastAsia="Times New Roman" w:cs="Times New Roman"/>
          <w:lang w:eastAsia="cs-CZ"/>
        </w:rPr>
      </w:pPr>
      <w:bookmarkStart w:id="1" w:name="_Hlk188522143"/>
      <w:r w:rsidRPr="008A7C7A">
        <w:rPr>
          <w:rFonts w:eastAsia="Times New Roman" w:cs="Times New Roman"/>
          <w:lang w:eastAsia="cs-CZ"/>
        </w:rPr>
        <w:t xml:space="preserve">Zadavatel požaduje předložení seznamu personálu dodavatele. </w:t>
      </w:r>
      <w:r w:rsidR="00E01E0A" w:rsidRPr="008A7C7A">
        <w:t xml:space="preserve">Pro každou osobu odborného personálu v níže uvedené funkci, s výjimkou autorizovaného zeměměřického inženýra, může být za účelem splnění kvalifikace doložena pouze jedna fyzická osoba. </w:t>
      </w:r>
      <w:r w:rsidRPr="008A7C7A">
        <w:rPr>
          <w:rFonts w:eastAsia="Times New Roman" w:cs="Times New Roman"/>
          <w:lang w:eastAsia="cs-CZ"/>
        </w:rPr>
        <w:t>Jednotlivé požadavky na kvalifikační kritéria u každé jednotlivé funkce</w:t>
      </w:r>
      <w:r w:rsidR="00E01E0A" w:rsidRPr="008A7C7A">
        <w:rPr>
          <w:rFonts w:eastAsia="Times New Roman" w:cs="Times New Roman"/>
          <w:lang w:eastAsia="cs-CZ"/>
        </w:rPr>
        <w:t xml:space="preserve">, s výjimkou </w:t>
      </w:r>
      <w:r w:rsidR="00E01E0A" w:rsidRPr="008A7C7A">
        <w:t>autorizace pro ověřování výsledků zeměměřických činností u osoby autorizovaného zeměměřického inženýra</w:t>
      </w:r>
      <w:r w:rsidR="00E01E0A" w:rsidRPr="008A7C7A">
        <w:rPr>
          <w:rFonts w:eastAsia="Times New Roman" w:cs="Times New Roman"/>
          <w:lang w:eastAsia="cs-CZ"/>
        </w:rPr>
        <w:t>,</w:t>
      </w:r>
      <w:r w:rsidRPr="008A7C7A">
        <w:rPr>
          <w:rFonts w:eastAsia="Times New Roman" w:cs="Times New Roman"/>
          <w:lang w:eastAsia="cs-CZ"/>
        </w:rPr>
        <w:t xml:space="preserve"> nelze jakkoliv rozdělit mezi více fyzických osob, takže u téže funkce člena personálu nemůže být prokázáno splnění např. požadované</w:t>
      </w:r>
      <w:r w:rsidR="00E01E0A" w:rsidRPr="008A7C7A">
        <w:rPr>
          <w:rFonts w:eastAsia="Times New Roman" w:cs="Times New Roman"/>
          <w:lang w:eastAsia="cs-CZ"/>
        </w:rPr>
        <w:t xml:space="preserve"> praxe</w:t>
      </w:r>
      <w:r w:rsidRPr="008A7C7A">
        <w:rPr>
          <w:rFonts w:eastAsia="Times New Roman" w:cs="Times New Roman"/>
          <w:lang w:eastAsia="cs-CZ"/>
        </w:rP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180432C4" w14:textId="77777777" w:rsidR="005E0F20" w:rsidRPr="008A7C7A" w:rsidRDefault="005E0F20" w:rsidP="005E0F20">
      <w:pPr>
        <w:spacing w:after="0" w:line="240" w:lineRule="auto"/>
        <w:ind w:left="907"/>
        <w:jc w:val="both"/>
        <w:rPr>
          <w:rFonts w:eastAsia="Times New Roman" w:cs="Times New Roman"/>
          <w:lang w:eastAsia="cs-CZ"/>
        </w:rPr>
      </w:pPr>
    </w:p>
    <w:p w14:paraId="741C4B96" w14:textId="77777777" w:rsidR="005E0F20" w:rsidRPr="008A7C7A" w:rsidRDefault="005E0F20" w:rsidP="005E0F20">
      <w:pPr>
        <w:spacing w:after="0" w:line="240" w:lineRule="auto"/>
        <w:ind w:left="907"/>
        <w:jc w:val="both"/>
        <w:rPr>
          <w:rFonts w:eastAsia="Times New Roman" w:cs="Times New Roman"/>
          <w:lang w:eastAsia="cs-CZ"/>
        </w:rPr>
      </w:pPr>
      <w:r w:rsidRPr="008A7C7A">
        <w:rPr>
          <w:rFonts w:eastAsia="Times New Roman" w:cs="Times New Roman"/>
          <w:lang w:eastAsia="cs-CZ"/>
        </w:rPr>
        <w:lastRenderedPageBreak/>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w:t>
      </w:r>
      <w:r w:rsidR="00481D8F" w:rsidRPr="008A7C7A">
        <w:rPr>
          <w:rFonts w:eastAsia="Times New Roman" w:cs="Times New Roman"/>
          <w:lang w:eastAsia="cs-CZ"/>
        </w:rPr>
        <w:t>tj. zejména minimálně požadovanou</w:t>
      </w:r>
      <w:r w:rsidRPr="008A7C7A">
        <w:rPr>
          <w:rFonts w:eastAsia="Times New Roman" w:cs="Times New Roman"/>
          <w:lang w:eastAsia="cs-CZ"/>
        </w:rPr>
        <w:t xml:space="preserve"> praxi, zkušenosti, odbornou způsobilost a požadavky na prevenci střetu zájmů.</w:t>
      </w:r>
    </w:p>
    <w:p w14:paraId="7C8CB725" w14:textId="77777777" w:rsidR="005E0F20" w:rsidRPr="008A7C7A" w:rsidRDefault="005E0F20" w:rsidP="005E0F20">
      <w:pPr>
        <w:spacing w:after="0" w:line="240" w:lineRule="auto"/>
        <w:ind w:left="907"/>
        <w:jc w:val="both"/>
        <w:rPr>
          <w:rFonts w:eastAsia="Times New Roman" w:cs="Times New Roman"/>
          <w:lang w:eastAsia="cs-CZ"/>
        </w:rPr>
      </w:pPr>
    </w:p>
    <w:p w14:paraId="3D5AF7CF" w14:textId="77777777" w:rsidR="005E0F20" w:rsidRPr="008A7C7A" w:rsidRDefault="005E0F20" w:rsidP="005E0F20">
      <w:pPr>
        <w:spacing w:after="0" w:line="240" w:lineRule="auto"/>
        <w:ind w:left="907"/>
        <w:jc w:val="both"/>
        <w:rPr>
          <w:rFonts w:eastAsia="Times New Roman" w:cs="Times New Roman"/>
          <w:lang w:eastAsia="cs-CZ"/>
        </w:rPr>
      </w:pPr>
      <w:r w:rsidRPr="008A7C7A">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8A7C7A">
        <w:rPr>
          <w:rFonts w:eastAsia="Times New Roman" w:cs="Times New Roman"/>
          <w:b/>
          <w:u w:val="single"/>
          <w:lang w:eastAsia="cs-CZ"/>
        </w:rPr>
        <w:t>Informace o této skutečnosti bude uvedena v profesním životopisu</w:t>
      </w:r>
      <w:r w:rsidRPr="008A7C7A">
        <w:rPr>
          <w:rFonts w:eastAsia="Times New Roman" w:cs="Times New Roman"/>
          <w:lang w:eastAsia="cs-CZ"/>
        </w:rPr>
        <w:t>. Nesplnění této podmínky může být důvodem pro vyloučení dodavatele z výběrového řízení.</w:t>
      </w:r>
    </w:p>
    <w:p w14:paraId="65E1934B" w14:textId="77777777" w:rsidR="005E0F20" w:rsidRPr="008A7C7A" w:rsidRDefault="005E0F20" w:rsidP="005E0F20">
      <w:pPr>
        <w:spacing w:after="0" w:line="240" w:lineRule="auto"/>
        <w:ind w:left="907"/>
        <w:jc w:val="both"/>
        <w:rPr>
          <w:rFonts w:eastAsia="Times New Roman" w:cs="Times New Roman"/>
          <w:lang w:eastAsia="cs-CZ"/>
        </w:rPr>
      </w:pPr>
    </w:p>
    <w:p w14:paraId="19DC8EF2" w14:textId="77777777" w:rsidR="005E0F20" w:rsidRPr="00ED1966" w:rsidRDefault="005E0F20" w:rsidP="005E0F20">
      <w:pPr>
        <w:spacing w:after="0" w:line="240" w:lineRule="auto"/>
        <w:ind w:left="907"/>
        <w:jc w:val="both"/>
        <w:rPr>
          <w:rFonts w:eastAsia="Times New Roman" w:cs="Times New Roman"/>
          <w:lang w:eastAsia="cs-CZ"/>
        </w:rPr>
      </w:pPr>
      <w:r w:rsidRPr="008A7C7A">
        <w:rPr>
          <w:rFonts w:eastAsia="Times New Roman" w:cs="Times New Roman"/>
          <w:lang w:eastAsia="cs-CZ"/>
        </w:rPr>
        <w:t>Dodavatel v nabídce předloží strukturované profesní životopisy každého člena odborného personálu, doklady o požadované</w:t>
      </w:r>
      <w:r w:rsidR="00481D8F" w:rsidRPr="008A7C7A">
        <w:rPr>
          <w:rFonts w:eastAsia="Times New Roman" w:cs="Times New Roman"/>
          <w:lang w:eastAsia="cs-CZ"/>
        </w:rPr>
        <w:t xml:space="preserve"> praxi</w:t>
      </w:r>
      <w:r w:rsidRPr="008A7C7A">
        <w:rPr>
          <w:rFonts w:eastAsia="Times New Roman" w:cs="Times New Roman"/>
          <w:lang w:eastAsia="cs-CZ"/>
        </w:rPr>
        <w:t xml:space="preserve">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w:t>
      </w:r>
      <w:r w:rsidRPr="00ED1966">
        <w:rPr>
          <w:rFonts w:eastAsia="Times New Roman" w:cs="Times New Roman"/>
          <w:lang w:eastAsia="cs-CZ"/>
        </w:rPr>
        <w:t xml:space="preserve">musí mít dodavatel k dispozici odborný personál, který splňuje následující podmínky (což musí vyplývat </w:t>
      </w:r>
      <w:proofErr w:type="gramStart"/>
      <w:r w:rsidRPr="00ED1966">
        <w:rPr>
          <w:rFonts w:eastAsia="Times New Roman" w:cs="Times New Roman"/>
          <w:lang w:eastAsia="cs-CZ"/>
        </w:rPr>
        <w:t>z</w:t>
      </w:r>
      <w:proofErr w:type="gramEnd"/>
      <w:r w:rsidRPr="00ED1966">
        <w:rPr>
          <w:rFonts w:eastAsia="Times New Roman" w:cs="Times New Roman"/>
          <w:lang w:eastAsia="cs-CZ"/>
        </w:rPr>
        <w:t xml:space="preserve"> dodavatelem předkládaných dokumentů):</w:t>
      </w:r>
    </w:p>
    <w:p w14:paraId="0A2EAEF1" w14:textId="77777777" w:rsidR="008A7C7A" w:rsidRPr="00ED1966" w:rsidRDefault="008A7C7A" w:rsidP="005E0F20">
      <w:pPr>
        <w:spacing w:after="0" w:line="240" w:lineRule="auto"/>
        <w:ind w:left="907"/>
        <w:jc w:val="both"/>
        <w:rPr>
          <w:rFonts w:eastAsia="Times New Roman" w:cs="Times New Roman"/>
          <w:lang w:eastAsia="cs-CZ"/>
        </w:rPr>
      </w:pPr>
    </w:p>
    <w:p w14:paraId="204A919C" w14:textId="77777777" w:rsidR="008A7C7A" w:rsidRPr="00ED1966" w:rsidRDefault="008A7C7A" w:rsidP="008A7C7A">
      <w:pPr>
        <w:pStyle w:val="Odstavec1-1a"/>
        <w:numPr>
          <w:ilvl w:val="0"/>
          <w:numId w:val="39"/>
        </w:numPr>
        <w:tabs>
          <w:tab w:val="left" w:pos="708"/>
        </w:tabs>
        <w:rPr>
          <w:b/>
        </w:rPr>
      </w:pPr>
      <w:r w:rsidRPr="00ED1966">
        <w:rPr>
          <w:b/>
        </w:rPr>
        <w:t xml:space="preserve">hlavní projektant (HIP) </w:t>
      </w:r>
    </w:p>
    <w:p w14:paraId="67C0BFF2" w14:textId="0C37B87A" w:rsidR="008A7C7A" w:rsidRPr="00ED1966" w:rsidRDefault="008A7C7A" w:rsidP="008A7C7A">
      <w:pPr>
        <w:pStyle w:val="Odrka1-2-"/>
        <w:numPr>
          <w:ilvl w:val="1"/>
          <w:numId w:val="38"/>
        </w:numPr>
      </w:pPr>
      <w:r w:rsidRPr="00ED1966">
        <w:t>nejméně 5 let praxe v projektování staveb železničních drah, které obsahovaly alespoň následující činnosti:</w:t>
      </w:r>
      <w:r w:rsidR="00FA572D" w:rsidRPr="00ED1966">
        <w:t xml:space="preserve"> projektování v oboru udělené autorizace</w:t>
      </w:r>
      <w:r w:rsidR="00BA3E8C" w:rsidRPr="00ED1966">
        <w:t xml:space="preserve"> (dopravní stavby)</w:t>
      </w:r>
      <w:r w:rsidRPr="00ED1966">
        <w:t xml:space="preserve">; </w:t>
      </w:r>
    </w:p>
    <w:p w14:paraId="6890A28B" w14:textId="77777777" w:rsidR="008A7C7A" w:rsidRPr="00ED1966" w:rsidRDefault="008A7C7A" w:rsidP="008A7C7A">
      <w:pPr>
        <w:pStyle w:val="Odrka1-2-"/>
        <w:numPr>
          <w:ilvl w:val="1"/>
          <w:numId w:val="38"/>
        </w:numPr>
      </w:pPr>
      <w:r w:rsidRPr="00ED1966">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0FB8A376" w14:textId="65BFE2A8" w:rsidR="008A7C7A" w:rsidRPr="00ED1966" w:rsidRDefault="008A7C7A" w:rsidP="008A7C7A">
      <w:pPr>
        <w:pStyle w:val="Odrka1-2-"/>
        <w:numPr>
          <w:ilvl w:val="1"/>
          <w:numId w:val="38"/>
        </w:numPr>
      </w:pPr>
      <w:r w:rsidRPr="00ED1966">
        <w:t>prokázat zkušenost s plněním alespoň jedné zakázky na projektové práce spočívající ve zpracování dokumentace pro stavby železničních drah ve stupni</w:t>
      </w:r>
      <w:r w:rsidR="00B40E40" w:rsidRPr="00ED1966">
        <w:t xml:space="preserve"> ZP nebo</w:t>
      </w:r>
      <w:r w:rsidRPr="00ED1966">
        <w:t xml:space="preserve"> ZP+DD nebo DUR nebo DSP nebo DSP+PDPS nebo DUSP/DUSL nebo DUSP/DUSL+PDPS nebo DUR+DSP nebo DUR+DSP+PDPS ve funkci vedoucího týmu nebo zástupce vedoucího týmu, přičemž hodnota zakázky </w:t>
      </w:r>
      <w:r w:rsidRPr="00ED1966">
        <w:rPr>
          <w:rFonts w:cs="Arial"/>
          <w:bCs/>
        </w:rPr>
        <w:t xml:space="preserve">musí činit nejméně </w:t>
      </w:r>
      <w:r w:rsidRPr="00ED1966">
        <w:rPr>
          <w:rFonts w:cs="Arial"/>
          <w:b/>
          <w:bCs/>
        </w:rPr>
        <w:t>1,5</w:t>
      </w:r>
      <w:r w:rsidRPr="00ED1966">
        <w:rPr>
          <w:rFonts w:cs="Arial"/>
          <w:bCs/>
        </w:rPr>
        <w:t xml:space="preserve"> </w:t>
      </w:r>
      <w:r w:rsidRPr="00ED1966">
        <w:rPr>
          <w:rFonts w:cs="Arial"/>
          <w:b/>
          <w:bCs/>
        </w:rPr>
        <w:t>mil. Kč</w:t>
      </w:r>
      <w:r w:rsidRPr="00ED1966">
        <w:rPr>
          <w:rFonts w:cs="Arial"/>
          <w:bCs/>
        </w:rPr>
        <w:t xml:space="preserve"> bez DPH</w:t>
      </w:r>
      <w:r w:rsidRPr="00ED1966">
        <w:t xml:space="preserve"> a musí se jednat o zakázku dokončenou, avšak zadavatel nestanoví maximální lhůtu, ve které musela být zakázka dokončena; pokud byla referovaná činnost součástí rozsáhlejšího plnění pro objednatele služby (např. kromě zpracování projektové dokumentace měl dodavatel vykonávat i dozor projektanta) postačí, pokud je dokončeno plnění odpovídající zadavatelem stanovené definici požadované zkušenosti;  </w:t>
      </w:r>
    </w:p>
    <w:p w14:paraId="3963AE19" w14:textId="77777777" w:rsidR="008A7C7A" w:rsidRPr="00ED1966" w:rsidRDefault="008A7C7A" w:rsidP="008A7C7A">
      <w:pPr>
        <w:pStyle w:val="Odstavec1-1a"/>
        <w:numPr>
          <w:ilvl w:val="0"/>
          <w:numId w:val="39"/>
        </w:numPr>
        <w:tabs>
          <w:tab w:val="left" w:pos="708"/>
        </w:tabs>
        <w:rPr>
          <w:b/>
        </w:rPr>
      </w:pPr>
      <w:r w:rsidRPr="00ED1966">
        <w:rPr>
          <w:b/>
        </w:rPr>
        <w:t xml:space="preserve">zástupce hlavního projektanta  </w:t>
      </w:r>
    </w:p>
    <w:p w14:paraId="401AD2D1" w14:textId="1046364B" w:rsidR="008A7C7A" w:rsidRPr="00ED1966" w:rsidRDefault="008A7C7A" w:rsidP="008A7C7A">
      <w:pPr>
        <w:pStyle w:val="Odrka1-2-"/>
        <w:numPr>
          <w:ilvl w:val="1"/>
          <w:numId w:val="38"/>
        </w:numPr>
      </w:pPr>
      <w:r w:rsidRPr="00ED1966">
        <w:t>nejméně 5 let praxe v projektování staveb železničních drah, které obsahovaly alespoň následující činnosti: projektování železniční</w:t>
      </w:r>
      <w:r w:rsidR="00B70DBF" w:rsidRPr="00ED1966">
        <w:t>ho</w:t>
      </w:r>
      <w:r w:rsidRPr="00ED1966">
        <w:t xml:space="preserve"> </w:t>
      </w:r>
      <w:r w:rsidR="00B70DBF" w:rsidRPr="00ED1966">
        <w:t xml:space="preserve">svršku </w:t>
      </w:r>
      <w:r w:rsidRPr="00ED1966">
        <w:t xml:space="preserve">a </w:t>
      </w:r>
      <w:r w:rsidR="00B70DBF" w:rsidRPr="00ED1966">
        <w:t xml:space="preserve">spodku </w:t>
      </w:r>
      <w:r w:rsidRPr="00ED1966">
        <w:t xml:space="preserve">nebo </w:t>
      </w:r>
      <w:bookmarkStart w:id="2" w:name="_Hlk188356975"/>
      <w:r w:rsidRPr="00ED1966">
        <w:t>sdělovacího nebo zabezpečovacího zařízení</w:t>
      </w:r>
      <w:bookmarkEnd w:id="2"/>
      <w:r w:rsidRPr="00ED1966">
        <w:t xml:space="preserve">; </w:t>
      </w:r>
    </w:p>
    <w:p w14:paraId="60167EAE" w14:textId="77777777" w:rsidR="008A7C7A" w:rsidRPr="00ED1966" w:rsidRDefault="008A7C7A" w:rsidP="008A7C7A">
      <w:pPr>
        <w:pStyle w:val="Odrka1-2-"/>
        <w:numPr>
          <w:ilvl w:val="1"/>
          <w:numId w:val="38"/>
        </w:numPr>
        <w:rPr>
          <w:b/>
        </w:rPr>
      </w:pPr>
      <w:r w:rsidRPr="00ED1966">
        <w:t>autorizace v rozsahu dle § 5 odst. 3 písm. b) nebo e) autorizačního zákona, tedy pro dopravní stavby nebo technologická zařízení staveb;</w:t>
      </w:r>
    </w:p>
    <w:p w14:paraId="5A06C27C" w14:textId="77777777" w:rsidR="008A7C7A" w:rsidRPr="00ED1966" w:rsidRDefault="008A7C7A" w:rsidP="008A7C7A">
      <w:pPr>
        <w:pStyle w:val="Odstavec1-1a"/>
        <w:numPr>
          <w:ilvl w:val="0"/>
          <w:numId w:val="39"/>
        </w:numPr>
        <w:tabs>
          <w:tab w:val="left" w:pos="708"/>
        </w:tabs>
        <w:rPr>
          <w:b/>
        </w:rPr>
      </w:pPr>
      <w:r w:rsidRPr="00ED1966">
        <w:rPr>
          <w:b/>
        </w:rPr>
        <w:t>specialista na železniční svršek a spodek</w:t>
      </w:r>
    </w:p>
    <w:p w14:paraId="505FF0C1" w14:textId="77777777" w:rsidR="008A7C7A" w:rsidRPr="00ED1966" w:rsidRDefault="008A7C7A" w:rsidP="008A7C7A">
      <w:pPr>
        <w:pStyle w:val="Odrka1-2-"/>
        <w:numPr>
          <w:ilvl w:val="1"/>
          <w:numId w:val="38"/>
        </w:numPr>
      </w:pPr>
      <w:r w:rsidRPr="00ED1966">
        <w:t xml:space="preserve">nejméně 5 let praxe v projektování v oboru své specializace (železniční svršek a spodek); </w:t>
      </w:r>
    </w:p>
    <w:p w14:paraId="0BA3F090" w14:textId="77777777" w:rsidR="008A7C7A" w:rsidRPr="00ED1966" w:rsidRDefault="008A7C7A" w:rsidP="008A7C7A">
      <w:pPr>
        <w:pStyle w:val="Odrka1-2-"/>
        <w:numPr>
          <w:ilvl w:val="1"/>
          <w:numId w:val="38"/>
        </w:numPr>
      </w:pPr>
      <w:r w:rsidRPr="00ED1966">
        <w:t xml:space="preserve">autorizace v rozsahu dle § 5 odst. 3 písm. b) autorizačního zákona, tedy pro dopravní stavby; </w:t>
      </w:r>
    </w:p>
    <w:p w14:paraId="2B506CA0" w14:textId="77777777" w:rsidR="008A7C7A" w:rsidRPr="00ED1966" w:rsidRDefault="008A7C7A" w:rsidP="008A7C7A">
      <w:pPr>
        <w:pStyle w:val="Odstavec1-1a"/>
        <w:numPr>
          <w:ilvl w:val="0"/>
          <w:numId w:val="39"/>
        </w:numPr>
        <w:tabs>
          <w:tab w:val="left" w:pos="708"/>
        </w:tabs>
        <w:rPr>
          <w:b/>
        </w:rPr>
      </w:pPr>
      <w:r w:rsidRPr="00ED1966">
        <w:rPr>
          <w:b/>
        </w:rPr>
        <w:t>specialista na mostní a inženýrské konstrukce</w:t>
      </w:r>
    </w:p>
    <w:p w14:paraId="47640553" w14:textId="77777777" w:rsidR="008A7C7A" w:rsidRPr="00ED1966" w:rsidRDefault="008A7C7A" w:rsidP="008A7C7A">
      <w:pPr>
        <w:pStyle w:val="Odrka1-2-"/>
        <w:numPr>
          <w:ilvl w:val="1"/>
          <w:numId w:val="38"/>
        </w:numPr>
      </w:pPr>
      <w:r w:rsidRPr="00ED1966">
        <w:lastRenderedPageBreak/>
        <w:t xml:space="preserve">nejméně 5 let praxe v projektování v oboru své specializace (mostní a inženýrské konstrukce); </w:t>
      </w:r>
    </w:p>
    <w:p w14:paraId="632D1AC4" w14:textId="77777777" w:rsidR="008A7C7A" w:rsidRPr="00ED1966" w:rsidRDefault="008A7C7A" w:rsidP="008A7C7A">
      <w:pPr>
        <w:pStyle w:val="Odrka1-2-"/>
        <w:numPr>
          <w:ilvl w:val="1"/>
          <w:numId w:val="38"/>
        </w:numPr>
      </w:pPr>
      <w:r w:rsidRPr="00ED1966">
        <w:t xml:space="preserve">autorizace v rozsahu dle § 5 odst. 3 písm. d) autorizačního zákona, tedy v oboru mosty a inženýrské konstrukce; </w:t>
      </w:r>
    </w:p>
    <w:p w14:paraId="5468B455" w14:textId="77777777" w:rsidR="008A7C7A" w:rsidRPr="00ED1966" w:rsidRDefault="008A7C7A" w:rsidP="008A7C7A">
      <w:pPr>
        <w:pStyle w:val="Odstavec1-1a"/>
        <w:numPr>
          <w:ilvl w:val="0"/>
          <w:numId w:val="39"/>
        </w:numPr>
        <w:tabs>
          <w:tab w:val="left" w:pos="708"/>
        </w:tabs>
        <w:rPr>
          <w:b/>
        </w:rPr>
      </w:pPr>
      <w:r w:rsidRPr="00ED1966">
        <w:rPr>
          <w:b/>
        </w:rPr>
        <w:t>specialista na pozemní stavby</w:t>
      </w:r>
    </w:p>
    <w:p w14:paraId="4FDB06A2" w14:textId="77777777" w:rsidR="008A7C7A" w:rsidRPr="00ED1966" w:rsidRDefault="008A7C7A" w:rsidP="008A7C7A">
      <w:pPr>
        <w:pStyle w:val="Odrka1-2-"/>
        <w:numPr>
          <w:ilvl w:val="1"/>
          <w:numId w:val="38"/>
        </w:numPr>
      </w:pPr>
      <w:r w:rsidRPr="00ED1966">
        <w:t xml:space="preserve">nejméně 5 let praxe v projektování v oboru své specializace (pozemní stavby); </w:t>
      </w:r>
    </w:p>
    <w:p w14:paraId="209A41F4" w14:textId="77777777" w:rsidR="008A7C7A" w:rsidRPr="00ED1966" w:rsidRDefault="008A7C7A" w:rsidP="008A7C7A">
      <w:pPr>
        <w:pStyle w:val="Odrka1-2-"/>
        <w:numPr>
          <w:ilvl w:val="1"/>
          <w:numId w:val="38"/>
        </w:numPr>
      </w:pPr>
      <w:r w:rsidRPr="00ED1966">
        <w:t>autorizace v rozsahu dle § 5 odst. 3 písm. a) autorizačního zákona, tedy v oboru pozemní stavby;</w:t>
      </w:r>
    </w:p>
    <w:p w14:paraId="58E103F5" w14:textId="77777777" w:rsidR="008A7C7A" w:rsidRPr="00ED1966" w:rsidRDefault="008A7C7A" w:rsidP="008A7C7A">
      <w:pPr>
        <w:pStyle w:val="Odstavec1-1a"/>
        <w:numPr>
          <w:ilvl w:val="0"/>
          <w:numId w:val="39"/>
        </w:numPr>
        <w:tabs>
          <w:tab w:val="left" w:pos="708"/>
        </w:tabs>
        <w:rPr>
          <w:b/>
        </w:rPr>
      </w:pPr>
      <w:r w:rsidRPr="00ED1966">
        <w:rPr>
          <w:b/>
        </w:rPr>
        <w:t>specialista na zabezpečovací zařízení</w:t>
      </w:r>
    </w:p>
    <w:p w14:paraId="4B61B16F" w14:textId="77777777" w:rsidR="008A7C7A" w:rsidRPr="00ED1966" w:rsidRDefault="008A7C7A" w:rsidP="008A7C7A">
      <w:pPr>
        <w:pStyle w:val="Odrka1-2-"/>
        <w:numPr>
          <w:ilvl w:val="1"/>
          <w:numId w:val="38"/>
        </w:numPr>
      </w:pPr>
      <w:r w:rsidRPr="00ED1966">
        <w:t>nejméně 5 let praxe v projektování v oboru své specializace (zabezpečovací zařízení);</w:t>
      </w:r>
    </w:p>
    <w:p w14:paraId="7DE0CA95" w14:textId="77777777" w:rsidR="008A7C7A" w:rsidRPr="00ED1966" w:rsidRDefault="008A7C7A" w:rsidP="008A7C7A">
      <w:pPr>
        <w:pStyle w:val="Odrka1-2-"/>
        <w:numPr>
          <w:ilvl w:val="1"/>
          <w:numId w:val="38"/>
        </w:numPr>
      </w:pPr>
      <w:r w:rsidRPr="00ED1966">
        <w:t xml:space="preserve">autorizace v rozsahu dle § 5 odst. 3 písm. e) autorizačního zákona, tedy v oboru technologická zařízení staveb; </w:t>
      </w:r>
    </w:p>
    <w:p w14:paraId="33C8BF79" w14:textId="77777777" w:rsidR="008A7C7A" w:rsidRPr="00ED1966" w:rsidRDefault="008A7C7A" w:rsidP="008A7C7A">
      <w:pPr>
        <w:pStyle w:val="Odstavec1-1a"/>
        <w:numPr>
          <w:ilvl w:val="0"/>
          <w:numId w:val="39"/>
        </w:numPr>
        <w:tabs>
          <w:tab w:val="left" w:pos="708"/>
        </w:tabs>
        <w:rPr>
          <w:b/>
        </w:rPr>
      </w:pPr>
      <w:r w:rsidRPr="00ED1966">
        <w:rPr>
          <w:b/>
        </w:rPr>
        <w:t>specialista na sdělovací zařízení</w:t>
      </w:r>
    </w:p>
    <w:p w14:paraId="37665CD9" w14:textId="77777777" w:rsidR="008A7C7A" w:rsidRPr="00ED1966" w:rsidRDefault="008A7C7A" w:rsidP="008A7C7A">
      <w:pPr>
        <w:pStyle w:val="Odrka1-2-"/>
        <w:numPr>
          <w:ilvl w:val="1"/>
          <w:numId w:val="38"/>
        </w:numPr>
      </w:pPr>
      <w:r w:rsidRPr="00ED1966">
        <w:t xml:space="preserve">nejméně 5 let praxe v projektování v oboru své specializace (sdělovací zařízení); </w:t>
      </w:r>
    </w:p>
    <w:p w14:paraId="6D04CD24" w14:textId="77777777" w:rsidR="008A7C7A" w:rsidRPr="00ED1966" w:rsidRDefault="008A7C7A" w:rsidP="008A7C7A">
      <w:pPr>
        <w:pStyle w:val="Odrka1-2-"/>
        <w:numPr>
          <w:ilvl w:val="1"/>
          <w:numId w:val="38"/>
        </w:numPr>
      </w:pPr>
      <w:r w:rsidRPr="00ED1966">
        <w:t xml:space="preserve">autorizace v rozsahu dle § 5 odst. 3 písm. e) autorizačního zákona, tedy v oboru technologická zařízení staveb; </w:t>
      </w:r>
    </w:p>
    <w:p w14:paraId="6C3ED5E3" w14:textId="77777777" w:rsidR="008A7C7A" w:rsidRPr="00ED1966" w:rsidRDefault="008A7C7A" w:rsidP="008A7C7A">
      <w:pPr>
        <w:pStyle w:val="Odstavec1-1a"/>
        <w:numPr>
          <w:ilvl w:val="0"/>
          <w:numId w:val="39"/>
        </w:numPr>
        <w:tabs>
          <w:tab w:val="left" w:pos="708"/>
        </w:tabs>
        <w:rPr>
          <w:b/>
        </w:rPr>
      </w:pPr>
      <w:r w:rsidRPr="00ED1966">
        <w:rPr>
          <w:b/>
        </w:rPr>
        <w:t>specialista na trakční vedení</w:t>
      </w:r>
    </w:p>
    <w:p w14:paraId="41A05063" w14:textId="77777777" w:rsidR="008A7C7A" w:rsidRPr="00ED1966" w:rsidRDefault="008A7C7A" w:rsidP="008A7C7A">
      <w:pPr>
        <w:pStyle w:val="Odrka1-2-"/>
        <w:numPr>
          <w:ilvl w:val="1"/>
          <w:numId w:val="38"/>
        </w:numPr>
      </w:pPr>
      <w:r w:rsidRPr="00ED1966">
        <w:t xml:space="preserve">nejméně 5 let praxe v projektování v oboru své specializace (trakční vedení); </w:t>
      </w:r>
    </w:p>
    <w:p w14:paraId="3E38C799" w14:textId="77777777" w:rsidR="008A7C7A" w:rsidRPr="00ED1966" w:rsidRDefault="008A7C7A" w:rsidP="008A7C7A">
      <w:pPr>
        <w:pStyle w:val="Odrka1-2-"/>
        <w:numPr>
          <w:ilvl w:val="1"/>
          <w:numId w:val="38"/>
        </w:numPr>
      </w:pPr>
      <w:r w:rsidRPr="00ED1966">
        <w:t xml:space="preserve">autorizace v rozsahu dle § 5 odst. 3 písm. e) autorizačního zákona, tedy v oboru technologická zařízení staveb; </w:t>
      </w:r>
    </w:p>
    <w:p w14:paraId="234E060F" w14:textId="77777777" w:rsidR="008A7C7A" w:rsidRPr="00ED1966" w:rsidRDefault="008A7C7A" w:rsidP="008A7C7A">
      <w:pPr>
        <w:pStyle w:val="Odstavec1-1a"/>
        <w:numPr>
          <w:ilvl w:val="0"/>
          <w:numId w:val="39"/>
        </w:numPr>
        <w:tabs>
          <w:tab w:val="left" w:pos="708"/>
        </w:tabs>
        <w:rPr>
          <w:b/>
        </w:rPr>
      </w:pPr>
      <w:r w:rsidRPr="00ED1966">
        <w:rPr>
          <w:b/>
        </w:rPr>
        <w:t>specialista na silnoproudou technologii</w:t>
      </w:r>
    </w:p>
    <w:p w14:paraId="034B4040" w14:textId="77777777" w:rsidR="008A7C7A" w:rsidRPr="00ED1966" w:rsidRDefault="008A7C7A" w:rsidP="008A7C7A">
      <w:pPr>
        <w:pStyle w:val="Odrka1-2-"/>
        <w:numPr>
          <w:ilvl w:val="1"/>
          <w:numId w:val="38"/>
        </w:numPr>
      </w:pPr>
      <w:r w:rsidRPr="00ED1966">
        <w:t xml:space="preserve">nejméně 5 let praxe v projektování v oboru své specializace (silnoproudá technologie); </w:t>
      </w:r>
    </w:p>
    <w:p w14:paraId="78EC7FB5" w14:textId="77777777" w:rsidR="008A7C7A" w:rsidRPr="00ED1966" w:rsidRDefault="008A7C7A" w:rsidP="008A7C7A">
      <w:pPr>
        <w:pStyle w:val="Odrka1-2-"/>
        <w:numPr>
          <w:ilvl w:val="1"/>
          <w:numId w:val="38"/>
        </w:numPr>
      </w:pPr>
      <w:r w:rsidRPr="00ED1966">
        <w:t xml:space="preserve">autorizace v rozsahu dle § 5 odst. 3 písm. e) autorizačního zákona, tedy v oboru technologická zařízení staveb; </w:t>
      </w:r>
    </w:p>
    <w:p w14:paraId="23EC4642" w14:textId="77777777" w:rsidR="008A7C7A" w:rsidRPr="00ED1966" w:rsidRDefault="008A7C7A" w:rsidP="008A7C7A">
      <w:pPr>
        <w:pStyle w:val="Odstavec1-1a"/>
        <w:numPr>
          <w:ilvl w:val="0"/>
          <w:numId w:val="39"/>
        </w:numPr>
        <w:tabs>
          <w:tab w:val="left" w:pos="708"/>
        </w:tabs>
        <w:rPr>
          <w:b/>
        </w:rPr>
      </w:pPr>
      <w:r w:rsidRPr="00ED1966">
        <w:rPr>
          <w:b/>
        </w:rPr>
        <w:t>specialista na elektrotechnická zařízení</w:t>
      </w:r>
    </w:p>
    <w:p w14:paraId="3A5013FD" w14:textId="77777777" w:rsidR="008A7C7A" w:rsidRPr="00ED1966" w:rsidRDefault="008A7C7A" w:rsidP="008A7C7A">
      <w:pPr>
        <w:pStyle w:val="Odrka1-2-"/>
        <w:numPr>
          <w:ilvl w:val="1"/>
          <w:numId w:val="38"/>
        </w:numPr>
      </w:pPr>
      <w:r w:rsidRPr="00ED1966">
        <w:t xml:space="preserve">nejméně 5 let praxe v projektování v oboru své specializace (elektrotechnická zařízení); </w:t>
      </w:r>
    </w:p>
    <w:p w14:paraId="2D1BABBA" w14:textId="77777777" w:rsidR="008A7C7A" w:rsidRPr="00ED1966" w:rsidRDefault="008A7C7A" w:rsidP="008A7C7A">
      <w:pPr>
        <w:pStyle w:val="Odrka1-2-"/>
        <w:numPr>
          <w:ilvl w:val="1"/>
          <w:numId w:val="38"/>
        </w:numPr>
      </w:pPr>
      <w:r w:rsidRPr="00ED1966">
        <w:t>autorizace v rozsahu dle § 5 odst. 3 písm. f) specializace elektrotechnická zařízení autorizačního zákona, tedy v oboru technika prostředí staveb, specializace elektrotechnická zařízení;</w:t>
      </w:r>
    </w:p>
    <w:p w14:paraId="1997B7BE" w14:textId="77777777" w:rsidR="008A7C7A" w:rsidRPr="00ED1966" w:rsidRDefault="008A7C7A" w:rsidP="008A7C7A">
      <w:pPr>
        <w:pStyle w:val="Odstavec1-1a"/>
        <w:numPr>
          <w:ilvl w:val="0"/>
          <w:numId w:val="39"/>
        </w:numPr>
        <w:tabs>
          <w:tab w:val="left" w:pos="708"/>
        </w:tabs>
        <w:rPr>
          <w:b/>
        </w:rPr>
      </w:pPr>
      <w:r w:rsidRPr="00ED1966">
        <w:rPr>
          <w:b/>
        </w:rPr>
        <w:t>specialista na životní prostředí</w:t>
      </w:r>
    </w:p>
    <w:p w14:paraId="6C70BE33" w14:textId="77777777" w:rsidR="008A7C7A" w:rsidRPr="00ED1966" w:rsidRDefault="008A7C7A" w:rsidP="008A7C7A">
      <w:pPr>
        <w:pStyle w:val="Odrka1-2-"/>
        <w:numPr>
          <w:ilvl w:val="1"/>
          <w:numId w:val="38"/>
        </w:numPr>
      </w:pPr>
      <w:r w:rsidRPr="00ED1966">
        <w:t xml:space="preserve">nejméně 5 let praxe v projektování v oboru své specializace (životní prostředí) nebo v posuzování vlivů na životní prostředí; </w:t>
      </w:r>
    </w:p>
    <w:p w14:paraId="3C3DA3FD" w14:textId="77777777" w:rsidR="008A7C7A" w:rsidRPr="00ED1966" w:rsidRDefault="008A7C7A" w:rsidP="008A7C7A">
      <w:pPr>
        <w:pStyle w:val="Odrka1-2-"/>
        <w:numPr>
          <w:ilvl w:val="1"/>
          <w:numId w:val="38"/>
        </w:numPr>
      </w:pPr>
      <w:r w:rsidRPr="00ED1966">
        <w:t>autorizace ke zpracování dokumentace a posudku dle § 19 zák. č. 100/2001 Sb., o posuzování vlivů na životní prostředí, ve znění pozdějších předpisů;</w:t>
      </w:r>
    </w:p>
    <w:p w14:paraId="23C8E552" w14:textId="77777777" w:rsidR="008A7C7A" w:rsidRPr="00ED1966" w:rsidRDefault="008A7C7A" w:rsidP="008A7C7A">
      <w:pPr>
        <w:pStyle w:val="Odstavec1-1a"/>
        <w:numPr>
          <w:ilvl w:val="0"/>
          <w:numId w:val="39"/>
        </w:numPr>
        <w:tabs>
          <w:tab w:val="left" w:pos="708"/>
        </w:tabs>
        <w:rPr>
          <w:b/>
        </w:rPr>
      </w:pPr>
      <w:r w:rsidRPr="00ED1966">
        <w:rPr>
          <w:b/>
        </w:rPr>
        <w:t>autorizovaný zeměměřický inženýr</w:t>
      </w:r>
    </w:p>
    <w:p w14:paraId="6D124E68" w14:textId="77777777" w:rsidR="008A7C7A" w:rsidRPr="00ED1966" w:rsidRDefault="008A7C7A" w:rsidP="008A7C7A">
      <w:pPr>
        <w:pStyle w:val="Odrka1-2-"/>
        <w:numPr>
          <w:ilvl w:val="1"/>
          <w:numId w:val="38"/>
        </w:numPr>
      </w:pPr>
      <w:r w:rsidRPr="00ED1966">
        <w:t xml:space="preserve">nejméně 5 let praxe ve svém oboru; </w:t>
      </w:r>
    </w:p>
    <w:p w14:paraId="7256E0E4" w14:textId="77777777" w:rsidR="008A7C7A" w:rsidRPr="00ED1966" w:rsidRDefault="008A7C7A" w:rsidP="008A7C7A">
      <w:pPr>
        <w:pStyle w:val="Odrka1-2-"/>
        <w:numPr>
          <w:ilvl w:val="1"/>
          <w:numId w:val="38"/>
        </w:numPr>
      </w:pPr>
      <w:r w:rsidRPr="00ED1966">
        <w:t xml:space="preserve">autorizace pro ověřování výsledků zeměměřických činností v rozsahu dle § 16f odst. 1 písm. a) a c) zákona č. 200/1994 Sb., o zeměměřictví a o změně a doplnění některých zákonů souvisejících s jeho zavedením, ve znění pozdějších předpisů; </w:t>
      </w:r>
    </w:p>
    <w:p w14:paraId="09FE8770" w14:textId="77777777" w:rsidR="008A7C7A" w:rsidRPr="00ED1966" w:rsidRDefault="008A7C7A" w:rsidP="008A7C7A">
      <w:pPr>
        <w:pStyle w:val="Odstavec1-1a"/>
        <w:numPr>
          <w:ilvl w:val="0"/>
          <w:numId w:val="39"/>
        </w:numPr>
        <w:tabs>
          <w:tab w:val="left" w:pos="708"/>
        </w:tabs>
        <w:rPr>
          <w:b/>
        </w:rPr>
      </w:pPr>
      <w:r w:rsidRPr="00ED1966">
        <w:rPr>
          <w:b/>
        </w:rPr>
        <w:t xml:space="preserve">specialista na požární bezpečnost </w:t>
      </w:r>
    </w:p>
    <w:p w14:paraId="049E89DD" w14:textId="77777777" w:rsidR="008A7C7A" w:rsidRPr="00ED1966" w:rsidRDefault="008A7C7A" w:rsidP="008A7C7A">
      <w:pPr>
        <w:pStyle w:val="Odrka1-2-"/>
        <w:numPr>
          <w:ilvl w:val="1"/>
          <w:numId w:val="38"/>
        </w:numPr>
      </w:pPr>
      <w:r w:rsidRPr="00ED1966">
        <w:t xml:space="preserve">nejméně 3 roky praxe v projektování v oboru své specializace (požární bezpečnost); </w:t>
      </w:r>
    </w:p>
    <w:p w14:paraId="511BA346" w14:textId="77777777" w:rsidR="008A7C7A" w:rsidRPr="00ED1966" w:rsidRDefault="008A7C7A" w:rsidP="008A7C7A">
      <w:pPr>
        <w:pStyle w:val="Odrka1-2-"/>
        <w:numPr>
          <w:ilvl w:val="1"/>
          <w:numId w:val="38"/>
        </w:numPr>
      </w:pPr>
      <w:r w:rsidRPr="00ED1966">
        <w:t>autorizace v rozsahu dle § 5 odst. 3 písm. j) autorizačního zákona, tedy v oboru požární bezpečnost staveb;</w:t>
      </w:r>
    </w:p>
    <w:p w14:paraId="2C5392EA" w14:textId="77777777" w:rsidR="008A7C7A" w:rsidRPr="00ED1966" w:rsidRDefault="008A7C7A" w:rsidP="008A7C7A">
      <w:pPr>
        <w:pStyle w:val="Odstavec1-1a"/>
        <w:numPr>
          <w:ilvl w:val="0"/>
          <w:numId w:val="39"/>
        </w:numPr>
        <w:tabs>
          <w:tab w:val="left" w:pos="708"/>
        </w:tabs>
        <w:rPr>
          <w:b/>
        </w:rPr>
      </w:pPr>
      <w:r w:rsidRPr="00ED1966">
        <w:rPr>
          <w:b/>
        </w:rPr>
        <w:lastRenderedPageBreak/>
        <w:t xml:space="preserve">specialista na hodnocení ekonomické efektivnosti </w:t>
      </w:r>
    </w:p>
    <w:p w14:paraId="1D37F6B9" w14:textId="77777777" w:rsidR="008A7C7A" w:rsidRPr="00ED1966" w:rsidRDefault="008A7C7A" w:rsidP="008A7C7A">
      <w:pPr>
        <w:pStyle w:val="Odrka1-2-"/>
        <w:numPr>
          <w:ilvl w:val="1"/>
          <w:numId w:val="38"/>
        </w:numPr>
      </w:pPr>
      <w:r w:rsidRPr="00ED1966">
        <w:t>nejméně 3 roky praxe v oblasti hodnocení ekonomické efektivnosti staveb železničních drah celostátních nebo regionálních;</w:t>
      </w:r>
    </w:p>
    <w:p w14:paraId="0700D746" w14:textId="77777777" w:rsidR="008A7C7A" w:rsidRPr="00ED1966" w:rsidRDefault="008A7C7A" w:rsidP="008A7C7A">
      <w:pPr>
        <w:pStyle w:val="Odrka1-2-"/>
        <w:numPr>
          <w:ilvl w:val="1"/>
          <w:numId w:val="38"/>
        </w:numPr>
      </w:pPr>
      <w:r w:rsidRPr="00ED1966">
        <w:t>prokázat zkušenost s plněním alespoň jedné zakázky, jejímž předmětem bylo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w:t>
      </w:r>
    </w:p>
    <w:p w14:paraId="464F5785" w14:textId="77777777" w:rsidR="008A7C7A" w:rsidRPr="00ED1966" w:rsidRDefault="008A7C7A" w:rsidP="008A7C7A">
      <w:pPr>
        <w:pStyle w:val="Odrka1-2-"/>
        <w:numPr>
          <w:ilvl w:val="0"/>
          <w:numId w:val="0"/>
        </w:numPr>
        <w:tabs>
          <w:tab w:val="left" w:pos="708"/>
        </w:tabs>
        <w:ind w:left="1050"/>
      </w:pPr>
      <w:r w:rsidRPr="00ED1966">
        <w:t xml:space="preserve">(i)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zkušenosti, tj. zpracování hodnocení ekonomické efektivnosti), </w:t>
      </w:r>
    </w:p>
    <w:p w14:paraId="6CDD60E8" w14:textId="77777777" w:rsidR="008A7C7A" w:rsidRPr="00ED1966" w:rsidRDefault="008A7C7A" w:rsidP="008A7C7A">
      <w:pPr>
        <w:ind w:left="1050" w:firstLine="27"/>
        <w:jc w:val="both"/>
      </w:pPr>
      <w:r w:rsidRPr="00ED1966">
        <w:t>(</w:t>
      </w:r>
      <w:proofErr w:type="spellStart"/>
      <w:r w:rsidRPr="00ED1966">
        <w:t>ii</w:t>
      </w:r>
      <w:proofErr w:type="spellEnd"/>
      <w:r w:rsidRPr="00ED1966">
        <w:t xml:space="preserve">) hodnocení ekonomické efektivnosti bylo zpracováno podle Pravidel přípravy a realizace akcí dopravní infrastruktury financovaných Státním fondem dopravní infrastruktury vydaných Ministerstvem dopravy, srpen 2024 (schváleno dopisem ministra dopravy č. j. MD-46506/2024-910/1) nebo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ED1966">
        <w:t>Cost</w:t>
      </w:r>
      <w:proofErr w:type="spellEnd"/>
      <w:r w:rsidRPr="00ED1966">
        <w:t xml:space="preserve">-benefit </w:t>
      </w:r>
      <w:proofErr w:type="spellStart"/>
      <w:r w:rsidRPr="00ED1966">
        <w:t>Analysis</w:t>
      </w:r>
      <w:proofErr w:type="spellEnd"/>
      <w:r w:rsidRPr="00ED1966">
        <w:t xml:space="preserve"> </w:t>
      </w:r>
      <w:proofErr w:type="spellStart"/>
      <w:r w:rsidRPr="00ED1966">
        <w:t>of</w:t>
      </w:r>
      <w:proofErr w:type="spellEnd"/>
      <w:r w:rsidRPr="00ED1966">
        <w:t xml:space="preserve"> </w:t>
      </w:r>
      <w:proofErr w:type="spellStart"/>
      <w:r w:rsidRPr="00ED1966">
        <w:t>Investment</w:t>
      </w:r>
      <w:proofErr w:type="spellEnd"/>
      <w:r w:rsidRPr="00ED1966">
        <w:t xml:space="preserve"> </w:t>
      </w:r>
      <w:proofErr w:type="spellStart"/>
      <w:r w:rsidRPr="00ED1966">
        <w:t>Projects</w:t>
      </w:r>
      <w:proofErr w:type="spellEnd"/>
      <w:r w:rsidRPr="00ED1966">
        <w:t xml:space="preserve">, </w:t>
      </w:r>
      <w:proofErr w:type="spellStart"/>
      <w:r w:rsidRPr="00ED1966">
        <w:t>Structural</w:t>
      </w:r>
      <w:proofErr w:type="spellEnd"/>
      <w:r w:rsidRPr="00ED1966">
        <w:t xml:space="preserve"> </w:t>
      </w:r>
      <w:proofErr w:type="spellStart"/>
      <w:r w:rsidRPr="00ED1966">
        <w:t>Funds</w:t>
      </w:r>
      <w:proofErr w:type="spellEnd"/>
      <w:r w:rsidRPr="00ED1966">
        <w:t xml:space="preserve">, </w:t>
      </w:r>
      <w:proofErr w:type="spellStart"/>
      <w:r w:rsidRPr="00ED1966">
        <w:t>Cohesion</w:t>
      </w:r>
      <w:proofErr w:type="spellEnd"/>
      <w:r w:rsidRPr="00ED1966">
        <w:t xml:space="preserve"> </w:t>
      </w:r>
      <w:proofErr w:type="spellStart"/>
      <w:r w:rsidRPr="00ED1966">
        <w:t>Fund</w:t>
      </w:r>
      <w:proofErr w:type="spellEnd"/>
      <w:r w:rsidRPr="00ED1966">
        <w:t xml:space="preserve"> and Instrument </w:t>
      </w:r>
      <w:proofErr w:type="spellStart"/>
      <w:r w:rsidRPr="00ED1966">
        <w:t>for</w:t>
      </w:r>
      <w:proofErr w:type="spellEnd"/>
      <w:r w:rsidRPr="00ED1966">
        <w:t xml:space="preserve"> </w:t>
      </w:r>
      <w:proofErr w:type="spellStart"/>
      <w:r w:rsidRPr="00ED1966">
        <w:t>Pre-Accession</w:t>
      </w:r>
      <w:proofErr w:type="spellEnd"/>
      <w:r w:rsidRPr="00ED1966">
        <w:t xml:space="preserve">, EK, 06/2008 nebo podle </w:t>
      </w:r>
      <w:proofErr w:type="spellStart"/>
      <w:r w:rsidRPr="00ED1966">
        <w:t>Guide</w:t>
      </w:r>
      <w:proofErr w:type="spellEnd"/>
      <w:r w:rsidRPr="00ED1966">
        <w:t xml:space="preserve"> to </w:t>
      </w:r>
      <w:proofErr w:type="spellStart"/>
      <w:r w:rsidRPr="00ED1966">
        <w:t>Cost</w:t>
      </w:r>
      <w:proofErr w:type="spellEnd"/>
      <w:r w:rsidRPr="00ED1966">
        <w:t xml:space="preserve">-benefit </w:t>
      </w:r>
      <w:proofErr w:type="spellStart"/>
      <w:r w:rsidRPr="00ED1966">
        <w:t>Analysis</w:t>
      </w:r>
      <w:proofErr w:type="spellEnd"/>
      <w:r w:rsidRPr="00ED1966">
        <w:t xml:space="preserve"> </w:t>
      </w:r>
      <w:proofErr w:type="spellStart"/>
      <w:r w:rsidRPr="00ED1966">
        <w:t>of</w:t>
      </w:r>
      <w:proofErr w:type="spellEnd"/>
      <w:r w:rsidRPr="00ED1966">
        <w:t xml:space="preserve"> </w:t>
      </w:r>
      <w:proofErr w:type="spellStart"/>
      <w:r w:rsidRPr="00ED1966">
        <w:t>Investment</w:t>
      </w:r>
      <w:proofErr w:type="spellEnd"/>
      <w:r w:rsidRPr="00ED1966">
        <w:t xml:space="preserve"> </w:t>
      </w:r>
      <w:proofErr w:type="spellStart"/>
      <w:r w:rsidRPr="00ED1966">
        <w:t>Projects</w:t>
      </w:r>
      <w:proofErr w:type="spellEnd"/>
      <w:r w:rsidRPr="00ED1966">
        <w:t xml:space="preserve">, </w:t>
      </w:r>
      <w:proofErr w:type="spellStart"/>
      <w:r w:rsidRPr="00ED1966">
        <w:t>Economic</w:t>
      </w:r>
      <w:proofErr w:type="spellEnd"/>
      <w:r w:rsidRPr="00ED1966">
        <w:t xml:space="preserve"> </w:t>
      </w:r>
      <w:proofErr w:type="spellStart"/>
      <w:r w:rsidRPr="00ED1966">
        <w:t>appraisal</w:t>
      </w:r>
      <w:proofErr w:type="spellEnd"/>
      <w:r w:rsidRPr="00ED1966">
        <w:t xml:space="preserve"> </w:t>
      </w:r>
      <w:proofErr w:type="spellStart"/>
      <w:r w:rsidRPr="00ED1966">
        <w:t>tool</w:t>
      </w:r>
      <w:proofErr w:type="spellEnd"/>
      <w:r w:rsidRPr="00ED1966">
        <w:t xml:space="preserve"> </w:t>
      </w:r>
      <w:proofErr w:type="spellStart"/>
      <w:r w:rsidRPr="00ED1966">
        <w:t>for</w:t>
      </w:r>
      <w:proofErr w:type="spellEnd"/>
      <w:r w:rsidRPr="00ED1966">
        <w:t xml:space="preserve"> </w:t>
      </w:r>
      <w:proofErr w:type="spellStart"/>
      <w:r w:rsidRPr="00ED1966">
        <w:t>Cohesion</w:t>
      </w:r>
      <w:proofErr w:type="spellEnd"/>
      <w:r w:rsidRPr="00ED1966">
        <w:t xml:space="preserve"> </w:t>
      </w:r>
      <w:proofErr w:type="spellStart"/>
      <w:r w:rsidRPr="00ED1966">
        <w:t>Policy</w:t>
      </w:r>
      <w:proofErr w:type="spellEnd"/>
      <w:r w:rsidRPr="00ED1966">
        <w:t xml:space="preserve"> 2014-2020, EK, 12/2014,</w:t>
      </w:r>
    </w:p>
    <w:p w14:paraId="03DB8B16" w14:textId="77777777" w:rsidR="008A7C7A" w:rsidRPr="00ED1966" w:rsidRDefault="008A7C7A" w:rsidP="008A7C7A">
      <w:pPr>
        <w:tabs>
          <w:tab w:val="num" w:pos="1928"/>
        </w:tabs>
        <w:spacing w:after="60"/>
        <w:ind w:left="1050" w:firstLine="27"/>
        <w:jc w:val="both"/>
      </w:pPr>
      <w:r w:rsidRPr="00ED1966">
        <w:t xml:space="preserve"> (</w:t>
      </w:r>
      <w:proofErr w:type="spellStart"/>
      <w:r w:rsidRPr="00ED1966">
        <w:t>iii</w:t>
      </w:r>
      <w:proofErr w:type="spellEnd"/>
      <w:r w:rsidRPr="00ED1966">
        <w:t xml:space="preserve">) hodnocení ekonomické efektivnosti se týkalo stavby nebo společně hodnoceného souboru staveb železničních drah celostátních nebo regionálních s celkovými investičními náklady (CIN) minimálně ve výši: </w:t>
      </w:r>
      <w:r w:rsidRPr="00ED1966">
        <w:tab/>
      </w:r>
      <w:r w:rsidRPr="00ED1966">
        <w:rPr>
          <w:b/>
        </w:rPr>
        <w:t>800 000 000,- Kč</w:t>
      </w:r>
      <w:r w:rsidRPr="00ED1966">
        <w:t xml:space="preserve"> bez DPH,</w:t>
      </w:r>
    </w:p>
    <w:p w14:paraId="01796E64" w14:textId="18738690" w:rsidR="008A7C7A" w:rsidRPr="00ED1966" w:rsidRDefault="008A7C7A" w:rsidP="008A7C7A">
      <w:pPr>
        <w:spacing w:after="0" w:line="240" w:lineRule="auto"/>
        <w:ind w:left="907"/>
        <w:jc w:val="both"/>
        <w:rPr>
          <w:rFonts w:eastAsia="Times New Roman" w:cs="Times New Roman"/>
          <w:lang w:eastAsia="cs-CZ"/>
        </w:rPr>
      </w:pPr>
      <w:r w:rsidRPr="00ED1966">
        <w:t xml:space="preserve"> (</w:t>
      </w:r>
      <w:proofErr w:type="spellStart"/>
      <w:r w:rsidRPr="00ED1966">
        <w:t>iv</w:t>
      </w:r>
      <w:proofErr w:type="spellEnd"/>
      <w:r w:rsidRPr="00ED1966">
        <w:t>) a zároveň byla pro zpracování hodnocení ekonomické efektivnosti použita standardní metoda CBA (Analýza nákladů a přínosů), nikoliv jedna z alternativních metod (slovní hodnocení, multikriteriální analýza nebo zjednodušené maticové hodnocení ekonomické efektivnosti).</w:t>
      </w:r>
    </w:p>
    <w:bookmarkEnd w:id="1"/>
    <w:p w14:paraId="3D64A691" w14:textId="77777777" w:rsidR="005E0F20" w:rsidRPr="00ED1966" w:rsidRDefault="005E0F20" w:rsidP="005E0F20">
      <w:pPr>
        <w:spacing w:after="0" w:line="240" w:lineRule="auto"/>
        <w:ind w:firstLine="567"/>
        <w:jc w:val="both"/>
        <w:rPr>
          <w:rFonts w:eastAsia="Times New Roman" w:cs="Times New Roman"/>
          <w:lang w:eastAsia="cs-CZ"/>
        </w:rPr>
      </w:pPr>
    </w:p>
    <w:p w14:paraId="74315FA6" w14:textId="77777777" w:rsidR="00556827" w:rsidRPr="00ED1966" w:rsidRDefault="00556827" w:rsidP="005E0F20">
      <w:pPr>
        <w:spacing w:after="0" w:line="240" w:lineRule="auto"/>
        <w:ind w:left="567"/>
        <w:jc w:val="both"/>
        <w:rPr>
          <w:rFonts w:eastAsia="Times New Roman" w:cs="Times New Roman"/>
          <w:lang w:eastAsia="cs-CZ"/>
        </w:rPr>
      </w:pPr>
    </w:p>
    <w:p w14:paraId="252F62AF" w14:textId="77777777" w:rsidR="00556827" w:rsidRPr="00ED1966" w:rsidRDefault="00556827" w:rsidP="008A7C7A">
      <w:pPr>
        <w:numPr>
          <w:ilvl w:val="0"/>
          <w:numId w:val="18"/>
        </w:numPr>
        <w:tabs>
          <w:tab w:val="left" w:pos="1985"/>
        </w:tabs>
        <w:spacing w:after="0" w:line="240" w:lineRule="auto"/>
        <w:rPr>
          <w:rStyle w:val="Tun9b"/>
          <w:b w:val="0"/>
          <w:u w:val="single"/>
        </w:rPr>
      </w:pPr>
      <w:r w:rsidRPr="00ED1966">
        <w:rPr>
          <w:rStyle w:val="Tun9b"/>
          <w:b w:val="0"/>
          <w:u w:val="single"/>
        </w:rPr>
        <w:t>Požadavek na prokázání kvalifikace poddodavatele</w:t>
      </w:r>
    </w:p>
    <w:p w14:paraId="25E9A553" w14:textId="77777777" w:rsidR="00556827" w:rsidRPr="00ED1966" w:rsidRDefault="00556827" w:rsidP="00556827">
      <w:pPr>
        <w:tabs>
          <w:tab w:val="left" w:pos="1985"/>
        </w:tabs>
        <w:spacing w:after="0" w:line="240" w:lineRule="auto"/>
        <w:ind w:left="1146"/>
        <w:rPr>
          <w:rStyle w:val="Tun9b"/>
          <w:u w:val="single"/>
        </w:rPr>
      </w:pPr>
    </w:p>
    <w:p w14:paraId="0F781B26" w14:textId="77777777" w:rsidR="00556827" w:rsidRPr="00ED1966" w:rsidRDefault="00556827" w:rsidP="00556827">
      <w:pPr>
        <w:pStyle w:val="Textbezslovn"/>
      </w:pPr>
      <w:r w:rsidRPr="00ED1966">
        <w:t xml:space="preserve">Zadavatel požaduje, aby dodavatel u všech poddodavatelů uvedených v Příloze č. 3 </w:t>
      </w:r>
      <w:r w:rsidR="00F06C8A" w:rsidRPr="00ED1966">
        <w:t>této Výzvy</w:t>
      </w:r>
      <w:r w:rsidRPr="00ED1966">
        <w:t>, kteří jsou dodavateli při podání nabídky známi, prokázal:</w:t>
      </w:r>
    </w:p>
    <w:p w14:paraId="0DB64AEA" w14:textId="77777777" w:rsidR="00556827" w:rsidRPr="00ED1966" w:rsidRDefault="00556827" w:rsidP="00556827">
      <w:pPr>
        <w:pStyle w:val="Odrka1-1"/>
      </w:pPr>
      <w:r w:rsidRPr="00ED1966">
        <w:t>základní způsobilost podle čl. 9.1 písm. a) této Výzvy, a to způsobem uvedeným v čl. 9.1 této Výzvy.</w:t>
      </w:r>
    </w:p>
    <w:p w14:paraId="256498C6" w14:textId="7413B50C" w:rsidR="00556827" w:rsidRDefault="00556827" w:rsidP="00556827">
      <w:pPr>
        <w:pStyle w:val="Textbezslovn"/>
      </w:pPr>
      <w:r w:rsidRPr="00ED1966">
        <w:t>Kvalifikace poddodavatelů požadovaná v tomto článku se prokazuje ke stejnému datu jako kvalifikace účastníka</w:t>
      </w:r>
      <w:r w:rsidR="005517B2" w:rsidRPr="00ED1966">
        <w:t>. V případě změny této kvalifikace v průběhu výběrového řízení je dodavatel povinen postupovat dle č. 9.8 této Výzvy obdobně.</w:t>
      </w:r>
    </w:p>
    <w:p w14:paraId="1F45AC63" w14:textId="331592E2" w:rsidR="00556827" w:rsidRDefault="00556827" w:rsidP="00556827">
      <w:pPr>
        <w:pStyle w:val="Textbezslovn"/>
      </w:pPr>
      <w:r>
        <w:t>Zadavatel může požadovat nahrazení poddodavatele, který neprokáže splnění zadavatelem požadovaných kritérií způsobilosti uvedených shora v tomto článku nebo</w:t>
      </w:r>
      <w:r w:rsidR="00B50F6E">
        <w:t xml:space="preserve"> </w:t>
      </w:r>
      <w:r w:rsidR="00B50F6E" w:rsidRPr="00A33295">
        <w:t>v případě jeho nezpůsobilosti; důvody nezpůsobilosti se posuzují podle § 48 odst. 5 nebo 6 ZZVZ obdobně</w:t>
      </w:r>
      <w:r w:rsidR="00B50F6E">
        <w:t>.</w:t>
      </w:r>
      <w:r>
        <w:t xml:space="preserve"> </w:t>
      </w:r>
    </w:p>
    <w:p w14:paraId="4EF31E3E" w14:textId="0109E2D0" w:rsidR="00556827" w:rsidRDefault="00556827" w:rsidP="00556827">
      <w:pPr>
        <w:pStyle w:val="Textbezslovn"/>
      </w:pPr>
      <w:r>
        <w:lastRenderedPageBreak/>
        <w:t xml:space="preserve">Zadavatel výslovně upozorňuje, že pokud se jedná o článek 16. odst. </w:t>
      </w:r>
      <w:r w:rsidR="00F16574">
        <w:t>druhý</w:t>
      </w:r>
      <w:r>
        <w:t xml:space="preserve">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5FDC06EA" w14:textId="77777777" w:rsidR="00556827" w:rsidRDefault="00556827" w:rsidP="00556827">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17022969" w14:textId="77777777" w:rsidR="005E0F20" w:rsidRPr="005E0F20" w:rsidRDefault="005E0F20" w:rsidP="005E0F20">
      <w:pPr>
        <w:spacing w:after="0" w:line="240" w:lineRule="auto"/>
        <w:ind w:left="426"/>
        <w:jc w:val="both"/>
        <w:rPr>
          <w:rFonts w:eastAsia="Times New Roman" w:cs="Times New Roman"/>
          <w:lang w:eastAsia="cs-CZ"/>
        </w:rPr>
      </w:pPr>
    </w:p>
    <w:p w14:paraId="48FB51EC" w14:textId="77777777" w:rsidR="005E0F20" w:rsidRPr="005E0F20" w:rsidRDefault="005E0F20" w:rsidP="005E0F20">
      <w:pPr>
        <w:spacing w:after="0" w:line="240" w:lineRule="auto"/>
        <w:ind w:left="907"/>
        <w:jc w:val="both"/>
        <w:rPr>
          <w:rFonts w:eastAsia="Times New Roman" w:cs="Times New Roman"/>
          <w:lang w:eastAsia="cs-CZ"/>
        </w:rPr>
      </w:pPr>
    </w:p>
    <w:p w14:paraId="6C82AE16" w14:textId="77777777" w:rsidR="005E0F20" w:rsidRPr="005E0F20" w:rsidRDefault="005E0F20" w:rsidP="008A7C7A">
      <w:pPr>
        <w:numPr>
          <w:ilvl w:val="0"/>
          <w:numId w:val="18"/>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Obecně k prokazování kvalifikace</w:t>
      </w:r>
    </w:p>
    <w:p w14:paraId="6C5D7CA6" w14:textId="5F4120EA"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B50F6E">
        <w:rPr>
          <w:rFonts w:eastAsia="Times New Roman" w:cs="Times New Roman"/>
          <w:lang w:eastAsia="cs-CZ"/>
        </w:rPr>
        <w:t>dodavatele</w:t>
      </w:r>
      <w:r w:rsidRPr="005E0F20">
        <w:rPr>
          <w:rFonts w:eastAsia="Times New Roman" w:cs="Times New Roman"/>
          <w:lang w:eastAsia="cs-CZ"/>
        </w:rPr>
        <w:t xml:space="preserve"> řízení o prokázání jeho kvalifikace, a to i prostřednictvím jiné osoby, nahrazující doklady vydané orgány veřejné správy nebo třetími stranami na formuláři zpřístupněném v informačním systému e-</w:t>
      </w:r>
      <w:proofErr w:type="spellStart"/>
      <w:r w:rsidRPr="005E0F20">
        <w:rPr>
          <w:rFonts w:eastAsia="Times New Roman" w:cs="Times New Roman"/>
          <w:lang w:eastAsia="cs-CZ"/>
        </w:rPr>
        <w:t>Certis</w:t>
      </w:r>
      <w:proofErr w:type="spellEnd"/>
      <w:r w:rsidRPr="005E0F20">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w:t>
      </w:r>
      <w:r w:rsidR="00B50F6E">
        <w:rPr>
          <w:rFonts w:eastAsia="Times New Roman" w:cs="Times New Roman"/>
          <w:lang w:eastAsia="cs-CZ"/>
        </w:rPr>
        <w:t xml:space="preserve">písemným </w:t>
      </w:r>
      <w:r w:rsidRPr="005E0F20">
        <w:rPr>
          <w:rFonts w:eastAsia="Times New Roman" w:cs="Times New Roman"/>
          <w:lang w:eastAsia="cs-CZ"/>
        </w:rPr>
        <w:t xml:space="preserve">čestným prohlášením. </w:t>
      </w:r>
    </w:p>
    <w:p w14:paraId="5983D37B"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3154F42B"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Dodavatelé v nabídkách předkládají </w:t>
      </w:r>
      <w:r w:rsidRPr="005E0F20">
        <w:rPr>
          <w:rFonts w:eastAsia="Times New Roman" w:cs="Times New Roman"/>
          <w:b/>
          <w:lang w:eastAsia="cs-CZ"/>
        </w:rPr>
        <w:t>prosté kopie dokladů prokazujících splnění kvalifikace</w:t>
      </w:r>
      <w:r w:rsidRPr="005E0F20">
        <w:rPr>
          <w:rFonts w:eastAsia="Times New Roman" w:cs="Times New Roman"/>
          <w:lang w:eastAsia="cs-CZ"/>
        </w:rPr>
        <w:t>.</w:t>
      </w:r>
    </w:p>
    <w:p w14:paraId="2327F156" w14:textId="77777777" w:rsidR="005E0F20" w:rsidRPr="008A7C7A"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w:t>
      </w:r>
      <w:r w:rsidRPr="008A7C7A">
        <w:rPr>
          <w:rFonts w:eastAsia="Times New Roman" w:cs="Times New Roman"/>
          <w:lang w:eastAsia="cs-CZ"/>
        </w:rPr>
        <w:t>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E62304E" w14:textId="77777777" w:rsidR="005E0F20" w:rsidRPr="008A7C7A" w:rsidRDefault="005E0F20" w:rsidP="005E0F20">
      <w:pPr>
        <w:spacing w:before="120" w:after="0" w:line="240" w:lineRule="auto"/>
        <w:ind w:left="425"/>
        <w:jc w:val="both"/>
        <w:rPr>
          <w:rFonts w:eastAsia="Times New Roman" w:cs="Times New Roman"/>
          <w:lang w:eastAsia="cs-CZ"/>
        </w:rPr>
      </w:pPr>
      <w:r w:rsidRPr="008A7C7A">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1807304B" w14:textId="77777777" w:rsidR="00B50F6E" w:rsidRPr="008A7C7A" w:rsidRDefault="00B50F6E" w:rsidP="005E0F20">
      <w:pPr>
        <w:spacing w:before="120" w:after="0" w:line="240" w:lineRule="auto"/>
        <w:ind w:left="425"/>
        <w:jc w:val="both"/>
        <w:rPr>
          <w:rFonts w:eastAsia="Times New Roman" w:cs="Times New Roman"/>
          <w:lang w:eastAsia="cs-CZ"/>
        </w:rPr>
      </w:pPr>
    </w:p>
    <w:p w14:paraId="27E405CA" w14:textId="3C675F90" w:rsidR="005E0F20" w:rsidRPr="008A7C7A" w:rsidRDefault="005E0F20" w:rsidP="008A7C7A">
      <w:pPr>
        <w:numPr>
          <w:ilvl w:val="0"/>
          <w:numId w:val="18"/>
        </w:numPr>
        <w:tabs>
          <w:tab w:val="left" w:pos="1985"/>
        </w:tabs>
        <w:spacing w:after="0" w:line="240" w:lineRule="auto"/>
        <w:ind w:left="709"/>
        <w:rPr>
          <w:rFonts w:eastAsia="Times New Roman" w:cs="Times New Roman"/>
          <w:lang w:eastAsia="cs-CZ"/>
        </w:rPr>
      </w:pPr>
      <w:r w:rsidRPr="008A7C7A">
        <w:rPr>
          <w:rFonts w:eastAsia="Times New Roman" w:cs="Times New Roman"/>
          <w:u w:val="single"/>
          <w:lang w:eastAsia="cs-CZ"/>
        </w:rPr>
        <w:t>Prokazování odborné způsobilosti zahraničními osobami podle zvláštních právních předpisů:</w:t>
      </w:r>
      <w:r w:rsidRPr="008A7C7A">
        <w:rPr>
          <w:rFonts w:eastAsia="Times New Roman" w:cs="Times New Roman"/>
          <w:b/>
          <w:lang w:eastAsia="cs-CZ"/>
        </w:rPr>
        <w:t xml:space="preserve"> </w:t>
      </w:r>
    </w:p>
    <w:p w14:paraId="71BEEDF9" w14:textId="77777777" w:rsidR="005E0F20" w:rsidRPr="005E0F20" w:rsidRDefault="005E0F20" w:rsidP="005E0F20">
      <w:pPr>
        <w:spacing w:before="120" w:after="0" w:line="240" w:lineRule="auto"/>
        <w:ind w:left="426"/>
        <w:jc w:val="both"/>
        <w:rPr>
          <w:rFonts w:eastAsia="Times New Roman" w:cs="Times New Roman"/>
          <w:lang w:eastAsia="cs-CZ"/>
        </w:rPr>
      </w:pPr>
      <w:r w:rsidRPr="008A7C7A">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w:t>
      </w:r>
      <w:r w:rsidRPr="005E0F20">
        <w:rPr>
          <w:rFonts w:eastAsia="Times New Roman" w:cs="Times New Roman"/>
          <w:lang w:eastAsia="cs-CZ"/>
        </w:rPr>
        <w:t xml:space="preserve">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4BC5042" w14:textId="21E34922" w:rsidR="005E0F20" w:rsidRPr="005E0F20" w:rsidRDefault="005E0F20" w:rsidP="008A7C7A">
      <w:pPr>
        <w:numPr>
          <w:ilvl w:val="0"/>
          <w:numId w:val="11"/>
        </w:numPr>
        <w:spacing w:before="120" w:after="0" w:line="240" w:lineRule="auto"/>
        <w:ind w:left="426"/>
        <w:jc w:val="both"/>
        <w:rPr>
          <w:rFonts w:eastAsia="Times New Roman" w:cs="Times New Roman"/>
          <w:lang w:eastAsia="cs-CZ"/>
        </w:rPr>
      </w:pPr>
      <w:r w:rsidRPr="005E0F20">
        <w:rPr>
          <w:rFonts w:eastAsia="Times New Roman" w:cs="Times New Roman"/>
          <w:lang w:eastAsia="cs-CZ"/>
        </w:rPr>
        <w:lastRenderedPageBreak/>
        <w:t xml:space="preserve">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 </w:t>
      </w:r>
    </w:p>
    <w:p w14:paraId="075FD5E9" w14:textId="277965BC" w:rsidR="005E0F20" w:rsidRPr="005E0F20" w:rsidRDefault="002F07AB" w:rsidP="008A7C7A">
      <w:pPr>
        <w:numPr>
          <w:ilvl w:val="0"/>
          <w:numId w:val="11"/>
        </w:numPr>
        <w:spacing w:before="120" w:after="0" w:line="240" w:lineRule="auto"/>
        <w:ind w:left="426"/>
        <w:jc w:val="both"/>
        <w:rPr>
          <w:rFonts w:eastAsia="Times New Roman" w:cs="Times New Roman"/>
          <w:lang w:eastAsia="cs-CZ"/>
        </w:rPr>
      </w:pPr>
      <w:r>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w:t>
      </w:r>
      <w:r w:rsidRPr="00B370A2">
        <w:t>Česk</w:t>
      </w:r>
      <w:r>
        <w:t>á</w:t>
      </w:r>
      <w:r w:rsidRPr="00B370A2">
        <w:t xml:space="preserve"> komor</w:t>
      </w:r>
      <w:r>
        <w:t>a</w:t>
      </w:r>
      <w:r w:rsidRPr="00B370A2">
        <w:t xml:space="preserve"> zeměměřičů</w:t>
      </w:r>
      <w:r>
        <w:t xml:space="preserve"> fyzické osobě, které uzná odbornou kvalifikaci a bezúhonnost podle zákona o uznávání odborné kvalifikace (zák. č. 18/2004 Sb., ve znění pozdějších předpisů) a která složí předepsaný slib. Doklady o splnění výše uvedených povinností dokládá vybraný dodavatel jako podmínku pro uzavření smlouvy</w:t>
      </w:r>
      <w:r w:rsidR="0099426F">
        <w:t>.</w:t>
      </w:r>
      <w:r w:rsidR="005E0F20" w:rsidRPr="005E0F20">
        <w:rPr>
          <w:rFonts w:eastAsia="Times New Roman" w:cs="Times New Roman"/>
          <w:lang w:eastAsia="cs-CZ"/>
        </w:rPr>
        <w:t xml:space="preserve"> </w:t>
      </w:r>
    </w:p>
    <w:p w14:paraId="274C5E96" w14:textId="05AAEED3" w:rsidR="005E0F20" w:rsidRPr="005E0F20" w:rsidRDefault="005E0F20" w:rsidP="008A7C7A">
      <w:pPr>
        <w:numPr>
          <w:ilvl w:val="0"/>
          <w:numId w:val="11"/>
        </w:numPr>
        <w:spacing w:before="120" w:after="0" w:line="240" w:lineRule="auto"/>
        <w:ind w:left="426"/>
        <w:jc w:val="both"/>
        <w:rPr>
          <w:rFonts w:eastAsia="Times New Roman" w:cs="Times New Roman"/>
          <w:lang w:eastAsia="cs-CZ"/>
        </w:rPr>
      </w:pPr>
      <w:r w:rsidRPr="005E0F20">
        <w:rPr>
          <w:rFonts w:eastAsia="Times New Roman" w:cs="Times New Roman"/>
          <w:lang w:eastAsia="cs-CZ"/>
        </w:rPr>
        <w:t>Informace k doložení autorizace dle § 45i odst. 3) zákona č. 114/1992 Sb., o ochraně přírody a krajiny, ve znění pozdějších předpisů: uvedená činnost je v České republice regulovanou činností a při posuzování odborné kvalifikace státních příslušníků členských států Evropské unie se postupuje podle zákona č. 18/2004 Sb., o uznávání odborné kvalifikace, ve znění pozdějších předpisů. Autorizace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činností podle právních předpisů jiného členského státu Evropské unie. Uznávacím orgánem je Ministerstvo životního prostředí. Doklady o splnění výše uvedených povinností dokládá vybraný dodavatel jako podmínku pro uzavření smlouvy.</w:t>
      </w:r>
    </w:p>
    <w:p w14:paraId="434E83C5" w14:textId="77777777" w:rsidR="005E0F20" w:rsidRPr="005E0F20" w:rsidRDefault="005E0F20" w:rsidP="005E0F20">
      <w:pPr>
        <w:spacing w:after="0" w:line="240" w:lineRule="auto"/>
        <w:ind w:left="426"/>
        <w:jc w:val="both"/>
        <w:rPr>
          <w:rFonts w:eastAsia="Times New Roman" w:cs="Times New Roman"/>
          <w:lang w:eastAsia="cs-CZ"/>
        </w:rPr>
      </w:pPr>
    </w:p>
    <w:p w14:paraId="3621FF79" w14:textId="77777777" w:rsidR="005E0F20" w:rsidRPr="005E0F20" w:rsidRDefault="005E0F20" w:rsidP="008A7C7A">
      <w:pPr>
        <w:numPr>
          <w:ilvl w:val="0"/>
          <w:numId w:val="18"/>
        </w:numPr>
        <w:tabs>
          <w:tab w:val="left" w:pos="1985"/>
        </w:tabs>
        <w:spacing w:after="0" w:line="240" w:lineRule="auto"/>
        <w:ind w:left="851"/>
        <w:rPr>
          <w:rFonts w:eastAsia="Times New Roman" w:cs="Times New Roman"/>
          <w:b/>
          <w:lang w:eastAsia="cs-CZ"/>
        </w:rPr>
      </w:pPr>
      <w:r w:rsidRPr="000228DC">
        <w:rPr>
          <w:rFonts w:eastAsia="Times New Roman" w:cs="Times New Roman"/>
          <w:u w:val="single"/>
          <w:lang w:eastAsia="cs-CZ"/>
        </w:rPr>
        <w:t>Prokázání kvalifikace v případě společné účasti a prostřednictvím jiných osob</w:t>
      </w:r>
    </w:p>
    <w:p w14:paraId="515295CE"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6849D94C" w14:textId="71E33CD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Pokud není dodavatel schopen prokázat technick</w:t>
      </w:r>
      <w:r w:rsidR="00B50F6E">
        <w:rPr>
          <w:rFonts w:eastAsia="Times New Roman" w:cs="Times New Roman"/>
          <w:lang w:eastAsia="cs-CZ"/>
        </w:rPr>
        <w:t>ou</w:t>
      </w:r>
      <w:r w:rsidRPr="005E0F20">
        <w:rPr>
          <w:rFonts w:eastAsia="Times New Roman" w:cs="Times New Roman"/>
          <w:lang w:eastAsia="cs-CZ"/>
        </w:rPr>
        <w:t xml:space="preserve"> kvalifikac</w:t>
      </w:r>
      <w:r w:rsidR="009141C5">
        <w:rPr>
          <w:rFonts w:eastAsia="Times New Roman" w:cs="Times New Roman"/>
          <w:lang w:eastAsia="cs-CZ"/>
        </w:rPr>
        <w:t>i</w:t>
      </w:r>
      <w:r w:rsidRPr="005E0F20">
        <w:rPr>
          <w:rFonts w:eastAsia="Times New Roman" w:cs="Times New Roman"/>
          <w:lang w:eastAsia="cs-CZ"/>
        </w:rPr>
        <w:t xml:space="preserve"> nebo profesní způsobilosti s výjimkou kritéria podle bodu 9.2 písm. a) této Výzvy požadovan</w:t>
      </w:r>
      <w:r w:rsidR="00B50F6E">
        <w:rPr>
          <w:rFonts w:eastAsia="Times New Roman" w:cs="Times New Roman"/>
          <w:lang w:eastAsia="cs-CZ"/>
        </w:rPr>
        <w:t>ou</w:t>
      </w:r>
      <w:r w:rsidRPr="005E0F20">
        <w:rPr>
          <w:rFonts w:eastAsia="Times New Roman" w:cs="Times New Roman"/>
          <w:lang w:eastAsia="cs-CZ"/>
        </w:rPr>
        <w:t xml:space="preserve"> zadavatelem v plném rozsahu, je oprávněn prokázat ji prostřednictvím jiných osob. </w:t>
      </w:r>
      <w:r w:rsidR="001D73E0" w:rsidRPr="001D73E0">
        <w:rPr>
          <w:rFonts w:eastAsia="Times New Roman" w:cs="Times New Roman"/>
          <w:lang w:eastAsia="cs-CZ"/>
        </w:rPr>
        <w:t>Za jiné osoby považuje zadavatel jak poddodavatele, tak i osoby, které s dodavatelem tvoří koncern.</w:t>
      </w:r>
    </w:p>
    <w:p w14:paraId="7422342A"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je v takovém případě povinen zadavateli předložit:</w:t>
      </w:r>
    </w:p>
    <w:p w14:paraId="5F381D40"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o splnění základní způsobilosti jinou osobou,</w:t>
      </w:r>
    </w:p>
    <w:p w14:paraId="06C712F8"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profesní způsobilosti podle bodu 9.2 písm. a) této Výzvy jinou osobou,</w:t>
      </w:r>
    </w:p>
    <w:p w14:paraId="1E2F6B18" w14:textId="77777777" w:rsid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chybějící části kvalifikace prostřednictvím jiné osoby a</w:t>
      </w:r>
    </w:p>
    <w:p w14:paraId="019A5372" w14:textId="77777777" w:rsidR="00B50F6E" w:rsidRDefault="00B50F6E" w:rsidP="00B50F6E">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w:t>
      </w:r>
      <w:r w:rsidRPr="001A6F12">
        <w:rPr>
          <w:rFonts w:eastAsia="Times New Roman" w:cs="Times New Roman"/>
          <w:lang w:eastAsia="cs-CZ"/>
        </w:rPr>
        <w:lastRenderedPageBreak/>
        <w:t xml:space="preserve">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681D86B1" w14:textId="77777777" w:rsidR="00B50F6E" w:rsidRDefault="00B50F6E" w:rsidP="008A7C7A">
      <w:pPr>
        <w:pStyle w:val="Odstavecseseznamem"/>
        <w:numPr>
          <w:ilvl w:val="0"/>
          <w:numId w:val="28"/>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6C2625CB" w14:textId="63C06CDF" w:rsidR="00B50F6E" w:rsidRPr="00B50F6E" w:rsidRDefault="00B50F6E" w:rsidP="008A7C7A">
      <w:pPr>
        <w:pStyle w:val="Odstavecseseznamem"/>
        <w:numPr>
          <w:ilvl w:val="0"/>
          <w:numId w:val="28"/>
        </w:numPr>
        <w:spacing w:before="120" w:after="0" w:line="240" w:lineRule="auto"/>
        <w:ind w:left="1701"/>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B50F6E">
        <w:rPr>
          <w:b/>
        </w:rPr>
        <w:t>společně a nerozdílně s dodavatelem</w:t>
      </w:r>
      <w:r>
        <w:t xml:space="preserve">. </w:t>
      </w:r>
      <w:r w:rsidRPr="00B50F6E">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75F195E" w14:textId="2131E88A" w:rsidR="009F2B44" w:rsidRDefault="00B50F6E" w:rsidP="005E0F20">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9F2B44">
        <w:t>Jiná osoba prokazuje základní způsobilost a profesní způsobilost požadované podle tohoto článku obdobnými doklady, jež je povinen předložit dodavatel.</w:t>
      </w:r>
    </w:p>
    <w:p w14:paraId="465D0AFB" w14:textId="77777777" w:rsid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není oprávněn prostřednictvím jiné osoby prokázat splnění základní kvalifikace a výpisu z obchodního rejstříku nebo jiné obdobné evidence.</w:t>
      </w:r>
    </w:p>
    <w:p w14:paraId="08435B9C" w14:textId="4DA8D778" w:rsidR="00B50F6E" w:rsidRDefault="00F16574" w:rsidP="005E0F20">
      <w:pPr>
        <w:spacing w:before="120" w:after="0" w:line="240" w:lineRule="auto"/>
        <w:ind w:left="425"/>
        <w:jc w:val="both"/>
      </w:pPr>
      <w:r w:rsidRPr="00D8474E">
        <w:t>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s</w:t>
      </w:r>
      <w:r>
        <w:t> </w:t>
      </w:r>
      <w:r w:rsidRPr="00D8474E">
        <w:t xml:space="preserve">dodavatelem tvoří koncern (za splnění podmínek uvedených v čl. 10 této Výzvy). Jejich prostřednictvím dodavatel může za splnění ostatních podmínek </w:t>
      </w:r>
      <w:r>
        <w:t xml:space="preserve">uvedených v tomto článku </w:t>
      </w:r>
      <w:r w:rsidRPr="00D8474E">
        <w:t>prokazovat i tyto části kvalifikace.</w:t>
      </w:r>
    </w:p>
    <w:p w14:paraId="6B78457D" w14:textId="77777777" w:rsidR="00F16574" w:rsidRDefault="00F16574" w:rsidP="005E0F20">
      <w:pPr>
        <w:spacing w:before="120" w:after="0" w:line="240" w:lineRule="auto"/>
        <w:ind w:left="425"/>
        <w:jc w:val="both"/>
        <w:rPr>
          <w:rFonts w:eastAsia="Times New Roman" w:cs="Times New Roman"/>
          <w:lang w:eastAsia="cs-CZ"/>
        </w:rPr>
      </w:pPr>
    </w:p>
    <w:p w14:paraId="373BC524" w14:textId="4B386C99" w:rsidR="00B50F6E" w:rsidRPr="00A74D45" w:rsidRDefault="00B50F6E" w:rsidP="008A7C7A">
      <w:pPr>
        <w:numPr>
          <w:ilvl w:val="0"/>
          <w:numId w:val="18"/>
        </w:numPr>
        <w:tabs>
          <w:tab w:val="left" w:pos="1985"/>
        </w:tabs>
        <w:spacing w:after="0" w:line="240" w:lineRule="auto"/>
        <w:rPr>
          <w:rFonts w:eastAsia="Times New Roman" w:cs="Times New Roman"/>
          <w:b/>
          <w:color w:val="000000"/>
          <w:lang w:eastAsia="cs-CZ"/>
        </w:rPr>
      </w:pPr>
      <w:r w:rsidRPr="00A74D45">
        <w:rPr>
          <w:rFonts w:eastAsia="Times New Roman" w:cs="Times New Roman"/>
          <w:u w:val="single"/>
          <w:lang w:eastAsia="cs-CZ"/>
        </w:rPr>
        <w:t xml:space="preserve">Změny v kvalifikaci </w:t>
      </w:r>
      <w:r w:rsidR="00F16574">
        <w:rPr>
          <w:rFonts w:eastAsia="Times New Roman" w:cs="Times New Roman"/>
          <w:u w:val="single"/>
          <w:lang w:eastAsia="cs-CZ"/>
        </w:rPr>
        <w:t>účastníka</w:t>
      </w:r>
    </w:p>
    <w:p w14:paraId="0B06C761" w14:textId="4AF51F90" w:rsidR="00B50F6E" w:rsidRPr="00A74D45" w:rsidRDefault="00B50F6E" w:rsidP="00B50F6E">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F16574">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F16574">
        <w:rPr>
          <w:rFonts w:eastAsia="Times New Roman" w:cs="Times New Roman"/>
          <w:color w:val="000000"/>
          <w:lang w:eastAsia="cs-CZ"/>
        </w:rPr>
        <w:t>účastník</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w:t>
      </w:r>
      <w:r w:rsidR="00F16574">
        <w:rPr>
          <w:rFonts w:eastAsia="Times New Roman" w:cs="Times New Roman"/>
          <w:color w:val="000000"/>
          <w:lang w:eastAsia="cs-CZ"/>
        </w:rPr>
        <w:t>účastníkovi</w:t>
      </w:r>
      <w:r w:rsidRPr="00A74D45">
        <w:rPr>
          <w:rFonts w:eastAsia="Times New Roman" w:cs="Times New Roman"/>
          <w:color w:val="000000"/>
          <w:lang w:eastAsia="cs-CZ"/>
        </w:rPr>
        <w:t xml:space="preserve"> nevzniká, pokud je kvalifikace změněna takovým způsobem, že:</w:t>
      </w:r>
    </w:p>
    <w:p w14:paraId="1E1B8ACA" w14:textId="77777777" w:rsidR="00B50F6E" w:rsidRPr="00A74D45" w:rsidRDefault="00B50F6E" w:rsidP="00B50F6E">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21A823DA" w14:textId="77777777" w:rsidR="00B50F6E" w:rsidRPr="00A74D45" w:rsidRDefault="00B50F6E" w:rsidP="00B50F6E">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4A742C13" w14:textId="77777777" w:rsidR="00B50F6E" w:rsidRDefault="00B50F6E" w:rsidP="00B50F6E">
      <w:pPr>
        <w:spacing w:after="0" w:line="240" w:lineRule="auto"/>
        <w:ind w:left="1701" w:hanging="1701"/>
        <w:jc w:val="both"/>
        <w:rPr>
          <w:rFonts w:eastAsia="Times New Roman" w:cs="Times New Roman"/>
          <w:color w:val="000000"/>
          <w:lang w:eastAsia="cs-CZ"/>
        </w:rPr>
      </w:pPr>
    </w:p>
    <w:p w14:paraId="2A8DA6E1" w14:textId="65CBB27C" w:rsidR="00B50F6E" w:rsidRPr="005E0F20" w:rsidRDefault="00B50F6E" w:rsidP="00B50F6E">
      <w:pPr>
        <w:spacing w:before="120" w:after="0" w:line="240" w:lineRule="auto"/>
        <w:ind w:left="425"/>
        <w:jc w:val="both"/>
        <w:rPr>
          <w:rFonts w:eastAsia="Times New Roman" w:cs="Times New Roman"/>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7A7B253C" w14:textId="77777777" w:rsidR="005E0F20" w:rsidRPr="005E0F20" w:rsidRDefault="005E0F20" w:rsidP="005E0F20">
      <w:pPr>
        <w:spacing w:after="0" w:line="240" w:lineRule="auto"/>
        <w:ind w:left="1701" w:hanging="1701"/>
        <w:jc w:val="both"/>
        <w:rPr>
          <w:rFonts w:eastAsia="Times New Roman" w:cs="Times New Roman"/>
          <w:color w:val="000000"/>
          <w:lang w:eastAsia="cs-CZ"/>
        </w:rPr>
      </w:pPr>
    </w:p>
    <w:p w14:paraId="615057C5" w14:textId="77777777" w:rsidR="005E0F20" w:rsidRPr="005E0F20" w:rsidRDefault="005E0F20" w:rsidP="002864B8">
      <w:pPr>
        <w:numPr>
          <w:ilvl w:val="0"/>
          <w:numId w:val="6"/>
        </w:numPr>
        <w:spacing w:after="0" w:line="240" w:lineRule="auto"/>
        <w:rPr>
          <w:rFonts w:eastAsia="Times New Roman" w:cs="Times New Roman"/>
          <w:b/>
          <w:u w:val="single"/>
          <w:lang w:eastAsia="cs-CZ"/>
        </w:rPr>
      </w:pPr>
      <w:r w:rsidRPr="005E0F20">
        <w:rPr>
          <w:rFonts w:eastAsia="Times New Roman" w:cs="Times New Roman"/>
          <w:b/>
          <w:u w:val="single"/>
          <w:lang w:eastAsia="cs-CZ"/>
        </w:rPr>
        <w:t>Poddodavatelské omezení</w:t>
      </w:r>
    </w:p>
    <w:p w14:paraId="67AD59A3" w14:textId="77777777" w:rsidR="005E0F20" w:rsidRPr="005E0F20" w:rsidRDefault="005E0F20" w:rsidP="00AB4564">
      <w:pPr>
        <w:autoSpaceDE w:val="0"/>
        <w:autoSpaceDN w:val="0"/>
        <w:spacing w:after="0" w:line="240" w:lineRule="auto"/>
        <w:ind w:left="457"/>
        <w:jc w:val="both"/>
        <w:rPr>
          <w:rFonts w:eastAsia="Times New Roman" w:cs="Times New Roman"/>
          <w:lang w:eastAsia="cs-CZ"/>
        </w:rPr>
      </w:pPr>
      <w:r w:rsidRPr="005E0F20">
        <w:rPr>
          <w:rFonts w:eastAsia="Times New Roman" w:cs="Times New Roman"/>
          <w:lang w:eastAsia="cs-CZ"/>
        </w:rPr>
        <w:t>Zadavatel nevymezuje žádné činnosti při plnění veřejné zakázky, které musí být plněny přímo vybraným dodavatelem.</w:t>
      </w:r>
    </w:p>
    <w:p w14:paraId="0054B1A3" w14:textId="77777777" w:rsidR="005E0F20" w:rsidRPr="005E0F20" w:rsidRDefault="005E0F20" w:rsidP="005E0F20">
      <w:pPr>
        <w:spacing w:after="0" w:line="240" w:lineRule="auto"/>
        <w:ind w:left="457"/>
        <w:jc w:val="both"/>
        <w:rPr>
          <w:rFonts w:eastAsia="Times New Roman" w:cs="Times New Roman"/>
          <w:highlight w:val="green"/>
          <w:lang w:eastAsia="cs-CZ"/>
        </w:rPr>
      </w:pPr>
    </w:p>
    <w:p w14:paraId="3B23B702" w14:textId="77777777" w:rsidR="005E0F20" w:rsidRPr="005E0F20" w:rsidRDefault="005E0F20" w:rsidP="005E0F20">
      <w:pPr>
        <w:spacing w:after="0" w:line="240" w:lineRule="auto"/>
        <w:ind w:left="1701" w:hanging="1701"/>
        <w:jc w:val="both"/>
        <w:rPr>
          <w:rFonts w:eastAsia="Times New Roman" w:cs="Times New Roman"/>
          <w:color w:val="000000"/>
          <w:lang w:eastAsia="cs-CZ"/>
        </w:rPr>
      </w:pPr>
    </w:p>
    <w:p w14:paraId="7676166D" w14:textId="77777777" w:rsidR="005E0F20" w:rsidRPr="005E0F20" w:rsidRDefault="005E0F20" w:rsidP="002864B8">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Základní hodnotící kritérium a způsob hodnocení nabídek:</w:t>
      </w:r>
    </w:p>
    <w:p w14:paraId="2B4759A5"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hodnotí nabídky podle jejich ekonomické výhodnosti. Ekonomickou výhodnost nabídek zadavatel hodnotí podle </w:t>
      </w:r>
      <w:r w:rsidRPr="005E0F20">
        <w:rPr>
          <w:rFonts w:eastAsia="Times New Roman" w:cs="Times New Roman"/>
          <w:b/>
          <w:lang w:eastAsia="cs-CZ"/>
        </w:rPr>
        <w:t>nejnižší nabídkové ceny.</w:t>
      </w:r>
      <w:r w:rsidRPr="005E0F20">
        <w:rPr>
          <w:rFonts w:eastAsia="Times New Roman" w:cs="Times New Roman"/>
          <w:lang w:eastAsia="cs-CZ"/>
        </w:rPr>
        <w:t xml:space="preserve"> V případě, že ve lhůtě pro podání nabídek bude podána pouze jediná nabídka, hodnocení se neprovede.</w:t>
      </w:r>
    </w:p>
    <w:p w14:paraId="6B46E721" w14:textId="77777777" w:rsidR="005E0F20" w:rsidRPr="005E0F20" w:rsidRDefault="005E0F20" w:rsidP="005E0F20">
      <w:pPr>
        <w:spacing w:after="0" w:line="240" w:lineRule="auto"/>
        <w:ind w:left="426"/>
        <w:jc w:val="both"/>
        <w:rPr>
          <w:rFonts w:eastAsia="Times New Roman" w:cs="Times New Roman"/>
          <w:lang w:eastAsia="cs-CZ"/>
        </w:rPr>
      </w:pPr>
    </w:p>
    <w:p w14:paraId="1A1DD52D" w14:textId="08A3F6CA" w:rsid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Při hodnocení nabídkové ceny je rozhodující Celková cena Díla bez DPH uvedená v čl. 3.3 závazného vzoru smlouvy</w:t>
      </w:r>
      <w:r w:rsidRPr="00A0166C">
        <w:rPr>
          <w:rFonts w:eastAsia="Times New Roman" w:cs="Times New Roman"/>
          <w:lang w:eastAsia="cs-CZ"/>
        </w:rPr>
        <w:t xml:space="preserve">, </w:t>
      </w:r>
      <w:r w:rsidRPr="00AC5629">
        <w:rPr>
          <w:rFonts w:eastAsia="Times New Roman" w:cs="Times New Roman"/>
          <w:lang w:eastAsia="cs-CZ"/>
        </w:rPr>
        <w:t xml:space="preserve">která představuje součet Ceny za zpracování Záměru projektu bez DPH a Ceny za zpracování </w:t>
      </w:r>
      <w:r w:rsidR="00F16574" w:rsidRPr="00AC5629">
        <w:rPr>
          <w:rFonts w:eastAsia="Times New Roman" w:cs="Times New Roman"/>
          <w:lang w:eastAsia="cs-CZ"/>
        </w:rPr>
        <w:t>DD</w:t>
      </w:r>
      <w:r w:rsidRPr="00AC5629">
        <w:rPr>
          <w:rFonts w:eastAsia="Times New Roman" w:cs="Times New Roman"/>
          <w:lang w:eastAsia="cs-CZ"/>
        </w:rPr>
        <w:t xml:space="preserve"> bez DPH</w:t>
      </w:r>
      <w:r w:rsidRPr="005E0F20">
        <w:rPr>
          <w:rFonts w:eastAsia="Times New Roman" w:cs="Times New Roman"/>
          <w:lang w:eastAsia="cs-CZ"/>
        </w:rPr>
        <w:t>.</w:t>
      </w:r>
    </w:p>
    <w:p w14:paraId="2B6B5B7F" w14:textId="77777777" w:rsidR="00857DF2" w:rsidRDefault="00857DF2" w:rsidP="005E0F20">
      <w:pPr>
        <w:spacing w:after="0" w:line="240" w:lineRule="auto"/>
        <w:ind w:left="426"/>
        <w:jc w:val="both"/>
        <w:rPr>
          <w:rFonts w:eastAsia="Times New Roman" w:cs="Times New Roman"/>
          <w:lang w:eastAsia="cs-CZ"/>
        </w:rPr>
      </w:pPr>
    </w:p>
    <w:p w14:paraId="0A80131B" w14:textId="5D23ADEB" w:rsidR="00857DF2" w:rsidRPr="005E0F20" w:rsidRDefault="00857DF2" w:rsidP="005E0F20">
      <w:pPr>
        <w:spacing w:after="0" w:line="240" w:lineRule="auto"/>
        <w:ind w:left="426"/>
        <w:jc w:val="both"/>
        <w:rPr>
          <w:rFonts w:eastAsia="Times New Roman" w:cs="Times New Roman"/>
          <w:lang w:eastAsia="cs-CZ"/>
        </w:rPr>
      </w:pPr>
      <w:r w:rsidRPr="00592E65">
        <w:rPr>
          <w:rFonts w:eastAsia="Times New Roman" w:cs="Times New Roman"/>
          <w:lang w:eastAsia="cs-CZ"/>
        </w:rPr>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0587E050" w14:textId="77777777" w:rsidR="005E0F20" w:rsidRPr="005E0F20" w:rsidRDefault="005E0F20" w:rsidP="005E0F20">
      <w:pPr>
        <w:spacing w:after="0" w:line="240" w:lineRule="auto"/>
        <w:ind w:left="1701" w:hanging="1701"/>
        <w:jc w:val="both"/>
        <w:rPr>
          <w:rFonts w:eastAsia="Times New Roman" w:cs="Times New Roman"/>
          <w:color w:val="000000"/>
          <w:lang w:eastAsia="cs-CZ"/>
        </w:rPr>
      </w:pPr>
    </w:p>
    <w:p w14:paraId="48B5230C" w14:textId="77777777" w:rsidR="005E0F20" w:rsidRPr="005E0F20" w:rsidRDefault="005E0F20" w:rsidP="002864B8">
      <w:pPr>
        <w:numPr>
          <w:ilvl w:val="0"/>
          <w:numId w:val="6"/>
        </w:numPr>
        <w:spacing w:after="0" w:line="240" w:lineRule="auto"/>
        <w:rPr>
          <w:rFonts w:eastAsia="Times New Roman" w:cs="Times New Roman"/>
          <w:b/>
          <w:color w:val="000000"/>
          <w:u w:val="single"/>
          <w:lang w:eastAsia="cs-CZ"/>
        </w:rPr>
      </w:pPr>
      <w:r w:rsidRPr="005E0F20">
        <w:rPr>
          <w:rFonts w:eastAsia="Times New Roman" w:cs="Times New Roman"/>
          <w:b/>
          <w:u w:val="single"/>
          <w:lang w:eastAsia="cs-CZ"/>
        </w:rPr>
        <w:t>Varianty nabídky:</w:t>
      </w:r>
      <w:r w:rsidRPr="005E0F20">
        <w:rPr>
          <w:rFonts w:eastAsia="Times New Roman" w:cs="Times New Roman"/>
          <w:b/>
          <w:color w:val="000000"/>
          <w:lang w:eastAsia="cs-CZ"/>
        </w:rPr>
        <w:t xml:space="preserve"> </w:t>
      </w:r>
      <w:r w:rsidRPr="005E0F20">
        <w:rPr>
          <w:rFonts w:eastAsia="Times New Roman" w:cs="Times New Roman"/>
          <w:color w:val="000000"/>
          <w:lang w:eastAsia="cs-CZ"/>
        </w:rPr>
        <w:t>Zadavatel nepřipouští varianty nabídky.</w:t>
      </w:r>
    </w:p>
    <w:p w14:paraId="680E4FDC" w14:textId="77777777" w:rsidR="005E0F20" w:rsidRPr="005E0F20" w:rsidRDefault="005E0F20" w:rsidP="005E0F20">
      <w:pPr>
        <w:spacing w:after="0" w:line="240" w:lineRule="auto"/>
        <w:ind w:left="1701" w:hanging="1701"/>
        <w:jc w:val="both"/>
        <w:rPr>
          <w:rFonts w:eastAsia="Times New Roman" w:cs="Times New Roman"/>
          <w:color w:val="000000"/>
          <w:lang w:eastAsia="cs-CZ"/>
        </w:rPr>
      </w:pPr>
    </w:p>
    <w:p w14:paraId="081A9639" w14:textId="64F56080" w:rsidR="005E0F20" w:rsidRPr="005E0F20" w:rsidRDefault="005E0F20" w:rsidP="002864B8">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Lhůta pro podání nabídek, obsah a podávání nabídek</w:t>
      </w:r>
      <w:r w:rsidRPr="005E0F20">
        <w:rPr>
          <w:rFonts w:eastAsia="Times New Roman" w:cs="Times New Roman"/>
          <w:b/>
          <w:lang w:eastAsia="cs-CZ"/>
        </w:rPr>
        <w:t>:</w:t>
      </w:r>
    </w:p>
    <w:p w14:paraId="47982ACE" w14:textId="1CCB7728" w:rsidR="005E0F20" w:rsidRDefault="00580822" w:rsidP="005E0F20">
      <w:pPr>
        <w:spacing w:after="0" w:line="240" w:lineRule="auto"/>
        <w:ind w:left="426"/>
        <w:jc w:val="both"/>
        <w:rPr>
          <w:rFonts w:eastAsia="Times New Roman" w:cs="Times New Roman"/>
          <w:lang w:eastAsia="cs-CZ"/>
        </w:rPr>
      </w:pPr>
      <w:r>
        <w:rPr>
          <w:rFonts w:eastAsia="Times New Roman" w:cs="Times New Roman"/>
          <w:lang w:eastAsia="cs-CZ"/>
        </w:rPr>
        <w:t xml:space="preserve"> </w:t>
      </w:r>
    </w:p>
    <w:p w14:paraId="78609EF7" w14:textId="2C5CBE98" w:rsidR="00610BCA" w:rsidRPr="005E0F20" w:rsidRDefault="00610BCA" w:rsidP="005E0F20">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14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6"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33AEEB9E" w14:textId="77777777" w:rsidR="005E0F20" w:rsidRPr="005E0F20" w:rsidRDefault="005E0F20" w:rsidP="005E0F20">
      <w:pPr>
        <w:spacing w:after="0" w:line="240" w:lineRule="auto"/>
        <w:ind w:left="426"/>
        <w:jc w:val="both"/>
        <w:rPr>
          <w:rFonts w:eastAsia="Times New Roman" w:cs="Times New Roman"/>
          <w:lang w:eastAsia="cs-CZ"/>
        </w:rPr>
      </w:pPr>
    </w:p>
    <w:p w14:paraId="5891D5FA" w14:textId="77777777" w:rsidR="00D615EE" w:rsidRDefault="00D615EE" w:rsidP="00D615EE">
      <w:pPr>
        <w:spacing w:after="0" w:line="240" w:lineRule="auto"/>
        <w:ind w:left="426"/>
        <w:jc w:val="both"/>
        <w:rPr>
          <w:rFonts w:cs="Arial"/>
        </w:rPr>
      </w:pPr>
      <w:r w:rsidRPr="00E242E6">
        <w:rPr>
          <w:rFonts w:cs="Arial"/>
          <w:b/>
        </w:rPr>
        <w:t>Nabídky lze podat v termínu, který je uveden na profilu zadavatele:</w:t>
      </w:r>
      <w:r w:rsidRPr="00E242E6">
        <w:rPr>
          <w:rFonts w:cs="Arial"/>
        </w:rPr>
        <w:t xml:space="preserve"> </w:t>
      </w:r>
      <w:hyperlink r:id="rId17" w:history="1">
        <w:r w:rsidRPr="00E242E6">
          <w:rPr>
            <w:rStyle w:val="Hypertextovodkaz"/>
            <w:rFonts w:cs="Arial"/>
            <w:b/>
            <w:bCs/>
            <w:lang w:eastAsia="cs-CZ"/>
          </w:rPr>
          <w:t>https://zakazky.spravazeleznic.cz/</w:t>
        </w:r>
      </w:hyperlink>
      <w:r w:rsidRPr="00E242E6">
        <w:rPr>
          <w:rFonts w:cs="Arial"/>
          <w:b/>
        </w:rPr>
        <w:t>.</w:t>
      </w:r>
    </w:p>
    <w:p w14:paraId="6DCABFE5" w14:textId="77777777" w:rsidR="005E0F20" w:rsidRPr="005E0F20" w:rsidRDefault="005E0F20" w:rsidP="005E0F20">
      <w:pPr>
        <w:spacing w:after="0" w:line="240" w:lineRule="auto"/>
        <w:ind w:left="426"/>
        <w:jc w:val="both"/>
        <w:rPr>
          <w:rFonts w:eastAsia="Times New Roman" w:cs="Times New Roman"/>
          <w:b/>
          <w:lang w:eastAsia="cs-CZ"/>
        </w:rPr>
      </w:pPr>
    </w:p>
    <w:p w14:paraId="64733A60" w14:textId="53DC2C04" w:rsidR="00750AB4" w:rsidRPr="00FC44E6" w:rsidRDefault="00750AB4" w:rsidP="00750AB4">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8" w:history="1">
        <w:r w:rsidRPr="00FC44E6">
          <w:rPr>
            <w:rFonts w:eastAsia="Times New Roman" w:cs="Times New Roman"/>
            <w:color w:val="0000FF"/>
            <w:lang w:eastAsia="cs-CZ"/>
          </w:rPr>
          <w:t>https://</w:t>
        </w:r>
        <w:r>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w:t>
      </w:r>
      <w:r w:rsidRPr="00683213">
        <w:t>Uznávaný</w:t>
      </w:r>
      <w:r w:rsidRPr="00FC44E6">
        <w:rPr>
          <w:rFonts w:eastAsia="Times New Roman" w:cs="Times New Roman"/>
          <w:lang w:eastAsia="cs-CZ"/>
        </w:rPr>
        <w:t xml:space="preserve"> </w:t>
      </w:r>
      <w:r>
        <w:rPr>
          <w:rFonts w:eastAsia="Times New Roman" w:cs="Times New Roman"/>
          <w:lang w:eastAsia="cs-CZ"/>
        </w:rPr>
        <w:t>e</w:t>
      </w:r>
      <w:r w:rsidRPr="00FC44E6">
        <w:rPr>
          <w:rFonts w:eastAsia="Times New Roman" w:cs="Times New Roman"/>
          <w:lang w:eastAsia="cs-CZ"/>
        </w:rPr>
        <w:t xml:space="preserve">lektronický podpis </w:t>
      </w:r>
      <w:r w:rsidRPr="00683213">
        <w:t>založený na kvalifikovaném certifikátu</w:t>
      </w:r>
      <w:r w:rsidRPr="001A6F12">
        <w:rPr>
          <w:rFonts w:eastAsia="Times New Roman" w:cs="Times New Roman"/>
          <w:lang w:eastAsia="cs-CZ"/>
        </w:rPr>
        <w:t xml:space="preserve"> </w:t>
      </w:r>
      <w:r w:rsidRPr="00FC44E6">
        <w:rPr>
          <w:rFonts w:eastAsia="Times New Roman" w:cs="Times New Roman"/>
          <w:lang w:eastAsia="cs-CZ"/>
        </w:rPr>
        <w:t>je vyžadován pouze při registraci dodavatele do elektronického nástroje</w:t>
      </w:r>
      <w:r>
        <w:rPr>
          <w:rFonts w:eastAsia="Times New Roman" w:cs="Times New Roman"/>
          <w:lang w:eastAsia="cs-CZ"/>
        </w:rPr>
        <w:t xml:space="preserve"> </w:t>
      </w:r>
      <w:r>
        <w:t>zadavatele</w:t>
      </w:r>
      <w:r w:rsidRPr="00FC44E6">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Pr="004E52D8">
        <w:rPr>
          <w:rFonts w:eastAsia="Times New Roman" w:cs="Times New Roman"/>
          <w:lang w:eastAsia="cs-CZ"/>
        </w:rPr>
        <w:t xml:space="preserve">Nabídka může obsahovat více dokumentů (souborů), jednotlivé dokumenty musí být do systému E-ZAK vkládány jako jeden soubor (ve formátech analogicky k § </w:t>
      </w:r>
      <w:r w:rsidR="00610BCA">
        <w:rPr>
          <w:rFonts w:eastAsia="Times New Roman" w:cs="Times New Roman"/>
          <w:lang w:eastAsia="cs-CZ"/>
        </w:rPr>
        <w:t>11</w:t>
      </w:r>
      <w:r w:rsidRPr="004E52D8">
        <w:rPr>
          <w:rFonts w:eastAsia="Times New Roman" w:cs="Times New Roman"/>
          <w:lang w:eastAsia="cs-CZ"/>
        </w:rPr>
        <w:t xml:space="preserve"> odst. 2 a 3 </w:t>
      </w:r>
      <w:proofErr w:type="spellStart"/>
      <w:r w:rsidRPr="004E52D8">
        <w:rPr>
          <w:rFonts w:eastAsia="Times New Roman" w:cs="Times New Roman"/>
          <w:lang w:eastAsia="cs-CZ"/>
        </w:rPr>
        <w:t>vyhl</w:t>
      </w:r>
      <w:proofErr w:type="spellEnd"/>
      <w:r w:rsidRPr="004E52D8">
        <w:rPr>
          <w:rFonts w:eastAsia="Times New Roman" w:cs="Times New Roman"/>
          <w:lang w:eastAsia="cs-CZ"/>
        </w:rPr>
        <w:t xml:space="preserve">. č. </w:t>
      </w:r>
      <w:r w:rsidR="00610BCA">
        <w:rPr>
          <w:rFonts w:eastAsia="Times New Roman" w:cs="Times New Roman"/>
          <w:lang w:eastAsia="cs-CZ"/>
        </w:rPr>
        <w:t>345/2023</w:t>
      </w:r>
      <w:r w:rsidRPr="004E52D8">
        <w:rPr>
          <w:rFonts w:eastAsia="Times New Roman" w:cs="Times New Roman"/>
          <w:lang w:eastAsia="cs-CZ"/>
        </w:rPr>
        <w:t xml:space="preserve"> Sb., ve znění pozdějších předpisů) nebo více souborů zkomprimovaných ve formátu zip, </w:t>
      </w:r>
      <w:proofErr w:type="spellStart"/>
      <w:r w:rsidRPr="004E52D8">
        <w:rPr>
          <w:rFonts w:eastAsia="Times New Roman" w:cs="Times New Roman"/>
          <w:lang w:eastAsia="cs-CZ"/>
        </w:rPr>
        <w:t>rar</w:t>
      </w:r>
      <w:proofErr w:type="spellEnd"/>
      <w:r w:rsidRPr="004E52D8">
        <w:rPr>
          <w:rFonts w:eastAsia="Times New Roman" w:cs="Times New Roman"/>
          <w:lang w:eastAsia="cs-CZ"/>
        </w:rPr>
        <w:t xml:space="preserve"> nebo 7z bez použití hesla. </w:t>
      </w:r>
      <w:r w:rsidRPr="00FC44E6">
        <w:rPr>
          <w:rFonts w:eastAsia="Times New Roman" w:cs="Times New Roman"/>
          <w:lang w:eastAsia="cs-CZ"/>
        </w:rPr>
        <w:t xml:space="preserve"> Zkomprimované soubory nesmí obsahovat žádný další zkomprimovaný soubor. Zadavatel upozorňuje, že systém elektronického zadávání veřejných zakázek E-ZAK umožňuje pracovat se soubory o velikosti nejvýše </w:t>
      </w:r>
      <w:r>
        <w:rPr>
          <w:rFonts w:eastAsia="Times New Roman" w:cs="Times New Roman"/>
          <w:lang w:eastAsia="cs-CZ"/>
        </w:rPr>
        <w:t xml:space="preserve">50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33935A1B" w14:textId="77777777" w:rsidR="00750AB4" w:rsidRPr="00FC44E6" w:rsidRDefault="00750AB4" w:rsidP="00750AB4">
      <w:pPr>
        <w:spacing w:before="120" w:after="0" w:line="240" w:lineRule="auto"/>
        <w:ind w:left="425"/>
        <w:jc w:val="both"/>
        <w:rPr>
          <w:rFonts w:eastAsia="Times New Roman" w:cs="Times New Roman"/>
          <w:b/>
          <w:u w:val="single"/>
          <w:lang w:eastAsia="cs-CZ"/>
        </w:rPr>
      </w:pPr>
    </w:p>
    <w:p w14:paraId="6010F068" w14:textId="093B7536" w:rsidR="00750AB4" w:rsidRDefault="00750AB4" w:rsidP="00750AB4">
      <w:pPr>
        <w:spacing w:before="120" w:after="0" w:line="240" w:lineRule="auto"/>
        <w:ind w:left="425"/>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w:t>
      </w:r>
      <w:r w:rsidRPr="004E52D8">
        <w:rPr>
          <w:rFonts w:eastAsia="Times New Roman" w:cs="Times New Roman"/>
          <w:lang w:eastAsia="cs-CZ"/>
        </w:rPr>
        <w:t xml:space="preserve"> </w:t>
      </w:r>
      <w:r>
        <w:rPr>
          <w:rFonts w:eastAsia="Times New Roman" w:cs="Times New Roman"/>
          <w:lang w:eastAsia="cs-CZ"/>
        </w:rPr>
        <w:t>a v průběhu výběrového řízení se k nim nepřihlíží</w:t>
      </w:r>
      <w:r w:rsidRPr="00FC44E6">
        <w:rPr>
          <w:rFonts w:eastAsia="Times New Roman" w:cs="Times New Roman"/>
          <w:lang w:eastAsia="cs-CZ"/>
        </w:rPr>
        <w:t>.</w:t>
      </w:r>
    </w:p>
    <w:p w14:paraId="501EA54C" w14:textId="1DC9600A" w:rsidR="005E0F20" w:rsidRPr="005E0F20" w:rsidRDefault="005E0F20" w:rsidP="005E0F20">
      <w:pPr>
        <w:spacing w:after="0" w:line="240" w:lineRule="auto"/>
        <w:ind w:left="426"/>
        <w:jc w:val="both"/>
        <w:rPr>
          <w:rFonts w:eastAsia="Times New Roman" w:cs="Times New Roman"/>
          <w:lang w:eastAsia="cs-CZ"/>
        </w:rPr>
      </w:pPr>
    </w:p>
    <w:p w14:paraId="42B82E86" w14:textId="77777777" w:rsidR="005E0F20" w:rsidRPr="005E0F20" w:rsidRDefault="005E0F20" w:rsidP="005E0F20">
      <w:pPr>
        <w:spacing w:after="0" w:line="240" w:lineRule="auto"/>
        <w:ind w:left="426"/>
        <w:rPr>
          <w:rFonts w:eastAsia="Times New Roman" w:cs="Times New Roman"/>
          <w:lang w:eastAsia="cs-CZ"/>
        </w:rPr>
      </w:pPr>
    </w:p>
    <w:p w14:paraId="2EDDA352" w14:textId="77777777" w:rsidR="005E0F20" w:rsidRPr="005E0F20" w:rsidRDefault="005E0F20" w:rsidP="005E0F20">
      <w:pPr>
        <w:spacing w:after="0" w:line="240" w:lineRule="auto"/>
        <w:ind w:left="426"/>
        <w:rPr>
          <w:rFonts w:eastAsia="Times New Roman" w:cs="Times New Roman"/>
          <w:lang w:eastAsia="cs-CZ"/>
        </w:rPr>
      </w:pPr>
      <w:r w:rsidRPr="005E0F20">
        <w:rPr>
          <w:rFonts w:eastAsia="Times New Roman" w:cs="Times New Roman"/>
          <w:lang w:eastAsia="cs-CZ"/>
        </w:rPr>
        <w:t>Otevírání nabídek v elektronické podobě bude probíhat bez účasti veřejnosti, resp. dodavatelů.</w:t>
      </w:r>
    </w:p>
    <w:p w14:paraId="07CF5610" w14:textId="77777777" w:rsidR="005E0F20" w:rsidRPr="005E0F20" w:rsidRDefault="005E0F20" w:rsidP="005E0F20">
      <w:pPr>
        <w:spacing w:after="0" w:line="240" w:lineRule="auto"/>
        <w:rPr>
          <w:rFonts w:eastAsia="Times New Roman" w:cs="Times New Roman"/>
          <w:lang w:eastAsia="cs-CZ"/>
        </w:rPr>
      </w:pPr>
    </w:p>
    <w:p w14:paraId="38254C0D" w14:textId="77777777" w:rsidR="005E0F20" w:rsidRPr="005E0F20" w:rsidRDefault="005E0F20" w:rsidP="002864B8">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Jazyk nabídek, požadavky na zpracování nabídek, jejich obsah a na způsob zpracování nabídkové ceny:</w:t>
      </w:r>
    </w:p>
    <w:p w14:paraId="09E356F5"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5E0F20">
        <w:rPr>
          <w:rFonts w:eastAsia="Times New Roman" w:cs="Times New Roman"/>
          <w:b/>
          <w:lang w:eastAsia="cs-CZ"/>
        </w:rPr>
        <w:t>v českém jazyce</w:t>
      </w:r>
      <w:r w:rsidRPr="005E0F20">
        <w:rPr>
          <w:rFonts w:eastAsia="Times New Roman" w:cs="Times New Roman"/>
          <w:lang w:eastAsia="cs-CZ"/>
        </w:rPr>
        <w:t xml:space="preserve">. </w:t>
      </w:r>
    </w:p>
    <w:p w14:paraId="718BAC60" w14:textId="77777777" w:rsidR="005E0F20" w:rsidRPr="005E0F20" w:rsidRDefault="005E0F20" w:rsidP="005E0F20">
      <w:pPr>
        <w:spacing w:after="0" w:line="240" w:lineRule="auto"/>
        <w:ind w:left="426"/>
        <w:jc w:val="both"/>
        <w:rPr>
          <w:rFonts w:eastAsia="Times New Roman" w:cs="Times New Roman"/>
          <w:lang w:eastAsia="cs-CZ"/>
        </w:rPr>
      </w:pPr>
      <w:bookmarkStart w:id="3" w:name="_Ref324339872"/>
    </w:p>
    <w:p w14:paraId="1660C1A2" w14:textId="0AF7CCC8"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w:t>
      </w:r>
      <w:r w:rsidRPr="005E0F20">
        <w:rPr>
          <w:rFonts w:eastAsia="Times New Roman" w:cs="Times New Roman"/>
          <w:lang w:eastAsia="cs-CZ"/>
        </w:rPr>
        <w:lastRenderedPageBreak/>
        <w:t>vydává; tento doklad se předkládá s překladem do českého jazyka, s výjimkou dokladu ve slovenském jazyce, kter</w:t>
      </w:r>
      <w:r w:rsidR="009F2B44">
        <w:rPr>
          <w:rFonts w:eastAsia="Times New Roman" w:cs="Times New Roman"/>
          <w:lang w:eastAsia="cs-CZ"/>
        </w:rPr>
        <w:t>ý</w:t>
      </w:r>
      <w:r w:rsidRPr="005E0F20">
        <w:rPr>
          <w:rFonts w:eastAsia="Times New Roman" w:cs="Times New Roman"/>
          <w:lang w:eastAsia="cs-CZ"/>
        </w:rP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750AB4">
        <w:rPr>
          <w:rFonts w:eastAsia="Times New Roman" w:cs="Times New Roman"/>
          <w:lang w:eastAsia="cs-CZ"/>
        </w:rPr>
        <w:t xml:space="preserve">písemným </w:t>
      </w:r>
      <w:r w:rsidRPr="005E0F20">
        <w:rPr>
          <w:rFonts w:eastAsia="Times New Roman" w:cs="Times New Roman"/>
          <w:lang w:eastAsia="cs-CZ"/>
        </w:rPr>
        <w:t>čestným prohlášením.</w:t>
      </w:r>
    </w:p>
    <w:bookmarkEnd w:id="3"/>
    <w:p w14:paraId="18F126EA" w14:textId="77777777" w:rsidR="005E0F20" w:rsidRPr="005E0F20" w:rsidRDefault="005E0F20" w:rsidP="005E0F20">
      <w:pPr>
        <w:spacing w:after="0" w:line="240" w:lineRule="auto"/>
        <w:ind w:left="426"/>
        <w:jc w:val="both"/>
        <w:rPr>
          <w:rFonts w:eastAsia="Times New Roman" w:cs="Times New Roman"/>
          <w:lang w:eastAsia="cs-CZ"/>
        </w:rPr>
      </w:pPr>
    </w:p>
    <w:p w14:paraId="766EA849"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Součástí nabídky</w:t>
      </w:r>
      <w:r w:rsidRPr="005E0F20">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5E0F20">
        <w:rPr>
          <w:rFonts w:eastAsia="Times New Roman" w:cs="Times New Roman"/>
          <w:u w:val="single"/>
          <w:lang w:eastAsia="cs-CZ"/>
        </w:rPr>
        <w:t>Zadavatel doporučuje, aby byla nabídka předložena v následující struktuře:</w:t>
      </w:r>
    </w:p>
    <w:p w14:paraId="0E3AEB17" w14:textId="77777777" w:rsidR="005E0F20" w:rsidRPr="005E0F20" w:rsidRDefault="005E0F20" w:rsidP="005E0F20">
      <w:pPr>
        <w:spacing w:after="0" w:line="240" w:lineRule="auto"/>
        <w:ind w:left="426"/>
        <w:jc w:val="both"/>
        <w:rPr>
          <w:rFonts w:eastAsia="Times New Roman" w:cs="Times New Roman"/>
          <w:u w:val="single"/>
          <w:lang w:eastAsia="cs-CZ"/>
        </w:rPr>
      </w:pPr>
    </w:p>
    <w:p w14:paraId="05597A7F" w14:textId="77777777" w:rsidR="005E0F20" w:rsidRPr="005E0F20" w:rsidRDefault="00F919E6" w:rsidP="008A7C7A">
      <w:pPr>
        <w:numPr>
          <w:ilvl w:val="0"/>
          <w:numId w:val="12"/>
        </w:numPr>
        <w:spacing w:after="0" w:line="240" w:lineRule="auto"/>
        <w:jc w:val="both"/>
        <w:rPr>
          <w:rFonts w:eastAsia="Times New Roman" w:cs="Times New Roman"/>
          <w:lang w:eastAsia="cs-CZ"/>
        </w:rPr>
      </w:pPr>
      <w:r w:rsidRPr="00F919E6">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54BD02E6" w14:textId="77777777" w:rsidR="005E0F20" w:rsidRPr="005E0F20" w:rsidRDefault="005E0F20" w:rsidP="008A7C7A">
      <w:pPr>
        <w:numPr>
          <w:ilvl w:val="0"/>
          <w:numId w:val="12"/>
        </w:numPr>
        <w:spacing w:after="0" w:line="240" w:lineRule="auto"/>
        <w:ind w:hanging="437"/>
        <w:jc w:val="both"/>
        <w:rPr>
          <w:rFonts w:eastAsia="Times New Roman" w:cs="Times New Roman"/>
          <w:lang w:eastAsia="cs-CZ"/>
        </w:rPr>
      </w:pPr>
      <w:r w:rsidRPr="005E0F20">
        <w:rPr>
          <w:rFonts w:eastAsia="Times New Roman" w:cs="Times New Roman"/>
          <w:lang w:eastAsia="cs-CZ"/>
        </w:rPr>
        <w:t>návrh smlouvy o dílo,</w:t>
      </w:r>
    </w:p>
    <w:p w14:paraId="72250433" w14:textId="77777777" w:rsidR="005E0F20" w:rsidRPr="005E0F20" w:rsidRDefault="005E0F20" w:rsidP="008A7C7A">
      <w:pPr>
        <w:numPr>
          <w:ilvl w:val="0"/>
          <w:numId w:val="12"/>
        </w:numPr>
        <w:spacing w:after="0" w:line="240" w:lineRule="auto"/>
        <w:ind w:hanging="437"/>
        <w:jc w:val="both"/>
        <w:rPr>
          <w:rFonts w:eastAsia="Times New Roman" w:cs="Times New Roman"/>
          <w:lang w:eastAsia="cs-CZ"/>
        </w:rPr>
      </w:pPr>
      <w:r w:rsidRPr="005E0F20">
        <w:rPr>
          <w:rFonts w:eastAsia="Times New Roman" w:cs="Times New Roman"/>
          <w:lang w:eastAsia="cs-CZ"/>
        </w:rPr>
        <w:t>plná moc či pověření, je-li tohoto dokumentu třeba,</w:t>
      </w:r>
    </w:p>
    <w:p w14:paraId="111EFFC8" w14:textId="77777777" w:rsidR="005E0F20" w:rsidRPr="005E0F20" w:rsidRDefault="005E0F20" w:rsidP="008A7C7A">
      <w:pPr>
        <w:numPr>
          <w:ilvl w:val="0"/>
          <w:numId w:val="12"/>
        </w:numPr>
        <w:spacing w:after="0" w:line="240" w:lineRule="auto"/>
        <w:ind w:hanging="437"/>
        <w:jc w:val="both"/>
        <w:rPr>
          <w:rFonts w:eastAsia="Times New Roman" w:cs="Times New Roman"/>
          <w:lang w:eastAsia="cs-CZ"/>
        </w:rPr>
      </w:pPr>
      <w:r w:rsidRPr="005E0F20">
        <w:rPr>
          <w:rFonts w:eastAsia="Times New Roman" w:cs="Times New Roman"/>
          <w:lang w:eastAsia="cs-CZ"/>
        </w:rPr>
        <w:t>cenová kalkulace,</w:t>
      </w:r>
    </w:p>
    <w:p w14:paraId="6D475AD2" w14:textId="77777777" w:rsidR="005E0F20" w:rsidRPr="005E0F20" w:rsidRDefault="005E0F20" w:rsidP="008A7C7A">
      <w:pPr>
        <w:numPr>
          <w:ilvl w:val="0"/>
          <w:numId w:val="12"/>
        </w:numPr>
        <w:spacing w:after="0" w:line="240" w:lineRule="auto"/>
        <w:ind w:hanging="437"/>
        <w:jc w:val="both"/>
        <w:rPr>
          <w:rFonts w:eastAsia="Times New Roman" w:cs="Times New Roman"/>
          <w:lang w:eastAsia="cs-CZ"/>
        </w:rPr>
      </w:pPr>
      <w:r w:rsidRPr="005E0F20">
        <w:rPr>
          <w:rFonts w:eastAsia="Times New Roman" w:cs="Times New Roman"/>
          <w:lang w:eastAsia="cs-CZ"/>
        </w:rPr>
        <w:t xml:space="preserve">doklady o prokázání splnění základní </w:t>
      </w:r>
      <w:r w:rsidRPr="007263DD">
        <w:rPr>
          <w:rFonts w:eastAsia="Times New Roman" w:cs="Times New Roman"/>
          <w:lang w:eastAsia="cs-CZ"/>
        </w:rPr>
        <w:t>způsobilosti (příloha č. 2 Výzvy),</w:t>
      </w:r>
    </w:p>
    <w:p w14:paraId="657408D9" w14:textId="77777777" w:rsidR="005E0F20" w:rsidRPr="005E0F20" w:rsidRDefault="005E0F20" w:rsidP="008A7C7A">
      <w:pPr>
        <w:numPr>
          <w:ilvl w:val="0"/>
          <w:numId w:val="12"/>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profesní způsobilosti,</w:t>
      </w:r>
    </w:p>
    <w:p w14:paraId="2F844FAA" w14:textId="77777777" w:rsidR="005E0F20" w:rsidRPr="005E0F20" w:rsidRDefault="005E0F20" w:rsidP="008A7C7A">
      <w:pPr>
        <w:numPr>
          <w:ilvl w:val="0"/>
          <w:numId w:val="12"/>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technické kvalifikace,</w:t>
      </w:r>
    </w:p>
    <w:p w14:paraId="01F0F6A4" w14:textId="77777777" w:rsidR="005E0F20" w:rsidRPr="005E0F20" w:rsidRDefault="005E0F20" w:rsidP="008A7C7A">
      <w:pPr>
        <w:numPr>
          <w:ilvl w:val="0"/>
          <w:numId w:val="12"/>
        </w:numPr>
        <w:spacing w:after="0" w:line="240" w:lineRule="auto"/>
        <w:ind w:hanging="437"/>
        <w:jc w:val="both"/>
        <w:rPr>
          <w:rFonts w:eastAsia="Times New Roman" w:cs="Times New Roman"/>
          <w:lang w:eastAsia="cs-CZ"/>
        </w:rPr>
      </w:pPr>
      <w:r w:rsidRPr="005E0F20">
        <w:rPr>
          <w:rFonts w:eastAsia="Times New Roman" w:cs="Times New Roman"/>
          <w:lang w:eastAsia="cs-CZ"/>
        </w:rPr>
        <w:t>seznam jiných osob, jejich prostřednictvím dodavatel prokazuje určitou část kvalifikace včetně dokladů k prokázání kvalifikace vztahujících se k jiným osobám,</w:t>
      </w:r>
    </w:p>
    <w:p w14:paraId="1432A8CE" w14:textId="065AB6B1" w:rsidR="005E0F20" w:rsidRDefault="005E0F20" w:rsidP="008A7C7A">
      <w:pPr>
        <w:numPr>
          <w:ilvl w:val="0"/>
          <w:numId w:val="12"/>
        </w:numPr>
        <w:spacing w:after="0" w:line="240" w:lineRule="auto"/>
        <w:ind w:hanging="437"/>
        <w:jc w:val="both"/>
        <w:rPr>
          <w:rFonts w:eastAsia="Times New Roman" w:cs="Times New Roman"/>
          <w:lang w:eastAsia="cs-CZ"/>
        </w:rPr>
      </w:pPr>
      <w:r w:rsidRPr="005E0F20">
        <w:rPr>
          <w:rFonts w:eastAsia="Times New Roman" w:cs="Times New Roman"/>
          <w:lang w:eastAsia="cs-CZ"/>
        </w:rPr>
        <w:t xml:space="preserve">údaje o poddodavatelích a jejich podílu na plnění zakázky (bude předloženo ve </w:t>
      </w:r>
      <w:r w:rsidRPr="00DA6AB5">
        <w:rPr>
          <w:rFonts w:eastAsia="Times New Roman" w:cs="Times New Roman"/>
          <w:lang w:eastAsia="cs-CZ"/>
        </w:rPr>
        <w:t xml:space="preserve">formě přílohy č. </w:t>
      </w:r>
      <w:r w:rsidR="00DA6AB5" w:rsidRPr="00DA6AB5">
        <w:rPr>
          <w:rFonts w:eastAsia="Times New Roman" w:cs="Times New Roman"/>
          <w:lang w:eastAsia="cs-CZ"/>
        </w:rPr>
        <w:t>8</w:t>
      </w:r>
      <w:r w:rsidRPr="00DA6AB5">
        <w:rPr>
          <w:rFonts w:eastAsia="Times New Roman" w:cs="Times New Roman"/>
          <w:lang w:eastAsia="cs-CZ"/>
        </w:rPr>
        <w:t xml:space="preserve"> ke smlouvě o dílo</w:t>
      </w:r>
      <w:r w:rsidRPr="005E0F20">
        <w:rPr>
          <w:rFonts w:eastAsia="Times New Roman" w:cs="Times New Roman"/>
          <w:lang w:eastAsia="cs-CZ"/>
        </w:rPr>
        <w:t>),</w:t>
      </w:r>
    </w:p>
    <w:p w14:paraId="7682954A" w14:textId="297AFE7C" w:rsidR="00E50A95" w:rsidRPr="005E0F20" w:rsidRDefault="00E50A95" w:rsidP="008A7C7A">
      <w:pPr>
        <w:numPr>
          <w:ilvl w:val="0"/>
          <w:numId w:val="12"/>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w:t>
      </w:r>
      <w:r w:rsidR="007F0E5C">
        <w:rPr>
          <w:rFonts w:eastAsia="Times New Roman" w:cs="Times New Roman"/>
          <w:lang w:eastAsia="cs-CZ"/>
        </w:rPr>
        <w:t>s mezinárodními sankcemi</w:t>
      </w:r>
      <w:r>
        <w:rPr>
          <w:rFonts w:eastAsia="Times New Roman" w:cs="Times New Roman"/>
          <w:lang w:eastAsia="cs-CZ"/>
        </w:rPr>
        <w:t xml:space="preserve"> zpracované ve formě formuláře dle Přílohy č. </w:t>
      </w:r>
      <w:r w:rsidR="009F2B44">
        <w:rPr>
          <w:rFonts w:eastAsia="Times New Roman" w:cs="Times New Roman"/>
          <w:lang w:eastAsia="cs-CZ"/>
        </w:rPr>
        <w:t>4</w:t>
      </w:r>
      <w:r>
        <w:rPr>
          <w:rFonts w:eastAsia="Times New Roman" w:cs="Times New Roman"/>
          <w:lang w:eastAsia="cs-CZ"/>
        </w:rPr>
        <w:t xml:space="preserve"> této Výzvy,</w:t>
      </w:r>
    </w:p>
    <w:p w14:paraId="0AA64068" w14:textId="77777777" w:rsidR="005E0F20" w:rsidRPr="005E0F20" w:rsidRDefault="005E0F20" w:rsidP="008A7C7A">
      <w:pPr>
        <w:numPr>
          <w:ilvl w:val="0"/>
          <w:numId w:val="12"/>
        </w:numPr>
        <w:spacing w:after="0" w:line="240" w:lineRule="auto"/>
        <w:ind w:hanging="437"/>
        <w:jc w:val="both"/>
        <w:rPr>
          <w:rFonts w:eastAsia="Times New Roman" w:cs="Times New Roman"/>
          <w:lang w:eastAsia="cs-CZ"/>
        </w:rPr>
      </w:pPr>
      <w:r w:rsidRPr="005E0F20">
        <w:rPr>
          <w:rFonts w:eastAsia="Times New Roman" w:cs="Times New Roman"/>
          <w:lang w:eastAsia="cs-CZ"/>
        </w:rPr>
        <w:t>případné další doklady.</w:t>
      </w:r>
    </w:p>
    <w:p w14:paraId="27018776" w14:textId="77777777" w:rsidR="005E0F20" w:rsidRDefault="005E0F20" w:rsidP="005E0F20">
      <w:pPr>
        <w:spacing w:after="0" w:line="240" w:lineRule="auto"/>
        <w:ind w:left="426"/>
        <w:jc w:val="both"/>
        <w:rPr>
          <w:rFonts w:eastAsia="Times New Roman" w:cs="Times New Roman"/>
          <w:lang w:eastAsia="cs-CZ"/>
        </w:rPr>
      </w:pPr>
    </w:p>
    <w:p w14:paraId="00B67DC2" w14:textId="2A2E8FD7" w:rsidR="001D73E0" w:rsidRDefault="001D73E0" w:rsidP="005E0F20">
      <w:pPr>
        <w:spacing w:after="0" w:line="240" w:lineRule="auto"/>
        <w:ind w:left="42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w:t>
      </w:r>
    </w:p>
    <w:p w14:paraId="74031E51" w14:textId="77777777" w:rsidR="001D73E0" w:rsidRPr="005E0F20" w:rsidRDefault="001D73E0" w:rsidP="005E0F20">
      <w:pPr>
        <w:spacing w:after="0" w:line="240" w:lineRule="auto"/>
        <w:ind w:left="426"/>
        <w:jc w:val="both"/>
        <w:rPr>
          <w:rFonts w:eastAsia="Times New Roman" w:cs="Times New Roman"/>
          <w:lang w:eastAsia="cs-CZ"/>
        </w:rPr>
      </w:pPr>
    </w:p>
    <w:p w14:paraId="36AEF506"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Součástí nabídky musí být i</w:t>
      </w:r>
      <w:r w:rsidRPr="005E0F20">
        <w:rPr>
          <w:rFonts w:eastAsia="Times New Roman" w:cs="Times New Roman"/>
          <w:b/>
          <w:lang w:eastAsia="cs-CZ"/>
        </w:rPr>
        <w:t xml:space="preserve"> návrh smlouvy</w:t>
      </w:r>
      <w:r w:rsidRPr="005E0F20">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70FAC643" w14:textId="77777777" w:rsidR="005E0F20" w:rsidRPr="005E0F20" w:rsidRDefault="005E0F20" w:rsidP="005E0F20">
      <w:pPr>
        <w:spacing w:after="0" w:line="240" w:lineRule="auto"/>
        <w:ind w:left="426"/>
        <w:jc w:val="both"/>
        <w:rPr>
          <w:rFonts w:eastAsia="Times New Roman" w:cs="Times New Roman"/>
          <w:lang w:eastAsia="cs-CZ"/>
        </w:rPr>
      </w:pPr>
    </w:p>
    <w:p w14:paraId="5F94E56F"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Nabídková cena</w:t>
      </w:r>
      <w:r w:rsidRPr="005E0F20">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6E32BF25" w14:textId="77777777" w:rsidR="005E0F20" w:rsidRPr="005E0F20" w:rsidRDefault="005E0F20" w:rsidP="005E0F20">
      <w:pPr>
        <w:spacing w:after="0" w:line="240" w:lineRule="auto"/>
        <w:ind w:left="426"/>
        <w:jc w:val="both"/>
        <w:rPr>
          <w:rFonts w:eastAsia="Times New Roman" w:cs="Times New Roman"/>
          <w:lang w:eastAsia="cs-CZ"/>
        </w:rPr>
      </w:pPr>
    </w:p>
    <w:p w14:paraId="33AB9D74" w14:textId="58607B61" w:rsidR="00763B26" w:rsidRPr="00BB4609" w:rsidRDefault="005E0F20" w:rsidP="00763B26">
      <w:pPr>
        <w:autoSpaceDE w:val="0"/>
        <w:autoSpaceDN w:val="0"/>
        <w:spacing w:after="0" w:line="240" w:lineRule="auto"/>
        <w:ind w:left="426" w:hanging="426"/>
        <w:jc w:val="both"/>
        <w:rPr>
          <w:rFonts w:eastAsia="Calibri" w:cs="Times New Roman"/>
          <w:color w:val="000000"/>
          <w:lang w:eastAsia="cs-CZ"/>
        </w:rPr>
      </w:pPr>
      <w:r w:rsidRPr="005E0F20">
        <w:rPr>
          <w:rFonts w:eastAsia="Calibri" w:cs="Times New Roman"/>
          <w:color w:val="000000"/>
          <w:lang w:eastAsia="cs-CZ"/>
        </w:rPr>
        <w:tab/>
      </w:r>
      <w:r w:rsidRPr="00BB4609">
        <w:rPr>
          <w:rFonts w:eastAsia="Calibri" w:cs="Times New Roman"/>
          <w:color w:val="000000"/>
          <w:lang w:eastAsia="cs-CZ"/>
        </w:rPr>
        <w:t xml:space="preserve">Nabídková </w:t>
      </w:r>
      <w:r w:rsidRPr="00BB4609">
        <w:rPr>
          <w:rFonts w:eastAsia="Calibri" w:cs="Times New Roman"/>
          <w:lang w:eastAsia="cs-CZ"/>
        </w:rPr>
        <w:t xml:space="preserve">cena bude v čl. 3.3 závazného vzoru smlouvy uvedena </w:t>
      </w:r>
      <w:r w:rsidR="00B7743C" w:rsidRPr="00BB4609">
        <w:rPr>
          <w:rFonts w:eastAsia="Times New Roman" w:cs="Times New Roman"/>
          <w:lang w:eastAsia="cs-CZ"/>
        </w:rPr>
        <w:t>následujícím způsobem</w:t>
      </w:r>
      <w:r w:rsidR="00B7743C" w:rsidRPr="00BB4609">
        <w:rPr>
          <w:rFonts w:eastAsia="Calibri" w:cs="Times New Roman"/>
          <w:lang w:eastAsia="cs-CZ"/>
        </w:rPr>
        <w:t>:</w:t>
      </w:r>
    </w:p>
    <w:p w14:paraId="2BCFCAC3" w14:textId="5B06CB69" w:rsidR="005E0F20" w:rsidRPr="00BB4609" w:rsidRDefault="005E0F20" w:rsidP="00763B26">
      <w:pPr>
        <w:autoSpaceDE w:val="0"/>
        <w:autoSpaceDN w:val="0"/>
        <w:spacing w:after="0" w:line="240" w:lineRule="auto"/>
        <w:ind w:left="426" w:hanging="426"/>
        <w:jc w:val="both"/>
        <w:rPr>
          <w:rFonts w:eastAsia="Calibri" w:cs="Times New Roman"/>
          <w:color w:val="000000"/>
          <w:lang w:eastAsia="cs-CZ"/>
        </w:rPr>
      </w:pPr>
    </w:p>
    <w:p w14:paraId="5DA25DD3" w14:textId="77777777" w:rsidR="005E0F20" w:rsidRPr="00BB4609" w:rsidRDefault="005E0F20" w:rsidP="005E0F20">
      <w:pPr>
        <w:autoSpaceDE w:val="0"/>
        <w:autoSpaceDN w:val="0"/>
        <w:spacing w:after="0" w:line="240" w:lineRule="auto"/>
        <w:ind w:left="426" w:hanging="426"/>
        <w:jc w:val="both"/>
        <w:rPr>
          <w:rFonts w:eastAsia="Calibri" w:cs="Times New Roman"/>
          <w:color w:val="000000"/>
          <w:lang w:eastAsia="cs-CZ"/>
        </w:rPr>
      </w:pPr>
    </w:p>
    <w:p w14:paraId="1AC14103" w14:textId="77777777" w:rsidR="00F16574" w:rsidRPr="00BB4609" w:rsidRDefault="00F16574" w:rsidP="00F16574">
      <w:pPr>
        <w:pStyle w:val="Text1-1"/>
        <w:numPr>
          <w:ilvl w:val="0"/>
          <w:numId w:val="0"/>
        </w:numPr>
        <w:spacing w:after="0"/>
        <w:ind w:left="737" w:hanging="311"/>
      </w:pPr>
      <w:r w:rsidRPr="00BB4609">
        <w:t>Cena Díla bez DPH: "[VLOŽÍ ZHOTOVITEL]" Kč</w:t>
      </w:r>
    </w:p>
    <w:p w14:paraId="0611CE00" w14:textId="5C5F1E17" w:rsidR="005E0F20" w:rsidRPr="00BB4609" w:rsidRDefault="00F16574" w:rsidP="005E0F20">
      <w:pPr>
        <w:spacing w:after="0" w:line="240" w:lineRule="auto"/>
        <w:ind w:left="426"/>
        <w:jc w:val="both"/>
      </w:pPr>
      <w:r w:rsidRPr="00BB4609">
        <w:t>slovy: "[VLOŽÍ ZHOTOVITEL]" korun českých</w:t>
      </w:r>
    </w:p>
    <w:p w14:paraId="5D0084D4" w14:textId="77777777" w:rsidR="001932EA" w:rsidRPr="00BB4609" w:rsidRDefault="001932EA" w:rsidP="005E0F20">
      <w:pPr>
        <w:spacing w:after="0" w:line="240" w:lineRule="auto"/>
        <w:ind w:left="426"/>
        <w:jc w:val="both"/>
        <w:rPr>
          <w:rFonts w:eastAsia="Times New Roman" w:cs="Times New Roman"/>
          <w:lang w:eastAsia="cs-CZ"/>
        </w:rPr>
      </w:pPr>
    </w:p>
    <w:p w14:paraId="385FE0AF" w14:textId="56985882" w:rsidR="00F16574" w:rsidRDefault="00F16574" w:rsidP="005E0F20">
      <w:pPr>
        <w:spacing w:after="0" w:line="240" w:lineRule="auto"/>
        <w:ind w:left="426"/>
        <w:jc w:val="both"/>
        <w:rPr>
          <w:rFonts w:eastAsia="Times New Roman" w:cs="Times New Roman"/>
          <w:lang w:eastAsia="cs-CZ"/>
        </w:rPr>
      </w:pPr>
      <w:r w:rsidRPr="00BB4609">
        <w:t>Podrobný rozpis ceny dodavatel uvede v Příloze</w:t>
      </w:r>
      <w:r>
        <w:t xml:space="preserve"> č. 4 závazného vzoru smlouvy s názvem Rozpis Ceny Díla podle tam uvedených pravidel.</w:t>
      </w:r>
    </w:p>
    <w:p w14:paraId="39ABAAF1" w14:textId="77777777" w:rsidR="00F16574" w:rsidRDefault="00F16574" w:rsidP="005E0F20">
      <w:pPr>
        <w:spacing w:after="0" w:line="240" w:lineRule="auto"/>
        <w:ind w:left="426"/>
        <w:jc w:val="both"/>
        <w:rPr>
          <w:rFonts w:eastAsia="Times New Roman" w:cs="Times New Roman"/>
          <w:lang w:eastAsia="cs-CZ"/>
        </w:rPr>
      </w:pPr>
    </w:p>
    <w:p w14:paraId="74188F3E" w14:textId="40132628" w:rsidR="005E0F20" w:rsidRPr="007B5B6C" w:rsidRDefault="005E0F20" w:rsidP="005E0F20">
      <w:pPr>
        <w:spacing w:after="0" w:line="240" w:lineRule="auto"/>
        <w:ind w:left="426"/>
        <w:jc w:val="both"/>
        <w:rPr>
          <w:rFonts w:eastAsia="Times New Roman" w:cs="Times New Roman"/>
          <w:b/>
          <w:bCs/>
          <w:lang w:eastAsia="cs-CZ"/>
        </w:rPr>
      </w:pPr>
      <w:r w:rsidRPr="007B5B6C">
        <w:rPr>
          <w:rFonts w:eastAsia="Times New Roman" w:cs="Times New Roman"/>
          <w:b/>
          <w:bCs/>
          <w:lang w:eastAsia="cs-CZ"/>
        </w:rPr>
        <w:t xml:space="preserve">Tato nabídková cena bude doložena i příslušnou cenovou kalkulací v měrných jednotkách, vztahujících se k předmětu zakázky (např. </w:t>
      </w:r>
      <w:proofErr w:type="gramStart"/>
      <w:r w:rsidRPr="007B5B6C">
        <w:rPr>
          <w:rFonts w:eastAsia="Times New Roman" w:cs="Times New Roman"/>
          <w:b/>
          <w:bCs/>
          <w:lang w:eastAsia="cs-CZ"/>
        </w:rPr>
        <w:t>položka - druh</w:t>
      </w:r>
      <w:proofErr w:type="gramEnd"/>
      <w:r w:rsidRPr="007B5B6C">
        <w:rPr>
          <w:rFonts w:eastAsia="Times New Roman" w:cs="Times New Roman"/>
          <w:b/>
          <w:bCs/>
          <w:lang w:eastAsia="cs-CZ"/>
        </w:rPr>
        <w:t xml:space="preserve"> činnosti, počet hodin, hodinová sazba, dílčí cena).</w:t>
      </w:r>
    </w:p>
    <w:p w14:paraId="6D3C3508" w14:textId="77777777" w:rsidR="005E0F20" w:rsidRPr="005E0F20" w:rsidRDefault="005E0F20" w:rsidP="005E0F20">
      <w:pPr>
        <w:spacing w:after="0" w:line="240" w:lineRule="auto"/>
        <w:ind w:left="426"/>
        <w:jc w:val="both"/>
        <w:rPr>
          <w:rFonts w:eastAsia="Times New Roman" w:cs="Times New Roman"/>
          <w:lang w:eastAsia="cs-CZ"/>
        </w:rPr>
      </w:pPr>
    </w:p>
    <w:p w14:paraId="39CB6952"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4B943A8B" w14:textId="77777777" w:rsidR="005E0F20" w:rsidRPr="005E0F20" w:rsidRDefault="005E0F20" w:rsidP="005E0F20">
      <w:pPr>
        <w:spacing w:after="0" w:line="240" w:lineRule="auto"/>
        <w:ind w:left="426"/>
        <w:jc w:val="both"/>
        <w:rPr>
          <w:rFonts w:eastAsia="Times New Roman" w:cs="Times New Roman"/>
          <w:strike/>
          <w:lang w:eastAsia="cs-CZ"/>
        </w:rPr>
      </w:pPr>
    </w:p>
    <w:p w14:paraId="1096B27A"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lastRenderedPageBreak/>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049ACD8" w14:textId="77777777" w:rsidR="005E0F20" w:rsidRPr="005E0F20" w:rsidRDefault="005E0F20" w:rsidP="005E0F20">
      <w:pPr>
        <w:spacing w:after="0" w:line="240" w:lineRule="auto"/>
        <w:ind w:left="426"/>
        <w:jc w:val="both"/>
        <w:rPr>
          <w:rFonts w:eastAsia="Times New Roman" w:cs="Times New Roman"/>
          <w:strike/>
          <w:lang w:eastAsia="cs-CZ"/>
        </w:rPr>
      </w:pPr>
    </w:p>
    <w:p w14:paraId="257888A0" w14:textId="28A848B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Zadavatel je povinen uveřejňovat uzavřené smlouvy v </w:t>
      </w:r>
      <w:r w:rsidRPr="005E0F20">
        <w:rPr>
          <w:rFonts w:eastAsia="Times New Roman" w:cs="Times New Roman"/>
          <w:b/>
          <w:lang w:eastAsia="cs-CZ"/>
        </w:rPr>
        <w:t>Registru smluv</w:t>
      </w:r>
      <w:r w:rsidRPr="005E0F20">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D67B26">
        <w:t>Účastník výběrového řízení je povinen v nabídce označit údaje nebo sdělení, které považuje za důvěrné nebo chráněné podle zvláštních právních předpisů (</w:t>
      </w:r>
      <w:r w:rsidR="00D67B26" w:rsidRPr="008747F0">
        <w:rPr>
          <w:b/>
          <w:bCs/>
        </w:rPr>
        <w:t>obchodní tajemství</w:t>
      </w:r>
      <w:r w:rsidR="00D67B26">
        <w:t>) a které jsou vyjmuty z </w:t>
      </w:r>
      <w:proofErr w:type="spellStart"/>
      <w:r w:rsidR="00D67B26">
        <w:t>uveřejňovací</w:t>
      </w:r>
      <w:proofErr w:type="spellEnd"/>
      <w:r w:rsidR="00D67B26">
        <w:t xml:space="preserve">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zadávacího řízení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w:t>
      </w:r>
    </w:p>
    <w:p w14:paraId="1C1E37C6"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5E0F20">
        <w:rPr>
          <w:rFonts w:eastAsia="Times New Roman" w:cs="Times New Roman"/>
          <w:lang w:eastAsia="cs-CZ"/>
        </w:rPr>
        <w:t>účast</w:t>
      </w:r>
      <w:proofErr w:type="gramEnd"/>
      <w:r w:rsidRPr="005E0F20">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4E4E5A08" w14:textId="77777777" w:rsidR="005E0F20" w:rsidRPr="005E0F20" w:rsidRDefault="005E0F20" w:rsidP="005E0F20">
      <w:pPr>
        <w:spacing w:after="0" w:line="240" w:lineRule="auto"/>
        <w:ind w:left="426"/>
        <w:jc w:val="both"/>
        <w:rPr>
          <w:rFonts w:eastAsia="Times New Roman" w:cs="Times New Roman"/>
          <w:lang w:eastAsia="cs-CZ"/>
        </w:rPr>
      </w:pPr>
    </w:p>
    <w:p w14:paraId="2EE0BA1A"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Podává-li nabídku více osob společně</w:t>
      </w:r>
      <w:r w:rsidRPr="005E0F20">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C75F1E">
        <w:rPr>
          <w:rFonts w:eastAsia="Times New Roman" w:cs="Times New Roman"/>
          <w:lang w:eastAsia="cs-CZ"/>
        </w:rPr>
        <w:t xml:space="preserve"> </w:t>
      </w:r>
      <w:r w:rsidR="00C75F1E"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7E503F13" w14:textId="77777777" w:rsidR="005E0F20" w:rsidRPr="005E0F20" w:rsidRDefault="005E0F20" w:rsidP="005E0F20">
      <w:pPr>
        <w:spacing w:after="0" w:line="240" w:lineRule="auto"/>
        <w:ind w:left="426"/>
        <w:jc w:val="both"/>
        <w:rPr>
          <w:rFonts w:eastAsia="Times New Roman" w:cs="Times New Roman"/>
          <w:lang w:eastAsia="cs-CZ"/>
        </w:rPr>
      </w:pPr>
    </w:p>
    <w:p w14:paraId="6790AE9E" w14:textId="5395D343" w:rsid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Jeden ze společníků bude ve výše uvedené smlouvě či jiném dokumentu uveden jako </w:t>
      </w:r>
      <w:r w:rsidRPr="005E0F20">
        <w:rPr>
          <w:rFonts w:eastAsia="Times New Roman" w:cs="Times New Roman"/>
          <w:b/>
          <w:lang w:eastAsia="cs-CZ"/>
        </w:rPr>
        <w:t>vedoucí společník</w:t>
      </w:r>
      <w:r w:rsidRPr="005E0F20">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w:t>
      </w:r>
      <w:r w:rsidR="00750AB4">
        <w:rPr>
          <w:rFonts w:eastAsia="Times New Roman" w:cs="Times New Roman"/>
          <w:lang w:eastAsia="cs-CZ"/>
        </w:rPr>
        <w:t>výběrového</w:t>
      </w:r>
      <w:r w:rsidRPr="005E0F20">
        <w:rPr>
          <w:rFonts w:eastAsia="Times New Roman" w:cs="Times New Roman"/>
          <w:lang w:eastAsia="cs-CZ"/>
        </w:rPr>
        <w:t xml:space="preserve">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Pr="005E0F20">
        <w:rPr>
          <w:rFonts w:eastAsia="Times New Roman" w:cs="Times New Roman"/>
          <w:lang w:eastAsia="cs-CZ"/>
        </w:rPr>
        <w:t>doručená</w:t>
      </w:r>
      <w:proofErr w:type="gramEnd"/>
      <w:r w:rsidRPr="005E0F20">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5E0F20">
        <w:rPr>
          <w:rFonts w:eastAsia="Times New Roman" w:cs="Times New Roman"/>
          <w:lang w:eastAsia="cs-CZ"/>
        </w:rPr>
        <w:t>doklady - faktury</w:t>
      </w:r>
      <w:proofErr w:type="gramEnd"/>
      <w:r w:rsidRPr="005E0F20">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w:t>
      </w:r>
      <w:r w:rsidRPr="005E0F20">
        <w:rPr>
          <w:rFonts w:eastAsia="Times New Roman" w:cs="Times New Roman"/>
          <w:lang w:eastAsia="cs-CZ"/>
        </w:rPr>
        <w:lastRenderedPageBreak/>
        <w:t>souhlasu ostatních společníků. Účinnost změny vedoucího společníka vůči zadavateli nastává uplynutím třetího pracovního dne po doručení oznámení o této změně.</w:t>
      </w:r>
    </w:p>
    <w:p w14:paraId="35E1520E" w14:textId="77777777" w:rsidR="007B5B6C" w:rsidRDefault="007B5B6C" w:rsidP="005E0F20">
      <w:pPr>
        <w:spacing w:after="0" w:line="240" w:lineRule="auto"/>
        <w:ind w:left="426"/>
        <w:jc w:val="both"/>
        <w:rPr>
          <w:rFonts w:eastAsia="Times New Roman" w:cs="Times New Roman"/>
          <w:lang w:eastAsia="cs-CZ"/>
        </w:rPr>
      </w:pPr>
    </w:p>
    <w:p w14:paraId="7A4BC0CE" w14:textId="77777777" w:rsidR="007B5B6C" w:rsidRDefault="007B5B6C" w:rsidP="005E0F20">
      <w:pPr>
        <w:spacing w:after="0" w:line="240" w:lineRule="auto"/>
        <w:ind w:left="426"/>
        <w:jc w:val="both"/>
        <w:rPr>
          <w:rFonts w:eastAsia="Times New Roman" w:cs="Times New Roman"/>
          <w:lang w:eastAsia="cs-CZ"/>
        </w:rPr>
      </w:pPr>
    </w:p>
    <w:p w14:paraId="2DFEE3A4" w14:textId="77777777" w:rsidR="007B5B6C" w:rsidRPr="005E0F20" w:rsidRDefault="007B5B6C" w:rsidP="005E0F20">
      <w:pPr>
        <w:spacing w:after="0" w:line="240" w:lineRule="auto"/>
        <w:ind w:left="426"/>
        <w:jc w:val="both"/>
        <w:rPr>
          <w:rFonts w:eastAsia="Times New Roman" w:cs="Times New Roman"/>
          <w:lang w:eastAsia="cs-CZ"/>
        </w:rPr>
      </w:pPr>
    </w:p>
    <w:p w14:paraId="3487C0D6" w14:textId="77777777" w:rsidR="005E0F20" w:rsidRPr="005E0F20" w:rsidRDefault="005E0F20" w:rsidP="005E0F20">
      <w:pPr>
        <w:spacing w:after="0" w:line="240" w:lineRule="auto"/>
        <w:ind w:left="426"/>
        <w:jc w:val="both"/>
        <w:rPr>
          <w:rFonts w:eastAsia="Times New Roman" w:cs="Times New Roman"/>
          <w:lang w:eastAsia="cs-CZ"/>
        </w:rPr>
      </w:pPr>
    </w:p>
    <w:p w14:paraId="56FD98A0" w14:textId="77777777" w:rsidR="005E0F20" w:rsidRPr="005E0F20" w:rsidRDefault="005E0F20" w:rsidP="005E0F20">
      <w:pPr>
        <w:spacing w:after="0" w:line="240" w:lineRule="auto"/>
        <w:ind w:left="426"/>
        <w:jc w:val="both"/>
        <w:rPr>
          <w:rFonts w:eastAsia="Times New Roman" w:cs="Times New Roman"/>
          <w:lang w:eastAsia="cs-CZ"/>
        </w:rPr>
      </w:pPr>
    </w:p>
    <w:p w14:paraId="59D50585" w14:textId="77777777" w:rsidR="005E0F20" w:rsidRPr="005E0F20" w:rsidRDefault="005E0F20" w:rsidP="002864B8">
      <w:pPr>
        <w:numPr>
          <w:ilvl w:val="0"/>
          <w:numId w:val="6"/>
        </w:numPr>
        <w:spacing w:after="0" w:line="240" w:lineRule="auto"/>
        <w:rPr>
          <w:rFonts w:eastAsia="Times New Roman" w:cs="Times New Roman"/>
          <w:b/>
          <w:u w:val="single"/>
          <w:lang w:eastAsia="cs-CZ"/>
        </w:rPr>
      </w:pPr>
      <w:r w:rsidRPr="005E0F20">
        <w:rPr>
          <w:rFonts w:eastAsia="Times New Roman" w:cs="Times New Roman"/>
          <w:b/>
          <w:u w:val="single"/>
          <w:lang w:eastAsia="cs-CZ"/>
        </w:rPr>
        <w:t>Posouzení splnění podmínek účasti a hodnocení nabídek:</w:t>
      </w:r>
    </w:p>
    <w:p w14:paraId="5C419F86"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5C91BA35"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5DA17DFC" w14:textId="35D68FE6"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je oprávněn ověřovat věrohodnost </w:t>
      </w:r>
      <w:r w:rsidR="00750AB4">
        <w:rPr>
          <w:rFonts w:eastAsia="Times New Roman" w:cs="Times New Roman"/>
          <w:lang w:eastAsia="cs-CZ"/>
        </w:rPr>
        <w:t>účastníkem</w:t>
      </w:r>
      <w:r w:rsidRPr="005E0F20">
        <w:rPr>
          <w:rFonts w:eastAsia="Times New Roman" w:cs="Times New Roman"/>
          <w:lang w:eastAsia="cs-CZ"/>
        </w:rPr>
        <w:t xml:space="preserve"> poskytnutých údajů a dokladů a rovněž si je i sám opatřovat</w:t>
      </w:r>
      <w:r w:rsidR="00750AB4">
        <w:rPr>
          <w:rFonts w:eastAsia="Times New Roman" w:cs="Times New Roman"/>
          <w:lang w:eastAsia="cs-CZ"/>
        </w:rPr>
        <w:t xml:space="preserve">, </w:t>
      </w:r>
      <w:r w:rsidR="00750AB4" w:rsidRPr="004039B9">
        <w:t>pokud nejde o údaje</w:t>
      </w:r>
      <w:r w:rsidR="00750AB4">
        <w:t xml:space="preserve"> a</w:t>
      </w:r>
      <w:r w:rsidR="00750AB4" w:rsidRPr="004039B9">
        <w:t xml:space="preserve"> doklady, které budou hodnoceny podle kritérií hodnocení</w:t>
      </w:r>
      <w:r w:rsidRPr="005E0F20">
        <w:rPr>
          <w:rFonts w:eastAsia="Times New Roman" w:cs="Times New Roman"/>
          <w:lang w:eastAsia="cs-CZ"/>
        </w:rPr>
        <w:t>. Pro účely zajištění řádného průběhu výběrového řízení je zadavatel oprávněn požadovat, aby účastník výběrového</w:t>
      </w:r>
      <w:r w:rsidRPr="005E0F20" w:rsidDel="008A61CA">
        <w:rPr>
          <w:rFonts w:eastAsia="Times New Roman" w:cs="Times New Roman"/>
          <w:lang w:eastAsia="cs-CZ"/>
        </w:rPr>
        <w:t xml:space="preserve"> </w:t>
      </w:r>
      <w:r w:rsidRPr="005E0F20">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176B1A9F"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02E8F2B9" w14:textId="77777777" w:rsidR="005E0F20" w:rsidRPr="005E0F20" w:rsidRDefault="005E0F20" w:rsidP="005E0F20">
      <w:pPr>
        <w:spacing w:before="120" w:after="0" w:line="240" w:lineRule="auto"/>
        <w:ind w:left="426"/>
        <w:jc w:val="both"/>
        <w:rPr>
          <w:rFonts w:eastAsia="Times New Roman" w:cs="Times New Roman"/>
          <w:lang w:eastAsia="cs-CZ"/>
        </w:rPr>
      </w:pPr>
    </w:p>
    <w:p w14:paraId="3DB45615" w14:textId="77777777" w:rsidR="005E0F20" w:rsidRPr="005E0F20" w:rsidRDefault="005E0F20" w:rsidP="002864B8">
      <w:pPr>
        <w:numPr>
          <w:ilvl w:val="0"/>
          <w:numId w:val="6"/>
        </w:numPr>
        <w:spacing w:after="0" w:line="240" w:lineRule="auto"/>
        <w:rPr>
          <w:rFonts w:eastAsia="Times New Roman" w:cs="Times New Roman"/>
          <w:b/>
          <w:lang w:eastAsia="cs-CZ"/>
        </w:rPr>
      </w:pPr>
      <w:r w:rsidRPr="005E0F20">
        <w:rPr>
          <w:rFonts w:eastAsia="Times New Roman" w:cs="Times New Roman"/>
          <w:b/>
          <w:u w:val="single"/>
          <w:lang w:eastAsia="cs-CZ"/>
        </w:rPr>
        <w:t>Vyloučení účastníka</w:t>
      </w:r>
    </w:p>
    <w:p w14:paraId="4A574A48" w14:textId="60AED91A" w:rsidR="005E0F20" w:rsidRPr="005E0F20" w:rsidRDefault="005E0F20" w:rsidP="005E0F20">
      <w:pPr>
        <w:spacing w:before="120" w:after="0" w:line="240" w:lineRule="auto"/>
        <w:ind w:left="426"/>
        <w:jc w:val="both"/>
        <w:rPr>
          <w:rFonts w:eastAsia="Times New Roman" w:cs="Times New Roman"/>
          <w:lang w:eastAsia="cs-CZ"/>
        </w:rPr>
      </w:pPr>
    </w:p>
    <w:p w14:paraId="11C99728"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7DB89BB1" w14:textId="77777777" w:rsidR="005E0F20" w:rsidRPr="005E0F20" w:rsidRDefault="005E0F20" w:rsidP="008A7C7A">
      <w:pPr>
        <w:numPr>
          <w:ilvl w:val="1"/>
          <w:numId w:val="9"/>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nesplňují zadávací podmínky nebo je účastník výběrového řízení ve stanovené lhůtě nedoložil,</w:t>
      </w:r>
    </w:p>
    <w:p w14:paraId="2E39BE0D" w14:textId="77777777" w:rsidR="005E0F20" w:rsidRPr="005E0F20" w:rsidRDefault="005E0F20" w:rsidP="008A7C7A">
      <w:pPr>
        <w:numPr>
          <w:ilvl w:val="1"/>
          <w:numId w:val="9"/>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nebyly účastníkem výběrového řízení objasněny nebo doplněny na základě žádosti, nebo</w:t>
      </w:r>
    </w:p>
    <w:p w14:paraId="783CD029" w14:textId="77777777" w:rsidR="005E0F20" w:rsidRPr="005E0F20" w:rsidRDefault="005E0F20" w:rsidP="008A7C7A">
      <w:pPr>
        <w:numPr>
          <w:ilvl w:val="1"/>
          <w:numId w:val="9"/>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neodpovídají skutečnosti a měly nebo mohou mít vliv na posouzení podmínek účasti nebo na naplnění kritérií hodnocení.</w:t>
      </w:r>
    </w:p>
    <w:p w14:paraId="500AB41F"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pro nezpůsobilost, pokud prokáže, že </w:t>
      </w:r>
    </w:p>
    <w:p w14:paraId="45ACF396" w14:textId="2ECBA046" w:rsidR="005E0F20" w:rsidRPr="005E0F20" w:rsidRDefault="005E0F20" w:rsidP="008A7C7A">
      <w:pPr>
        <w:numPr>
          <w:ilvl w:val="0"/>
          <w:numId w:val="10"/>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750AB4">
        <w:rPr>
          <w:rFonts w:eastAsia="Times New Roman" w:cs="Times New Roman"/>
          <w:lang w:eastAsia="cs-CZ"/>
        </w:rPr>
        <w:t xml:space="preserve">veřejné </w:t>
      </w:r>
      <w:r w:rsidRPr="005E0F20">
        <w:rPr>
          <w:rFonts w:eastAsia="Times New Roman" w:cs="Times New Roman"/>
          <w:lang w:eastAsia="cs-CZ"/>
        </w:rPr>
        <w:t xml:space="preserve">zakázky, </w:t>
      </w:r>
    </w:p>
    <w:p w14:paraId="170991AB" w14:textId="77777777" w:rsidR="005E0F20" w:rsidRPr="005E0F20" w:rsidRDefault="005E0F20" w:rsidP="008A7C7A">
      <w:pPr>
        <w:numPr>
          <w:ilvl w:val="0"/>
          <w:numId w:val="10"/>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ke střetu zájmů a jiné opatření k nápravě, kromě zrušení výběrového řízení, není možné, </w:t>
      </w:r>
    </w:p>
    <w:p w14:paraId="65260E3B" w14:textId="34FE7467" w:rsidR="005E0F20" w:rsidRPr="005E0F20" w:rsidRDefault="005E0F20" w:rsidP="008A7C7A">
      <w:pPr>
        <w:numPr>
          <w:ilvl w:val="0"/>
          <w:numId w:val="10"/>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750AB4">
        <w:rPr>
          <w:rFonts w:eastAsia="Times New Roman" w:cs="Times New Roman"/>
          <w:lang w:eastAsia="cs-CZ"/>
        </w:rPr>
        <w:t xml:space="preserve">písemnou </w:t>
      </w:r>
      <w:r w:rsidRPr="005E0F20">
        <w:rPr>
          <w:rFonts w:eastAsia="Times New Roman" w:cs="Times New Roman"/>
          <w:lang w:eastAsia="cs-CZ"/>
        </w:rPr>
        <w:t xml:space="preserve">výzvu zadavatele neprokázal, že k narušení hospodářské soutěže nedošlo, </w:t>
      </w:r>
    </w:p>
    <w:p w14:paraId="7FFCE7B7" w14:textId="77777777" w:rsidR="005E0F20" w:rsidRPr="005E0F20" w:rsidRDefault="005E0F20" w:rsidP="008A7C7A">
      <w:pPr>
        <w:numPr>
          <w:ilvl w:val="0"/>
          <w:numId w:val="10"/>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452421B" w14:textId="77777777" w:rsidR="005E0F20" w:rsidRPr="005E0F20" w:rsidRDefault="005E0F20" w:rsidP="008A7C7A">
      <w:pPr>
        <w:numPr>
          <w:ilvl w:val="0"/>
          <w:numId w:val="10"/>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lastRenderedPageBreak/>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02BECB92" w14:textId="77777777" w:rsidR="005E0F20" w:rsidRPr="005E0F20" w:rsidRDefault="005E0F20" w:rsidP="008A7C7A">
      <w:pPr>
        <w:numPr>
          <w:ilvl w:val="0"/>
          <w:numId w:val="10"/>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6C9457A2" w14:textId="77777777" w:rsidR="005E0F20" w:rsidRPr="005E0F20" w:rsidRDefault="005E0F20" w:rsidP="005E0F20">
      <w:pPr>
        <w:tabs>
          <w:tab w:val="left" w:pos="1843"/>
        </w:tabs>
        <w:spacing w:after="0" w:line="240" w:lineRule="auto"/>
        <w:ind w:left="1134" w:firstLine="567"/>
        <w:jc w:val="both"/>
        <w:rPr>
          <w:rFonts w:eastAsia="Times New Roman" w:cs="Times New Roman"/>
          <w:lang w:eastAsia="cs-CZ"/>
        </w:rPr>
      </w:pPr>
    </w:p>
    <w:p w14:paraId="11F2D984" w14:textId="5B9F0DB2" w:rsidR="005E0F20" w:rsidRPr="005E0F20" w:rsidRDefault="00750AB4" w:rsidP="005E0F20">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pro nezpůsobilost také, pokud na základě věrohodných informací získá důvodné podezření, že účastník uzavřel s jinými osobami zakázanou dohodu </w:t>
      </w:r>
      <w:r w:rsidRPr="001C0CD3">
        <w:rPr>
          <w:rFonts w:eastAsia="Times New Roman" w:cs="Times New Roman"/>
          <w:lang w:eastAsia="cs-CZ"/>
        </w:rPr>
        <w:t>podle zákona o ochraně hospodářské soutěže</w:t>
      </w:r>
      <w:r w:rsidRPr="00FC44E6">
        <w:rPr>
          <w:rFonts w:eastAsia="Times New Roman" w:cs="Times New Roman"/>
          <w:lang w:eastAsia="cs-CZ"/>
        </w:rPr>
        <w:t xml:space="preserve"> v souvislosti se zadávanou zakázkou</w:t>
      </w:r>
      <w:r w:rsidRPr="001C0CD3">
        <w:rPr>
          <w:rFonts w:eastAsia="Times New Roman" w:cs="Times New Roman"/>
          <w:lang w:eastAsia="cs-CZ"/>
        </w:rPr>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rsidRPr="00FC44E6">
        <w:rPr>
          <w:rFonts w:eastAsia="Times New Roman" w:cs="Times New Roman"/>
          <w:lang w:eastAsia="cs-CZ"/>
        </w:rPr>
        <w:t>.</w:t>
      </w:r>
    </w:p>
    <w:p w14:paraId="2C8F6A81" w14:textId="3C82FF64" w:rsid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Vybraného účastníka zadavatel vyloučí z účasti ve výběrovém řízení, pokud zjistí, že jsou naplněny důvody vyloučení podle čl. 16, odst. </w:t>
      </w:r>
      <w:r w:rsidR="00D67B26">
        <w:rPr>
          <w:rFonts w:eastAsia="Times New Roman" w:cs="Times New Roman"/>
          <w:lang w:eastAsia="cs-CZ"/>
        </w:rPr>
        <w:t>1</w:t>
      </w:r>
      <w:r w:rsidRPr="005E0F20">
        <w:rPr>
          <w:rFonts w:eastAsia="Times New Roman" w:cs="Times New Roman"/>
          <w:lang w:eastAsia="cs-CZ"/>
        </w:rPr>
        <w:t xml:space="preserve"> této Výzvy nebo může prokázat naplnění důvodů podle čl. 16., odst. </w:t>
      </w:r>
      <w:r w:rsidR="00D67B26">
        <w:rPr>
          <w:rFonts w:eastAsia="Times New Roman" w:cs="Times New Roman"/>
          <w:lang w:eastAsia="cs-CZ"/>
        </w:rPr>
        <w:t>2</w:t>
      </w:r>
      <w:r w:rsidRPr="005E0F20">
        <w:rPr>
          <w:rFonts w:eastAsia="Times New Roman" w:cs="Times New Roman"/>
          <w:lang w:eastAsia="cs-CZ"/>
        </w:rPr>
        <w:t xml:space="preserve"> písm. a) až c) této Výzvy.</w:t>
      </w:r>
    </w:p>
    <w:p w14:paraId="049AE11E" w14:textId="77777777" w:rsidR="00750AB4" w:rsidRDefault="00750AB4" w:rsidP="00750AB4">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3BB94DC6" w14:textId="44BADD9E" w:rsidR="00750AB4" w:rsidRPr="005E0F20" w:rsidRDefault="00750AB4" w:rsidP="00750AB4">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14F5B0A1" w14:textId="77777777" w:rsidR="005E0F20" w:rsidRPr="005E0F20" w:rsidRDefault="005E0F20" w:rsidP="005E0F20">
      <w:pPr>
        <w:spacing w:before="120" w:after="0" w:line="240" w:lineRule="auto"/>
        <w:ind w:left="426"/>
        <w:jc w:val="both"/>
        <w:rPr>
          <w:rFonts w:eastAsia="Times New Roman" w:cs="Times New Roman"/>
          <w:lang w:eastAsia="cs-CZ"/>
        </w:rPr>
      </w:pPr>
    </w:p>
    <w:p w14:paraId="3085DB31" w14:textId="77777777" w:rsidR="005E0F20" w:rsidRPr="005E0F20" w:rsidRDefault="005E0F20" w:rsidP="002864B8">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 xml:space="preserve">Zrušení výběrového řízení </w:t>
      </w:r>
    </w:p>
    <w:p w14:paraId="1A36C450"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spacing w:val="-3"/>
          <w:lang w:eastAsia="cs-CZ"/>
        </w:rPr>
      </w:pPr>
      <w:r w:rsidRPr="005E0F20">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4215FEEA" w14:textId="77777777" w:rsidR="005E0F20" w:rsidRPr="00BB4609"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 xml:space="preserve">Zadavatel </w:t>
      </w:r>
      <w:r w:rsidRPr="00BB4609">
        <w:rPr>
          <w:rFonts w:eastAsia="Times New Roman" w:cs="Times New Roman"/>
          <w:lang w:eastAsia="cs-CZ"/>
        </w:rPr>
        <w:t>si mimo jiné vyhrazuje právo zrušit výběrové řízení v případě, že k hodnocení připadnou pouze nabídky s nabídkovou cenou převyšující předpokládanou hodnotu zakázky.</w:t>
      </w:r>
    </w:p>
    <w:p w14:paraId="60E12648" w14:textId="31F30B08" w:rsidR="005E0F20" w:rsidRPr="00BB4609"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BB4609">
        <w:rPr>
          <w:rFonts w:eastAsia="Times New Roman" w:cs="Times New Roman"/>
          <w:spacing w:val="-3"/>
          <w:lang w:eastAsia="cs-CZ"/>
        </w:rPr>
        <w:t>Pokud</w:t>
      </w:r>
      <w:r w:rsidRPr="00BB4609">
        <w:rPr>
          <w:rFonts w:eastAsia="Times New Roman" w:cs="Times New Roman"/>
          <w:lang w:eastAsia="cs-CZ"/>
        </w:rPr>
        <w:t xml:space="preserve"> bude nabídka vybraného dodavatele obsahovat nabídkovou cenu, která překročí režim veřejné zakázky bude</w:t>
      </w:r>
      <w:r w:rsidRPr="00BB4609">
        <w:rPr>
          <w:rFonts w:eastAsia="Times New Roman" w:cs="Calibri"/>
          <w:lang w:eastAsia="cs-CZ"/>
        </w:rPr>
        <w:t xml:space="preserve"> </w:t>
      </w:r>
      <w:r w:rsidRPr="00BB4609">
        <w:rPr>
          <w:rFonts w:eastAsia="Times New Roman" w:cs="Times New Roman"/>
          <w:lang w:eastAsia="cs-CZ"/>
        </w:rPr>
        <w:t>výběrové řízení zrušeno.</w:t>
      </w:r>
    </w:p>
    <w:p w14:paraId="388678BD" w14:textId="77777777" w:rsidR="005E0F20" w:rsidRPr="005E0F20" w:rsidRDefault="005E0F20" w:rsidP="005E0F20">
      <w:pPr>
        <w:spacing w:before="120" w:after="0" w:line="240" w:lineRule="auto"/>
        <w:ind w:left="426"/>
        <w:jc w:val="both"/>
        <w:rPr>
          <w:rFonts w:eastAsia="Times New Roman" w:cs="Times New Roman"/>
          <w:lang w:eastAsia="cs-CZ"/>
        </w:rPr>
      </w:pPr>
    </w:p>
    <w:p w14:paraId="19D2C9AC" w14:textId="77777777" w:rsidR="005E0F20" w:rsidRPr="005E0F20" w:rsidRDefault="005E0F20" w:rsidP="002864B8">
      <w:pPr>
        <w:numPr>
          <w:ilvl w:val="0"/>
          <w:numId w:val="6"/>
        </w:numPr>
        <w:spacing w:after="120" w:line="240" w:lineRule="auto"/>
        <w:rPr>
          <w:rFonts w:eastAsia="Times New Roman" w:cs="Times New Roman"/>
          <w:lang w:eastAsia="cs-CZ"/>
        </w:rPr>
      </w:pPr>
      <w:r w:rsidRPr="005E0F20">
        <w:rPr>
          <w:rFonts w:eastAsia="Times New Roman" w:cs="Times New Roman"/>
          <w:b/>
          <w:u w:val="single"/>
          <w:lang w:eastAsia="cs-CZ"/>
        </w:rPr>
        <w:t>Uzavření smlouvy</w:t>
      </w:r>
      <w:r w:rsidRPr="005E0F20">
        <w:rPr>
          <w:rFonts w:eastAsia="Times New Roman" w:cs="Times New Roman"/>
          <w:lang w:eastAsia="cs-CZ"/>
        </w:rPr>
        <w:t>:</w:t>
      </w:r>
    </w:p>
    <w:p w14:paraId="468F8B40" w14:textId="77777777" w:rsidR="005E0F20" w:rsidRPr="007B5B6C"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 xml:space="preserve">Smlouva bude uzavřena písemně v souladu s nabídkou vybraného dodavatele a zadávacími podmínkami v </w:t>
      </w:r>
      <w:r w:rsidRPr="007B5B6C">
        <w:rPr>
          <w:rFonts w:eastAsia="Times New Roman" w:cs="Times New Roman"/>
          <w:lang w:eastAsia="cs-CZ"/>
        </w:rPr>
        <w:t>podobě uvedené v závazném vzoru smlouvy o dílo včetně příloh.</w:t>
      </w:r>
    </w:p>
    <w:p w14:paraId="0BDDDFD5" w14:textId="1A6C3687" w:rsidR="005E0F20" w:rsidRPr="005E0F20" w:rsidRDefault="005E0F20" w:rsidP="005E0F20">
      <w:pPr>
        <w:suppressAutoHyphens/>
        <w:spacing w:after="0" w:line="240" w:lineRule="auto"/>
        <w:ind w:left="426"/>
        <w:jc w:val="both"/>
        <w:rPr>
          <w:rFonts w:eastAsia="Times New Roman" w:cs="Times New Roman"/>
          <w:lang w:eastAsia="cs-CZ"/>
        </w:rPr>
      </w:pPr>
      <w:r w:rsidRPr="007B5B6C">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F31229" w:rsidRPr="007B5B6C">
        <w:t xml:space="preserve">, především pak před podpisem smlouvy ze strany objednatele předložit prostřednictvím elektronického nástroje E-ZAK na adrese: </w:t>
      </w:r>
      <w:hyperlink r:id="rId19" w:history="1">
        <w:r w:rsidR="00F31229" w:rsidRPr="007B5B6C">
          <w:rPr>
            <w:rStyle w:val="Hypertextovodkaz"/>
          </w:rPr>
          <w:t>https://zakazky.</w:t>
        </w:r>
        <w:r w:rsidR="00EB367B" w:rsidRPr="007B5B6C">
          <w:rPr>
            <w:rStyle w:val="Hypertextovodkaz"/>
          </w:rPr>
          <w:t>spravazeleznic</w:t>
        </w:r>
        <w:r w:rsidR="00F31229" w:rsidRPr="007B5B6C">
          <w:rPr>
            <w:rStyle w:val="Hypertextovodkaz"/>
          </w:rPr>
          <w:t>.cz/</w:t>
        </w:r>
      </w:hyperlink>
      <w:r w:rsidR="00F31229" w:rsidRPr="007B5B6C">
        <w:t xml:space="preserve">, případně jinou formou písemné elektronické komunikace (zadavatel preferuje komunikaci prostřednictvím elektronického nástroje E-ZAK) dokumenty uvedené v následujícím odstavci této Výzvy. </w:t>
      </w:r>
      <w:r w:rsidR="00F31229" w:rsidRPr="007B5B6C">
        <w:rPr>
          <w:b/>
        </w:rPr>
        <w:t>Zadavatel vyzve vybraného dodavatele k poskytnutí součinnosti před uzavřením smlouvy ještě před oznámením rozhodnutí o výběru</w:t>
      </w:r>
      <w:r w:rsidR="00F31229" w:rsidRPr="007B5B6C">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w:t>
      </w:r>
      <w:r w:rsidRPr="007B5B6C">
        <w:rPr>
          <w:rFonts w:eastAsia="Times New Roman" w:cs="Times New Roman"/>
          <w:lang w:eastAsia="cs-CZ"/>
        </w:rPr>
        <w:t>. Pokud vybraný dodavatel odmítne uzavřít smlouvu nebo zadavateli neposkytne dostatečnou součinnost k jejímu uzavření (např. nepředloží některý z požadovaných dokumentů vůbec</w:t>
      </w:r>
      <w:r w:rsidRPr="005E0F20">
        <w:rPr>
          <w:rFonts w:eastAsia="Times New Roman" w:cs="Times New Roman"/>
          <w:lang w:eastAsia="cs-CZ"/>
        </w:rPr>
        <w:t xml:space="preserve"> nebo v náležité podobě), zadavatel vyloučí vybraného dodavatele z účasti ve </w:t>
      </w:r>
      <w:proofErr w:type="gramStart"/>
      <w:r w:rsidRPr="005E0F20">
        <w:rPr>
          <w:rFonts w:eastAsia="Times New Roman" w:cs="Times New Roman"/>
          <w:lang w:eastAsia="cs-CZ"/>
        </w:rPr>
        <w:t>výběrovém  řízení</w:t>
      </w:r>
      <w:proofErr w:type="gramEnd"/>
      <w:r w:rsidRPr="005E0F20">
        <w:rPr>
          <w:rFonts w:eastAsia="Times New Roman" w:cs="Times New Roman"/>
          <w:lang w:eastAsia="cs-CZ"/>
        </w:rPr>
        <w:t xml:space="preserve">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59E0B017" w14:textId="77777777" w:rsidR="005E0F20" w:rsidRPr="005E0F20" w:rsidRDefault="005E0F20" w:rsidP="005E0F20">
      <w:pPr>
        <w:suppressAutoHyphens/>
        <w:spacing w:after="0" w:line="240" w:lineRule="auto"/>
        <w:ind w:left="426"/>
        <w:jc w:val="both"/>
        <w:rPr>
          <w:rFonts w:eastAsia="Times New Roman" w:cs="Times New Roman"/>
          <w:lang w:eastAsia="cs-CZ"/>
        </w:rPr>
      </w:pPr>
    </w:p>
    <w:p w14:paraId="2059E80D" w14:textId="77777777" w:rsidR="005E0F20" w:rsidRPr="007B5B6C"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 xml:space="preserve">Vybraný </w:t>
      </w:r>
      <w:r w:rsidRPr="007B5B6C">
        <w:rPr>
          <w:rFonts w:eastAsia="Times New Roman" w:cs="Times New Roman"/>
          <w:lang w:eastAsia="cs-CZ"/>
        </w:rPr>
        <w:t>dodavatel je povinen jako podmínku pro uzavření smlouvy poskytnout zadavateli řádnou součinnost, která spočívá zejména v předložení následujících dokumentů:</w:t>
      </w:r>
    </w:p>
    <w:p w14:paraId="34280367" w14:textId="77777777" w:rsidR="005E0F20" w:rsidRPr="007B5B6C" w:rsidRDefault="005E0F20" w:rsidP="005E0F20">
      <w:pPr>
        <w:suppressAutoHyphens/>
        <w:spacing w:after="0" w:line="240" w:lineRule="auto"/>
        <w:ind w:left="426"/>
        <w:jc w:val="both"/>
        <w:rPr>
          <w:rFonts w:eastAsia="Times New Roman" w:cs="Times New Roman"/>
          <w:lang w:eastAsia="cs-CZ"/>
        </w:rPr>
      </w:pPr>
    </w:p>
    <w:p w14:paraId="45D260E7" w14:textId="77777777" w:rsidR="007B5B6C" w:rsidRPr="007B5B6C" w:rsidRDefault="00CC32A4" w:rsidP="008A7C7A">
      <w:pPr>
        <w:numPr>
          <w:ilvl w:val="0"/>
          <w:numId w:val="22"/>
        </w:numPr>
        <w:spacing w:after="0" w:line="240" w:lineRule="auto"/>
        <w:jc w:val="both"/>
        <w:rPr>
          <w:rFonts w:eastAsia="Times New Roman" w:cs="Times New Roman"/>
          <w:lang w:eastAsia="cs-CZ"/>
        </w:rPr>
      </w:pPr>
      <w:r w:rsidRPr="007B5B6C">
        <w:rPr>
          <w:rFonts w:eastAsia="Times New Roman" w:cs="Times New Roman"/>
          <w:lang w:eastAsia="cs-CZ"/>
        </w:rPr>
        <w:t>kopii</w:t>
      </w:r>
      <w:r w:rsidR="009A016D" w:rsidRPr="007B5B6C">
        <w:rPr>
          <w:rFonts w:eastAsia="Times New Roman" w:cs="Times New Roman"/>
          <w:lang w:eastAsia="cs-CZ"/>
        </w:rPr>
        <w:t xml:space="preserv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w:t>
      </w:r>
      <w:r w:rsidR="00584E9E" w:rsidRPr="007B5B6C">
        <w:rPr>
          <w:rFonts w:eastAsia="Times New Roman" w:cs="Times New Roman"/>
          <w:lang w:eastAsia="cs-CZ"/>
        </w:rPr>
        <w:t>,</w:t>
      </w:r>
    </w:p>
    <w:p w14:paraId="7E176799" w14:textId="447489AC" w:rsidR="005E0F20" w:rsidRPr="007B5B6C" w:rsidRDefault="00584E9E" w:rsidP="007B5B6C">
      <w:pPr>
        <w:spacing w:after="0" w:line="240" w:lineRule="auto"/>
        <w:ind w:left="1146"/>
        <w:jc w:val="both"/>
        <w:rPr>
          <w:rFonts w:eastAsia="Times New Roman" w:cs="Times New Roman"/>
          <w:lang w:eastAsia="cs-CZ"/>
        </w:rPr>
      </w:pPr>
      <w:r w:rsidRPr="007B5B6C">
        <w:rPr>
          <w:rFonts w:eastAsia="Times New Roman" w:cs="Times New Roman"/>
          <w:lang w:eastAsia="cs-CZ"/>
        </w:rPr>
        <w:t xml:space="preserve"> </w:t>
      </w:r>
    </w:p>
    <w:p w14:paraId="62EE48F9" w14:textId="77777777" w:rsidR="005E0F20" w:rsidRPr="007B5B6C" w:rsidRDefault="005E0F20" w:rsidP="008A7C7A">
      <w:pPr>
        <w:numPr>
          <w:ilvl w:val="0"/>
          <w:numId w:val="22"/>
        </w:numPr>
        <w:spacing w:after="0" w:line="240" w:lineRule="auto"/>
        <w:jc w:val="both"/>
        <w:rPr>
          <w:rFonts w:eastAsia="Times New Roman" w:cs="Times New Roman"/>
          <w:lang w:eastAsia="cs-CZ"/>
        </w:rPr>
      </w:pPr>
      <w:r w:rsidRPr="007B5B6C">
        <w:rPr>
          <w:rFonts w:eastAsia="Times New Roman" w:cs="Times New Roman"/>
          <w:lang w:eastAsia="cs-CZ"/>
        </w:rPr>
        <w:t>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–v rozsahu projektování UTZ/E.</w:t>
      </w:r>
    </w:p>
    <w:p w14:paraId="6A7263FA" w14:textId="77777777" w:rsidR="001D73E0" w:rsidRPr="00627619" w:rsidRDefault="001D73E0" w:rsidP="001D73E0">
      <w:pPr>
        <w:spacing w:before="120" w:after="120" w:line="240" w:lineRule="auto"/>
        <w:ind w:left="425"/>
        <w:jc w:val="both"/>
      </w:pPr>
      <w:r w:rsidRPr="007B5B6C">
        <w:t>U vybraného dodavatele, je-li českou právnickou osobou, zadavatel</w:t>
      </w:r>
      <w:r w:rsidRPr="00627619">
        <w:t xml:space="preserve">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417260C3" w14:textId="77777777" w:rsidR="001D73E0" w:rsidRPr="00627619" w:rsidRDefault="001D73E0" w:rsidP="001D73E0">
      <w:pPr>
        <w:spacing w:after="120"/>
        <w:ind w:left="737"/>
        <w:jc w:val="both"/>
      </w:pPr>
      <w:r w:rsidRPr="00627619">
        <w:t xml:space="preserve">a) ke sdělení identifikačních údajů všech osob, které jsou jeho skutečným majitelem, a </w:t>
      </w:r>
    </w:p>
    <w:p w14:paraId="5BF6E4BE" w14:textId="77777777" w:rsidR="001D73E0" w:rsidRPr="00627619" w:rsidRDefault="001D73E0" w:rsidP="001D73E0">
      <w:pPr>
        <w:spacing w:after="120"/>
        <w:ind w:left="737"/>
        <w:jc w:val="both"/>
      </w:pPr>
      <w:r w:rsidRPr="00627619">
        <w:t xml:space="preserve">b) k předložení dokladů, z nichž vyplývá vztah všech osob podle předchozího písmene a) k dodavateli; těmito doklady jsou zejména: </w:t>
      </w:r>
    </w:p>
    <w:p w14:paraId="29B226F0" w14:textId="77777777" w:rsidR="001D73E0" w:rsidRPr="00627619" w:rsidRDefault="001D73E0" w:rsidP="008A7C7A">
      <w:pPr>
        <w:pStyle w:val="Odstavecseseznamem"/>
        <w:numPr>
          <w:ilvl w:val="0"/>
          <w:numId w:val="26"/>
        </w:numPr>
        <w:spacing w:after="60"/>
        <w:jc w:val="both"/>
      </w:pPr>
      <w:r w:rsidRPr="00627619">
        <w:t xml:space="preserve">výpis ze zahraniční evidence obdobné veřejnému rejstříku, </w:t>
      </w:r>
    </w:p>
    <w:p w14:paraId="328C9DD4" w14:textId="77777777" w:rsidR="001D73E0" w:rsidRPr="00627619" w:rsidRDefault="001D73E0" w:rsidP="008A7C7A">
      <w:pPr>
        <w:pStyle w:val="Odstavecseseznamem"/>
        <w:numPr>
          <w:ilvl w:val="0"/>
          <w:numId w:val="26"/>
        </w:numPr>
        <w:spacing w:after="60"/>
        <w:jc w:val="both"/>
      </w:pPr>
      <w:r w:rsidRPr="00627619">
        <w:t xml:space="preserve">seznam akcionářů, </w:t>
      </w:r>
    </w:p>
    <w:p w14:paraId="578FA348" w14:textId="77777777" w:rsidR="001D73E0" w:rsidRPr="00627619" w:rsidRDefault="001D73E0" w:rsidP="008A7C7A">
      <w:pPr>
        <w:pStyle w:val="Odstavecseseznamem"/>
        <w:numPr>
          <w:ilvl w:val="0"/>
          <w:numId w:val="26"/>
        </w:numPr>
        <w:spacing w:after="60"/>
        <w:jc w:val="both"/>
      </w:pPr>
      <w:r w:rsidRPr="00627619">
        <w:t xml:space="preserve">rozhodnutí statutárního orgánu o vyplacení podílu na zisku, </w:t>
      </w:r>
    </w:p>
    <w:p w14:paraId="3C77F61F" w14:textId="77777777" w:rsidR="001D73E0" w:rsidRPr="00627619" w:rsidRDefault="001D73E0" w:rsidP="008A7C7A">
      <w:pPr>
        <w:pStyle w:val="Odstavecseseznamem"/>
        <w:numPr>
          <w:ilvl w:val="0"/>
          <w:numId w:val="26"/>
        </w:numPr>
        <w:spacing w:after="60"/>
        <w:jc w:val="both"/>
      </w:pPr>
      <w:r w:rsidRPr="00627619">
        <w:t>společenská smlouva, zakladatelská listina nebo stanovy.</w:t>
      </w:r>
    </w:p>
    <w:p w14:paraId="6129CB7E" w14:textId="77777777" w:rsidR="001D73E0" w:rsidRPr="00627619" w:rsidRDefault="001D73E0" w:rsidP="001D73E0">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1B707E83" w14:textId="77777777" w:rsidR="005E0F20" w:rsidRDefault="001D73E0" w:rsidP="001D73E0">
      <w:pPr>
        <w:spacing w:before="120" w:after="0" w:line="240" w:lineRule="auto"/>
        <w:ind w:left="426"/>
        <w:jc w:val="both"/>
      </w:pPr>
      <w:r w:rsidRPr="00627619">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t> </w:t>
      </w:r>
      <w:r w:rsidRPr="00627619">
        <w:t>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45B223FB" w14:textId="77777777" w:rsidR="001D73E0" w:rsidRPr="005E0F20" w:rsidRDefault="001D73E0" w:rsidP="001D73E0">
      <w:pPr>
        <w:spacing w:before="120" w:after="0" w:line="240" w:lineRule="auto"/>
        <w:ind w:left="426"/>
        <w:jc w:val="both"/>
        <w:rPr>
          <w:rFonts w:eastAsia="Times New Roman" w:cs="Times New Roman"/>
          <w:highlight w:val="green"/>
          <w:lang w:eastAsia="cs-CZ"/>
        </w:rPr>
      </w:pPr>
    </w:p>
    <w:p w14:paraId="5E1B3D75" w14:textId="295A3FC1" w:rsidR="005E0F20" w:rsidRPr="005E0F20" w:rsidRDefault="005E0F20" w:rsidP="005E0F20">
      <w:pPr>
        <w:spacing w:before="120" w:after="0" w:line="240" w:lineRule="auto"/>
        <w:ind w:left="426"/>
        <w:jc w:val="both"/>
        <w:rPr>
          <w:rFonts w:eastAsia="Times New Roman" w:cs="Times New Roman"/>
          <w:b/>
          <w:lang w:eastAsia="cs-CZ"/>
        </w:rPr>
      </w:pPr>
      <w:r w:rsidRPr="005E0F20">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56119336" w14:textId="77777777" w:rsidR="005E0F20" w:rsidRPr="005E0F20" w:rsidRDefault="005E0F20" w:rsidP="005E0F20">
      <w:pPr>
        <w:suppressAutoHyphens/>
        <w:spacing w:before="120" w:after="0" w:line="240" w:lineRule="auto"/>
        <w:ind w:left="426"/>
        <w:jc w:val="both"/>
        <w:rPr>
          <w:rFonts w:eastAsia="Times New Roman" w:cs="Times New Roman"/>
          <w:highlight w:val="green"/>
          <w:lang w:eastAsia="cs-CZ"/>
        </w:rPr>
      </w:pPr>
    </w:p>
    <w:p w14:paraId="7B49530F" w14:textId="5A09143D" w:rsidR="005E0F20" w:rsidRPr="005E0F20" w:rsidRDefault="005E0F20" w:rsidP="005E0F20">
      <w:pPr>
        <w:suppressAutoHyphens/>
        <w:spacing w:before="120" w:after="0" w:line="240" w:lineRule="auto"/>
        <w:ind w:left="426"/>
        <w:jc w:val="both"/>
        <w:rPr>
          <w:rFonts w:eastAsia="Times New Roman" w:cs="Times New Roman"/>
          <w:lang w:eastAsia="cs-CZ"/>
        </w:rPr>
      </w:pPr>
      <w:r w:rsidRPr="005E0F20">
        <w:rPr>
          <w:rFonts w:eastAsia="Times New Roman" w:cs="Times New Roman"/>
          <w:lang w:eastAsia="cs-CZ"/>
        </w:rPr>
        <w:lastRenderedPageBreak/>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47045B7D" w14:textId="77777777" w:rsidR="005E0F20" w:rsidRPr="005E0F20" w:rsidRDefault="005E0F20" w:rsidP="005E0F20">
      <w:pPr>
        <w:suppressAutoHyphens/>
        <w:spacing w:after="0" w:line="240" w:lineRule="auto"/>
        <w:ind w:left="426"/>
        <w:jc w:val="both"/>
        <w:rPr>
          <w:rFonts w:eastAsia="Times New Roman" w:cs="Times New Roman"/>
          <w:lang w:eastAsia="cs-CZ"/>
        </w:rPr>
      </w:pPr>
    </w:p>
    <w:p w14:paraId="0D3699C3" w14:textId="77777777" w:rsidR="005E0F20" w:rsidRPr="005E0F20" w:rsidRDefault="005E0F20" w:rsidP="005E0F20">
      <w:pPr>
        <w:suppressAutoHyphens/>
        <w:spacing w:after="0" w:line="240" w:lineRule="auto"/>
        <w:ind w:left="284"/>
        <w:jc w:val="both"/>
        <w:rPr>
          <w:rFonts w:eastAsia="Times New Roman" w:cs="Times New Roman"/>
          <w:lang w:eastAsia="cs-CZ"/>
        </w:rPr>
      </w:pPr>
    </w:p>
    <w:p w14:paraId="02B58F08" w14:textId="77777777" w:rsidR="005E0F20" w:rsidRPr="005E0F20" w:rsidRDefault="005E0F20" w:rsidP="002864B8">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Další ustanovení:</w:t>
      </w:r>
    </w:p>
    <w:p w14:paraId="0A3CDA6F" w14:textId="77777777" w:rsidR="005E0F20" w:rsidRPr="005E0F20" w:rsidRDefault="005E0F20" w:rsidP="002864B8">
      <w:pPr>
        <w:numPr>
          <w:ilvl w:val="1"/>
          <w:numId w:val="6"/>
        </w:numPr>
        <w:suppressAutoHyphens/>
        <w:spacing w:after="0" w:line="240" w:lineRule="auto"/>
        <w:ind w:left="567" w:hanging="283"/>
        <w:jc w:val="both"/>
        <w:rPr>
          <w:rFonts w:eastAsia="Times New Roman" w:cs="Times New Roman"/>
          <w:lang w:eastAsia="cs-CZ"/>
        </w:rPr>
      </w:pPr>
      <w:r w:rsidRPr="005E0F20">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B949477"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6E107648"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89689A4"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122B1832"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1A4BF1CF"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6E885C27" w14:textId="4DFACE7C" w:rsidR="00695C2F" w:rsidRDefault="00695C2F" w:rsidP="002864B8">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Sociálně a enviro</w:t>
      </w:r>
      <w:r w:rsidR="00D67B26">
        <w:rPr>
          <w:rFonts w:eastAsia="Times New Roman" w:cs="Times New Roman"/>
          <w:b/>
          <w:u w:val="single"/>
          <w:lang w:eastAsia="cs-CZ"/>
        </w:rPr>
        <w:t>n</w:t>
      </w:r>
      <w:r>
        <w:rPr>
          <w:rFonts w:eastAsia="Times New Roman" w:cs="Times New Roman"/>
          <w:b/>
          <w:u w:val="single"/>
          <w:lang w:eastAsia="cs-CZ"/>
        </w:rPr>
        <w:t>mentálně odpovědné zadávání</w:t>
      </w:r>
      <w:r w:rsidRPr="006C2A33">
        <w:rPr>
          <w:rFonts w:eastAsia="Times New Roman" w:cs="Times New Roman"/>
          <w:b/>
          <w:u w:val="single"/>
          <w:lang w:eastAsia="cs-CZ"/>
        </w:rPr>
        <w:t>, inovace:</w:t>
      </w:r>
    </w:p>
    <w:p w14:paraId="004428BA" w14:textId="77777777" w:rsidR="00695C2F" w:rsidRDefault="00695C2F" w:rsidP="008A7C7A">
      <w:pPr>
        <w:pStyle w:val="Text1-1"/>
        <w:numPr>
          <w:ilvl w:val="0"/>
          <w:numId w:val="25"/>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51DB120E" w14:textId="77777777" w:rsidR="00695C2F" w:rsidRDefault="00695C2F" w:rsidP="00695C2F">
      <w:pPr>
        <w:pStyle w:val="Text1-1"/>
        <w:numPr>
          <w:ilvl w:val="0"/>
          <w:numId w:val="0"/>
        </w:numPr>
        <w:spacing w:after="0" w:line="240" w:lineRule="auto"/>
        <w:ind w:left="567" w:hanging="709"/>
      </w:pPr>
    </w:p>
    <w:p w14:paraId="5C507C8D" w14:textId="77777777" w:rsidR="00695C2F" w:rsidRDefault="00695C2F" w:rsidP="008A7C7A">
      <w:pPr>
        <w:pStyle w:val="Text1-1"/>
        <w:numPr>
          <w:ilvl w:val="0"/>
          <w:numId w:val="25"/>
        </w:numPr>
        <w:spacing w:after="0" w:line="240" w:lineRule="auto"/>
        <w:ind w:left="567"/>
      </w:pPr>
      <w:r>
        <w:t>Zadavatel aplikuje ve výběrovém řízení níže uvedené prvky odpovědného zadávání:</w:t>
      </w:r>
    </w:p>
    <w:p w14:paraId="16C710CE" w14:textId="77777777" w:rsidR="00695C2F" w:rsidRDefault="00695C2F" w:rsidP="00695C2F">
      <w:pPr>
        <w:pStyle w:val="Odrka1-1"/>
        <w:spacing w:after="0" w:line="240" w:lineRule="auto"/>
        <w:ind w:left="567" w:firstLine="0"/>
      </w:pPr>
      <w:r>
        <w:t>rovnocenné platební podmínky v rámci dodavatelského řetězce,</w:t>
      </w:r>
    </w:p>
    <w:p w14:paraId="6DDC71AB" w14:textId="77777777" w:rsidR="00695C2F" w:rsidRDefault="00695C2F" w:rsidP="00695C2F">
      <w:pPr>
        <w:pStyle w:val="Odrka1-1"/>
        <w:spacing w:after="0" w:line="240" w:lineRule="auto"/>
        <w:ind w:left="567" w:firstLine="0"/>
      </w:pPr>
      <w:r>
        <w:t xml:space="preserve">porady vedené </w:t>
      </w:r>
      <w:r w:rsidRPr="000C3276">
        <w:t>primárně distančním způsobem</w:t>
      </w:r>
      <w:r>
        <w:t>,</w:t>
      </w:r>
    </w:p>
    <w:p w14:paraId="3D01AE39" w14:textId="422BF627" w:rsidR="00695C2F" w:rsidRDefault="00695C2F" w:rsidP="00695C2F">
      <w:pPr>
        <w:pStyle w:val="Odrka1-1"/>
        <w:spacing w:after="0" w:line="240" w:lineRule="auto"/>
        <w:ind w:left="567" w:firstLine="0"/>
      </w:pPr>
      <w:r>
        <w:t>studentské exkurze</w:t>
      </w:r>
      <w:r w:rsidR="00AB4564">
        <w:t>.</w:t>
      </w:r>
    </w:p>
    <w:p w14:paraId="092BFB77" w14:textId="77777777" w:rsidR="00B876C5" w:rsidRPr="008F6E85" w:rsidRDefault="00B876C5" w:rsidP="00B876C5">
      <w:pPr>
        <w:pStyle w:val="Odrka1-1"/>
        <w:numPr>
          <w:ilvl w:val="0"/>
          <w:numId w:val="0"/>
        </w:numPr>
        <w:spacing w:after="0" w:line="240" w:lineRule="auto"/>
        <w:ind w:left="567"/>
        <w:rPr>
          <w:highlight w:val="green"/>
        </w:rPr>
      </w:pPr>
    </w:p>
    <w:p w14:paraId="1458C09A" w14:textId="77777777" w:rsidR="00695C2F" w:rsidRDefault="00695C2F" w:rsidP="00695C2F">
      <w:pPr>
        <w:pStyle w:val="Odrka1-1"/>
        <w:numPr>
          <w:ilvl w:val="0"/>
          <w:numId w:val="0"/>
        </w:numPr>
        <w:spacing w:after="0" w:line="240" w:lineRule="auto"/>
        <w:ind w:left="567"/>
      </w:pPr>
    </w:p>
    <w:p w14:paraId="2BE1A28C" w14:textId="77777777" w:rsidR="00695C2F" w:rsidRDefault="00695C2F" w:rsidP="008A7C7A">
      <w:pPr>
        <w:pStyle w:val="Text1-1"/>
        <w:numPr>
          <w:ilvl w:val="0"/>
          <w:numId w:val="25"/>
        </w:numPr>
        <w:spacing w:after="0" w:line="240" w:lineRule="auto"/>
        <w:ind w:left="567"/>
      </w:pPr>
      <w:r>
        <w:lastRenderedPageBreak/>
        <w:t xml:space="preserve">Výše uvedené prvky odpovědného zadávání </w:t>
      </w:r>
      <w:r w:rsidRPr="0031392A">
        <w:t xml:space="preserve">a </w:t>
      </w:r>
      <w:r w:rsidRPr="00BB4609">
        <w:t>povinnosti dodavatele s nimi spojené zadavatel stanovil v</w:t>
      </w:r>
      <w:r w:rsidR="000140BF" w:rsidRPr="00BB4609">
        <w:t xml:space="preserve"> </w:t>
      </w:r>
      <w:r w:rsidRPr="00BB4609">
        <w:t xml:space="preserve">ustanovení článku </w:t>
      </w:r>
      <w:r w:rsidR="00945E11" w:rsidRPr="00BB4609">
        <w:t>4.5</w:t>
      </w:r>
      <w:r w:rsidRPr="00BB4609">
        <w:t xml:space="preserve"> závazného vzoru smlouvy, který </w:t>
      </w:r>
      <w:r>
        <w:t>je součástí zadávací dokumentace,</w:t>
      </w:r>
    </w:p>
    <w:p w14:paraId="0A259D18" w14:textId="77777777" w:rsidR="00C94497" w:rsidRDefault="00C94497" w:rsidP="000140BF">
      <w:pPr>
        <w:pStyle w:val="Odrka1-1"/>
        <w:numPr>
          <w:ilvl w:val="0"/>
          <w:numId w:val="0"/>
        </w:numPr>
        <w:spacing w:after="0" w:line="240" w:lineRule="auto"/>
        <w:ind w:left="567"/>
        <w:rPr>
          <w:strike/>
        </w:rPr>
      </w:pPr>
    </w:p>
    <w:p w14:paraId="60085917" w14:textId="77777777" w:rsidR="00E50A95" w:rsidRDefault="00E50A95" w:rsidP="000140BF">
      <w:pPr>
        <w:pStyle w:val="Odrka1-1"/>
        <w:numPr>
          <w:ilvl w:val="0"/>
          <w:numId w:val="0"/>
        </w:numPr>
        <w:spacing w:after="0" w:line="240" w:lineRule="auto"/>
        <w:ind w:left="567"/>
        <w:rPr>
          <w:strike/>
        </w:rPr>
      </w:pPr>
    </w:p>
    <w:p w14:paraId="3B4EAA1D" w14:textId="18F9FBAE" w:rsidR="00E50A95" w:rsidRDefault="00E50A95" w:rsidP="00E50A95">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 xml:space="preserve">Další zadávací podmínky v návaznosti na </w:t>
      </w:r>
      <w:r w:rsidR="00750AB4">
        <w:rPr>
          <w:rFonts w:eastAsia="Times New Roman" w:cs="Times New Roman"/>
          <w:b/>
          <w:u w:val="single"/>
          <w:lang w:eastAsia="cs-CZ"/>
        </w:rPr>
        <w:t xml:space="preserve">mezinárodní </w:t>
      </w:r>
      <w:r>
        <w:rPr>
          <w:rFonts w:eastAsia="Times New Roman" w:cs="Times New Roman"/>
          <w:b/>
          <w:u w:val="single"/>
          <w:lang w:eastAsia="cs-CZ"/>
        </w:rPr>
        <w:t>sankce</w:t>
      </w:r>
      <w:r w:rsidR="00750AB4">
        <w:rPr>
          <w:rFonts w:eastAsia="Times New Roman" w:cs="Times New Roman"/>
          <w:b/>
          <w:u w:val="single"/>
          <w:lang w:eastAsia="cs-CZ"/>
        </w:rPr>
        <w:t>, zákaz zadání veřejné zakázky</w:t>
      </w:r>
    </w:p>
    <w:p w14:paraId="614900BE" w14:textId="77777777" w:rsidR="00750AB4" w:rsidRDefault="00750AB4" w:rsidP="00750AB4">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48AE660B" w14:textId="77777777" w:rsidR="00750AB4" w:rsidRPr="007D39F2" w:rsidRDefault="00750AB4" w:rsidP="00750AB4">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658D98D9" w14:textId="77777777" w:rsidR="00750AB4" w:rsidRPr="007D39F2" w:rsidRDefault="00750AB4" w:rsidP="008A7C7A">
      <w:pPr>
        <w:pStyle w:val="Odstavecseseznamem"/>
        <w:numPr>
          <w:ilvl w:val="0"/>
          <w:numId w:val="31"/>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042DA968" w14:textId="77777777" w:rsidR="00750AB4" w:rsidRPr="007D39F2" w:rsidRDefault="00750AB4" w:rsidP="008A7C7A">
      <w:pPr>
        <w:pStyle w:val="Odstavecseseznamem"/>
        <w:numPr>
          <w:ilvl w:val="0"/>
          <w:numId w:val="31"/>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66C8B5D3" w14:textId="77777777" w:rsidR="00750AB4" w:rsidRPr="007D39F2" w:rsidRDefault="00750AB4" w:rsidP="00750AB4">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3CF43E96" w14:textId="77777777" w:rsidR="00750AB4" w:rsidRPr="007D39F2" w:rsidRDefault="00750AB4" w:rsidP="008A7C7A">
      <w:pPr>
        <w:pStyle w:val="Odstavecseseznamem"/>
        <w:numPr>
          <w:ilvl w:val="0"/>
          <w:numId w:val="32"/>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0111DFA8" w14:textId="77777777" w:rsidR="00750AB4" w:rsidRPr="007D39F2" w:rsidRDefault="00750AB4" w:rsidP="008A7C7A">
      <w:pPr>
        <w:pStyle w:val="Odstavecseseznamem"/>
        <w:numPr>
          <w:ilvl w:val="0"/>
          <w:numId w:val="32"/>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25BDD75F" w14:textId="77777777" w:rsidR="00750AB4" w:rsidRPr="007D39F2" w:rsidRDefault="00750AB4" w:rsidP="00750AB4">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7EFC18D9" w14:textId="77777777" w:rsidR="00750AB4" w:rsidRPr="007D39F2" w:rsidRDefault="00750AB4" w:rsidP="00750AB4">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2"/>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28523129" w14:textId="77777777" w:rsidR="00750AB4" w:rsidRPr="007D39F2" w:rsidRDefault="00750AB4" w:rsidP="008A7C7A">
      <w:pPr>
        <w:numPr>
          <w:ilvl w:val="0"/>
          <w:numId w:val="29"/>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7434B88D" w14:textId="77777777" w:rsidR="00750AB4" w:rsidRPr="007D39F2" w:rsidRDefault="00750AB4" w:rsidP="008A7C7A">
      <w:pPr>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2598DE14" w14:textId="77777777" w:rsidR="00750AB4" w:rsidRPr="007D39F2" w:rsidRDefault="00750AB4" w:rsidP="008A7C7A">
      <w:pPr>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748C6B9F" w14:textId="77777777" w:rsidR="00750AB4" w:rsidRPr="007D39F2" w:rsidRDefault="00750AB4" w:rsidP="00750AB4">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2A9EEB93" w14:textId="77777777" w:rsidR="00750AB4" w:rsidRDefault="00750AB4" w:rsidP="00750AB4">
      <w:pPr>
        <w:spacing w:before="120" w:after="0" w:line="240" w:lineRule="auto"/>
        <w:ind w:left="426"/>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53E0DD72" w14:textId="3C7A875A" w:rsidR="00E50A95" w:rsidRDefault="00E50A95" w:rsidP="00750AB4">
      <w:pPr>
        <w:spacing w:before="120" w:after="0" w:line="240" w:lineRule="auto"/>
        <w:ind w:left="426"/>
        <w:jc w:val="both"/>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3B17BE">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w:t>
      </w:r>
      <w:r>
        <w:lastRenderedPageBreak/>
        <w:t xml:space="preserve">fyzickým nebo právnickým osobám, subjektům či orgánům s nimi spojeným </w:t>
      </w:r>
      <w:r w:rsidRPr="007B7529">
        <w:t>uvedeným</w:t>
      </w:r>
      <w:r>
        <w:t xml:space="preserve"> v příloze I Nařízení nebo v jejich prospěch</w:t>
      </w:r>
      <w:r w:rsidR="003B17BE">
        <w:t xml:space="preserve">; </w:t>
      </w:r>
      <w:r w:rsidR="003B17BE">
        <w:rPr>
          <w:rStyle w:val="normaltextrun"/>
          <w:rFonts w:ascii="Verdana" w:hAnsi="Verdana"/>
          <w:shd w:val="clear" w:color="auto" w:fill="FFFFFF"/>
        </w:rPr>
        <w:t xml:space="preserve">dle čl. 2 </w:t>
      </w:r>
      <w:r w:rsidR="003B17BE">
        <w:rPr>
          <w:rStyle w:val="normaltextrun"/>
          <w:rFonts w:ascii="Verdana" w:hAnsi="Verdana"/>
          <w:bCs/>
          <w:shd w:val="clear" w:color="auto" w:fill="FFFFFF"/>
        </w:rPr>
        <w:t>nařízení Rady (ES) č. 765/2006</w:t>
      </w:r>
      <w:r w:rsidR="003B17BE">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3B17BE">
        <w:rPr>
          <w:rStyle w:val="normaltextrun"/>
          <w:rFonts w:ascii="Verdana" w:hAnsi="Verdana"/>
          <w:bdr w:val="none" w:sz="0" w:space="0" w:color="auto" w:frame="1"/>
        </w:rPr>
        <w:t xml:space="preserve">dle čl. 2 </w:t>
      </w:r>
      <w:r w:rsidR="003B17BE">
        <w:rPr>
          <w:rStyle w:val="normaltextrun"/>
          <w:rFonts w:ascii="Verdana" w:hAnsi="Verdana"/>
          <w:bCs/>
          <w:bdr w:val="none" w:sz="0" w:space="0" w:color="auto" w:frame="1"/>
        </w:rPr>
        <w:t>nařízení Rady (EU) č. 208/2014</w:t>
      </w:r>
      <w:r w:rsidR="003B17BE">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3B17BE">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749C401E" w14:textId="4939051F" w:rsidR="00E50A95" w:rsidRDefault="00E50A95" w:rsidP="00E50A95">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w:t>
      </w:r>
      <w:r w:rsidR="00580822">
        <w:rPr>
          <w:rFonts w:eastAsia="Times New Roman" w:cs="Times New Roman"/>
          <w:lang w:eastAsia="cs-CZ"/>
        </w:rPr>
        <w:t xml:space="preserve"> </w:t>
      </w:r>
      <w:r>
        <w:rPr>
          <w:rFonts w:eastAsia="Times New Roman" w:cs="Times New Roman"/>
          <w:lang w:eastAsia="cs-CZ"/>
        </w:rPr>
        <w:t>v</w:t>
      </w:r>
      <w:r w:rsidR="00580822">
        <w:rPr>
          <w:rFonts w:eastAsia="Times New Roman" w:cs="Times New Roman"/>
          <w:lang w:eastAsia="cs-CZ"/>
        </w:rPr>
        <w:t>e</w:t>
      </w:r>
      <w:r>
        <w:rPr>
          <w:rFonts w:eastAsia="Times New Roman" w:cs="Times New Roman"/>
          <w:lang w:eastAsia="cs-CZ"/>
        </w:rPr>
        <w:t> </w:t>
      </w:r>
      <w:r w:rsidR="00750AB4">
        <w:rPr>
          <w:rFonts w:eastAsia="Times New Roman" w:cs="Times New Roman"/>
          <w:lang w:eastAsia="cs-CZ"/>
        </w:rPr>
        <w:t>výběrovém</w:t>
      </w:r>
      <w:r w:rsidR="00750AB4" w:rsidDel="00750AB4">
        <w:rPr>
          <w:rFonts w:eastAsia="Times New Roman" w:cs="Times New Roman"/>
          <w:lang w:eastAsia="cs-CZ"/>
        </w:rPr>
        <w:t xml:space="preserve">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2954B9B5" w14:textId="77777777" w:rsidR="00E50A95" w:rsidRDefault="00E50A95" w:rsidP="00E50A95">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t>3 této Výzvy,</w:t>
      </w:r>
      <w:r w:rsidRPr="007E738C">
        <w:t xml:space="preserve"> v</w:t>
      </w:r>
      <w:r>
        <w:t>e</w:t>
      </w:r>
      <w:r w:rsidRPr="007E738C">
        <w:t xml:space="preserve"> </w:t>
      </w:r>
      <w:r>
        <w:t>své nabídce.</w:t>
      </w:r>
    </w:p>
    <w:p w14:paraId="32652381" w14:textId="77777777" w:rsidR="00E50A95" w:rsidRDefault="00E50A95" w:rsidP="00E50A95">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6D0FE207" w14:textId="2B8657F8" w:rsidR="00E50A95" w:rsidRDefault="00E50A95" w:rsidP="00E50A95">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 xml:space="preserve">bude účastník vyloučen z </w:t>
      </w:r>
      <w:r w:rsidR="00750AB4">
        <w:rPr>
          <w:rFonts w:eastAsia="Times New Roman" w:cs="Times New Roman"/>
          <w:lang w:eastAsia="cs-CZ"/>
        </w:rPr>
        <w:t>výběrového</w:t>
      </w:r>
      <w:r w:rsidRPr="00FA4410">
        <w:t xml:space="preserve"> řízení</w:t>
      </w:r>
      <w:r>
        <w:t xml:space="preserve">. </w:t>
      </w:r>
    </w:p>
    <w:p w14:paraId="155F2267" w14:textId="77777777" w:rsidR="00E50A95" w:rsidRPr="000415C2" w:rsidRDefault="00E50A95" w:rsidP="000140BF">
      <w:pPr>
        <w:pStyle w:val="Odrka1-1"/>
        <w:numPr>
          <w:ilvl w:val="0"/>
          <w:numId w:val="0"/>
        </w:numPr>
        <w:spacing w:after="0" w:line="240" w:lineRule="auto"/>
        <w:ind w:left="567"/>
        <w:rPr>
          <w:strike/>
        </w:rPr>
      </w:pPr>
    </w:p>
    <w:p w14:paraId="7DB786A2" w14:textId="77777777" w:rsidR="00E50A95" w:rsidRDefault="00E50A95" w:rsidP="00C94497">
      <w:pPr>
        <w:autoSpaceDE w:val="0"/>
        <w:autoSpaceDN w:val="0"/>
        <w:adjustRightInd w:val="0"/>
        <w:spacing w:after="0" w:line="320" w:lineRule="atLeast"/>
        <w:jc w:val="both"/>
        <w:rPr>
          <w:rFonts w:eastAsia="Times New Roman" w:cs="Times New Roman"/>
          <w:color w:val="000000"/>
          <w:lang w:eastAsia="cs-CZ"/>
        </w:rPr>
      </w:pPr>
    </w:p>
    <w:p w14:paraId="04B4DE0E" w14:textId="77777777" w:rsidR="00E50A95" w:rsidRDefault="00E50A95" w:rsidP="00C94497">
      <w:pPr>
        <w:autoSpaceDE w:val="0"/>
        <w:autoSpaceDN w:val="0"/>
        <w:adjustRightInd w:val="0"/>
        <w:spacing w:after="0" w:line="320" w:lineRule="atLeast"/>
        <w:jc w:val="both"/>
        <w:rPr>
          <w:rFonts w:eastAsia="Times New Roman" w:cs="Times New Roman"/>
          <w:color w:val="000000"/>
          <w:lang w:eastAsia="cs-CZ"/>
        </w:rPr>
      </w:pPr>
    </w:p>
    <w:p w14:paraId="29B77376" w14:textId="29769730" w:rsidR="001A6F12" w:rsidRPr="001A6F12" w:rsidRDefault="007263DD" w:rsidP="00C94497">
      <w:pPr>
        <w:autoSpaceDE w:val="0"/>
        <w:autoSpaceDN w:val="0"/>
        <w:adjustRightInd w:val="0"/>
        <w:spacing w:after="0" w:line="320" w:lineRule="atLeast"/>
        <w:jc w:val="both"/>
        <w:rPr>
          <w:rFonts w:eastAsia="Times New Roman" w:cs="Times New Roman"/>
          <w:color w:val="000000"/>
          <w:lang w:eastAsia="cs-CZ"/>
        </w:rPr>
      </w:pPr>
      <w:r>
        <w:rPr>
          <w:rFonts w:eastAsia="Times New Roman" w:cs="Times New Roman"/>
          <w:color w:val="000000"/>
          <w:lang w:eastAsia="cs-CZ"/>
        </w:rPr>
        <w:t xml:space="preserve">V Olomouci </w:t>
      </w:r>
    </w:p>
    <w:p w14:paraId="7DD54E6E"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7B2EC69F" w14:textId="77777777" w:rsidR="00C94497" w:rsidRDefault="00C94497" w:rsidP="00C94497">
      <w:pPr>
        <w:spacing w:after="0" w:line="240" w:lineRule="auto"/>
        <w:rPr>
          <w:rFonts w:eastAsia="Times New Roman" w:cs="Times New Roman"/>
          <w:b/>
          <w:bCs/>
          <w:lang w:eastAsia="cs-CZ"/>
        </w:rPr>
      </w:pPr>
    </w:p>
    <w:p w14:paraId="4C86BAEC" w14:textId="77777777" w:rsidR="00C94497" w:rsidRDefault="00C94497" w:rsidP="00C94497">
      <w:pPr>
        <w:spacing w:after="0" w:line="240" w:lineRule="auto"/>
        <w:rPr>
          <w:rFonts w:eastAsia="Times New Roman" w:cs="Times New Roman"/>
          <w:b/>
          <w:bCs/>
          <w:lang w:eastAsia="cs-CZ"/>
        </w:rPr>
      </w:pPr>
    </w:p>
    <w:p w14:paraId="67BDBEA2" w14:textId="77777777" w:rsidR="00C94497" w:rsidRDefault="00C94497" w:rsidP="00C94497">
      <w:pPr>
        <w:spacing w:after="0" w:line="240" w:lineRule="auto"/>
        <w:rPr>
          <w:rFonts w:eastAsia="Times New Roman" w:cs="Times New Roman"/>
          <w:b/>
          <w:bCs/>
          <w:lang w:eastAsia="cs-CZ"/>
        </w:rPr>
      </w:pPr>
    </w:p>
    <w:p w14:paraId="754730F4"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72DF441"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90045F1"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1129C1F2" w14:textId="12EED80D" w:rsidR="00D67B26" w:rsidRPr="001A6F12" w:rsidRDefault="00D67B26"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2A8810B5"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0F5C7A5"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2FF8E141" w14:textId="77777777" w:rsidR="001A6F12" w:rsidRPr="001A6F12" w:rsidRDefault="001A6F12" w:rsidP="001A6F12">
      <w:pPr>
        <w:spacing w:before="60" w:after="0" w:line="240" w:lineRule="exact"/>
        <w:rPr>
          <w:rFonts w:eastAsia="Times New Roman" w:cs="Calibri"/>
          <w:lang w:eastAsia="cs-CZ"/>
        </w:rPr>
      </w:pPr>
    </w:p>
    <w:p w14:paraId="5BD13056" w14:textId="77777777" w:rsidR="00750AB4" w:rsidRPr="000B6541" w:rsidRDefault="00750AB4" w:rsidP="00750AB4">
      <w:pPr>
        <w:spacing w:after="120"/>
        <w:ind w:left="28"/>
        <w:jc w:val="both"/>
      </w:pPr>
      <w:r w:rsidRPr="000B6541">
        <w:t>Obchodní firma/jméno a příjmení</w:t>
      </w:r>
      <w:r w:rsidRPr="000B6541">
        <w:rPr>
          <w:vertAlign w:val="superscript"/>
        </w:rPr>
        <w:footnoteReference w:id="4"/>
      </w:r>
      <w:r w:rsidRPr="000B6541">
        <w:t xml:space="preserve"> [</w:t>
      </w:r>
      <w:r w:rsidRPr="000B6541">
        <w:rPr>
          <w:b/>
          <w:highlight w:val="yellow"/>
        </w:rPr>
        <w:t>DOPLNÍ DODAVATEL</w:t>
      </w:r>
      <w:r w:rsidRPr="000B6541">
        <w:t>]</w:t>
      </w:r>
    </w:p>
    <w:p w14:paraId="033845A9" w14:textId="77777777" w:rsidR="00750AB4" w:rsidRPr="000B6541" w:rsidRDefault="00750AB4" w:rsidP="00750AB4">
      <w:pPr>
        <w:spacing w:after="120"/>
        <w:ind w:left="28"/>
        <w:jc w:val="both"/>
      </w:pPr>
      <w:r w:rsidRPr="000B6541">
        <w:t>Sídlo [</w:t>
      </w:r>
      <w:r w:rsidRPr="000B6541">
        <w:rPr>
          <w:highlight w:val="yellow"/>
        </w:rPr>
        <w:t>DOPLNÍ DODAVATEL</w:t>
      </w:r>
      <w:r w:rsidRPr="000B6541">
        <w:t>]</w:t>
      </w:r>
    </w:p>
    <w:p w14:paraId="20D525E2" w14:textId="77777777" w:rsidR="00750AB4" w:rsidRPr="000B6541" w:rsidRDefault="00750AB4" w:rsidP="00750AB4">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2C1B1F81" w14:textId="77777777" w:rsidR="00750AB4" w:rsidRPr="000B6541" w:rsidRDefault="00750AB4" w:rsidP="00750AB4">
      <w:pPr>
        <w:spacing w:after="120"/>
        <w:ind w:left="28"/>
        <w:jc w:val="both"/>
      </w:pPr>
      <w:r w:rsidRPr="000B6541">
        <w:t>Právní forma [</w:t>
      </w:r>
      <w:r w:rsidRPr="000B6541">
        <w:rPr>
          <w:highlight w:val="yellow"/>
        </w:rPr>
        <w:t>DOPLNÍ DODAVATEL</w:t>
      </w:r>
      <w:r w:rsidRPr="000B6541">
        <w:t>]</w:t>
      </w:r>
    </w:p>
    <w:p w14:paraId="27945E86" w14:textId="77777777" w:rsidR="00750AB4" w:rsidRPr="000B6541" w:rsidRDefault="00750AB4" w:rsidP="00750AB4">
      <w:pPr>
        <w:spacing w:after="120"/>
        <w:ind w:left="28"/>
        <w:jc w:val="both"/>
      </w:pPr>
      <w:r w:rsidRPr="000B6541">
        <w:t>Státní příslušnost (země registrace) dodavatele [</w:t>
      </w:r>
      <w:r w:rsidRPr="000B6541">
        <w:rPr>
          <w:highlight w:val="yellow"/>
        </w:rPr>
        <w:t>DOPLNÍ DODAVATEL</w:t>
      </w:r>
      <w:r w:rsidRPr="000B6541">
        <w:t>]</w:t>
      </w:r>
    </w:p>
    <w:p w14:paraId="01FAF92D" w14:textId="77777777" w:rsidR="00750AB4" w:rsidRPr="000B6541" w:rsidRDefault="00750AB4" w:rsidP="00750AB4">
      <w:pPr>
        <w:spacing w:after="120"/>
        <w:ind w:left="28"/>
        <w:jc w:val="both"/>
      </w:pPr>
      <w:r w:rsidRPr="000B6541">
        <w:t>Podrobnosti registrace [</w:t>
      </w:r>
      <w:r w:rsidRPr="000B6541">
        <w:rPr>
          <w:highlight w:val="yellow"/>
        </w:rPr>
        <w:t>DOPLNÍ DODAVATEL</w:t>
      </w:r>
      <w:r w:rsidRPr="000B6541">
        <w:t>]</w:t>
      </w:r>
    </w:p>
    <w:p w14:paraId="1435D332" w14:textId="77777777" w:rsidR="00750AB4" w:rsidRPr="000B6541" w:rsidRDefault="00750AB4" w:rsidP="00750AB4">
      <w:pPr>
        <w:spacing w:after="120"/>
        <w:ind w:left="28"/>
        <w:jc w:val="both"/>
      </w:pPr>
      <w:r w:rsidRPr="000B6541">
        <w:t xml:space="preserve">Počet let působení jako dodavatel: </w:t>
      </w:r>
    </w:p>
    <w:p w14:paraId="6FF3E035" w14:textId="77777777" w:rsidR="00750AB4" w:rsidRPr="000B6541" w:rsidRDefault="00750AB4" w:rsidP="00750AB4">
      <w:pPr>
        <w:tabs>
          <w:tab w:val="num" w:pos="1560"/>
        </w:tabs>
        <w:spacing w:after="120"/>
        <w:ind w:left="1077" w:hanging="340"/>
        <w:jc w:val="both"/>
      </w:pPr>
      <w:r w:rsidRPr="000B6541">
        <w:t>ve vlastní zemi [</w:t>
      </w:r>
      <w:r w:rsidRPr="000B6541">
        <w:rPr>
          <w:highlight w:val="yellow"/>
        </w:rPr>
        <w:t>DOPLNÍ DODAVATEL</w:t>
      </w:r>
      <w:r w:rsidRPr="000B6541">
        <w:t>]</w:t>
      </w:r>
    </w:p>
    <w:p w14:paraId="79ED4730" w14:textId="77777777" w:rsidR="00750AB4" w:rsidRPr="000B6541" w:rsidRDefault="00750AB4" w:rsidP="00750AB4">
      <w:pPr>
        <w:tabs>
          <w:tab w:val="num" w:pos="1077"/>
        </w:tabs>
        <w:spacing w:after="120"/>
        <w:ind w:left="1077" w:hanging="340"/>
        <w:jc w:val="both"/>
      </w:pPr>
      <w:r w:rsidRPr="000B6541">
        <w:t>v zahraničí [</w:t>
      </w:r>
      <w:r w:rsidRPr="000B6541">
        <w:rPr>
          <w:highlight w:val="yellow"/>
        </w:rPr>
        <w:t>DOPLNÍ DODAVATEL</w:t>
      </w:r>
      <w:r w:rsidRPr="000B6541">
        <w:t>]</w:t>
      </w:r>
    </w:p>
    <w:p w14:paraId="1ED0F90C" w14:textId="77777777" w:rsidR="00750AB4" w:rsidRPr="000B6541" w:rsidRDefault="00750AB4" w:rsidP="00750AB4">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1EEF788" w14:textId="77777777" w:rsidR="00750AB4" w:rsidRPr="000B6541" w:rsidRDefault="00750AB4" w:rsidP="00750AB4">
      <w:pPr>
        <w:spacing w:after="120"/>
        <w:jc w:val="both"/>
      </w:pPr>
      <w:r w:rsidRPr="000B6541">
        <w:t>Dodavatel je malým / středním / jiným podnikem [</w:t>
      </w:r>
      <w:r w:rsidRPr="000B6541">
        <w:rPr>
          <w:highlight w:val="yellow"/>
        </w:rPr>
        <w:t>ZVOLÍ DODAVATEL</w:t>
      </w:r>
      <w:r w:rsidRPr="000B6541">
        <w:t xml:space="preserve">] </w:t>
      </w:r>
    </w:p>
    <w:p w14:paraId="579B02C2" w14:textId="77777777" w:rsidR="00750AB4" w:rsidRPr="000B6541" w:rsidRDefault="00750AB4" w:rsidP="00750AB4">
      <w:pPr>
        <w:spacing w:after="120"/>
        <w:ind w:left="737"/>
        <w:jc w:val="both"/>
      </w:pPr>
      <w:r w:rsidRPr="000B6541">
        <w:t xml:space="preserve"> </w:t>
      </w:r>
    </w:p>
    <w:p w14:paraId="70C5AAF5" w14:textId="51703A12" w:rsidR="00750AB4" w:rsidRPr="000B6541" w:rsidRDefault="00750AB4" w:rsidP="00750AB4">
      <w:pPr>
        <w:spacing w:after="120"/>
        <w:jc w:val="both"/>
      </w:pPr>
      <w:r w:rsidRPr="000B6541">
        <w:t xml:space="preserve">Řádně jsme se seznámili se zněním zadávacích podmínek veřejné zakázky s názvem </w:t>
      </w:r>
      <w:r w:rsidR="00AB4564">
        <w:t>„</w:t>
      </w:r>
      <w:r w:rsidR="00AB4564" w:rsidRPr="00AB4564">
        <w:rPr>
          <w:b/>
          <w:bCs/>
        </w:rPr>
        <w:t>Rekonstrukce ŽST Přelouč</w:t>
      </w:r>
      <w:r w:rsidR="00AB4564">
        <w:t>“</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A3C7B14" w14:textId="77777777" w:rsidR="00750AB4" w:rsidRPr="000B6541" w:rsidRDefault="00750AB4" w:rsidP="00750AB4">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2D4A94B2" w14:textId="77777777" w:rsidR="00750AB4" w:rsidRPr="000B6541" w:rsidRDefault="00750AB4" w:rsidP="00750AB4">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21372FC2" w14:textId="77777777" w:rsidR="00750AB4" w:rsidRPr="000B6541" w:rsidRDefault="00750AB4" w:rsidP="00750AB4">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77B76449" w14:textId="08D24E64" w:rsidR="009450CF" w:rsidRDefault="00750AB4" w:rsidP="009450CF">
      <w:pPr>
        <w:spacing w:line="240" w:lineRule="auto"/>
        <w:rPr>
          <w:rFonts w:eastAsia="Times New Roman" w:cs="Calibri"/>
          <w:b/>
          <w:bCs/>
          <w:lang w:eastAsia="cs-CZ"/>
        </w:rPr>
      </w:pPr>
      <w:r w:rsidRPr="009450CF">
        <w:rPr>
          <w:rFonts w:eastAsia="Calibri" w:cs="Times New Roman"/>
        </w:rPr>
        <w:t>Dodavatel si je vědom všech právních důsledků, které pro něj mohou vyplývat z nepravdivosti zde uvedených údajů a skutečností.</w:t>
      </w:r>
      <w:r w:rsidR="001A6F12" w:rsidRPr="001A6F12">
        <w:rPr>
          <w:rFonts w:eastAsia="Times New Roman" w:cs="Calibri"/>
          <w:b/>
          <w:bCs/>
          <w:lang w:eastAsia="cs-CZ"/>
        </w:rPr>
        <w:br w:type="page"/>
      </w:r>
    </w:p>
    <w:p w14:paraId="47681416" w14:textId="3AD77BDB" w:rsidR="001A6F12" w:rsidRPr="001A6F12" w:rsidRDefault="001A6F12" w:rsidP="009450CF">
      <w:pPr>
        <w:spacing w:line="240" w:lineRule="auto"/>
        <w:jc w:val="center"/>
        <w:rPr>
          <w:rFonts w:eastAsia="Times New Roman" w:cs="Calibri"/>
          <w:b/>
          <w:bCs/>
          <w:lang w:eastAsia="cs-CZ"/>
        </w:rPr>
      </w:pPr>
      <w:r w:rsidRPr="001A6F12">
        <w:rPr>
          <w:rFonts w:eastAsia="Times New Roman" w:cs="Calibri"/>
          <w:b/>
          <w:bCs/>
          <w:lang w:eastAsia="cs-CZ"/>
        </w:rPr>
        <w:lastRenderedPageBreak/>
        <w:t>Příloha č. 2</w:t>
      </w:r>
    </w:p>
    <w:p w14:paraId="7ED776A4"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2AEF6BF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3E0CA17E"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5"/>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59C274F"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29CAE9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FE25C6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09FF9FD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A35BA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BFF4AF7" w14:textId="77777777" w:rsidR="001A6F12" w:rsidRPr="001A6F12" w:rsidRDefault="001A6F12" w:rsidP="008A7C7A">
      <w:pPr>
        <w:numPr>
          <w:ilvl w:val="0"/>
          <w:numId w:val="8"/>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EBBBE7" w14:textId="77777777" w:rsidR="001A6F12" w:rsidRPr="001A6F12" w:rsidRDefault="001A6F12" w:rsidP="008A7C7A">
      <w:pPr>
        <w:numPr>
          <w:ilvl w:val="0"/>
          <w:numId w:val="8"/>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D943C0C" w14:textId="77777777" w:rsidR="001A6F12" w:rsidRPr="001A6F12" w:rsidRDefault="001A6F12" w:rsidP="008A7C7A">
      <w:pPr>
        <w:numPr>
          <w:ilvl w:val="0"/>
          <w:numId w:val="8"/>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AD07BDC" w14:textId="77777777" w:rsidR="001A6F12" w:rsidRPr="001A6F12" w:rsidRDefault="001A6F12" w:rsidP="008A7C7A">
      <w:pPr>
        <w:numPr>
          <w:ilvl w:val="0"/>
          <w:numId w:val="8"/>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B2CAF85" w14:textId="77777777" w:rsidR="001A6F12" w:rsidRPr="001A6F12" w:rsidRDefault="001A6F12" w:rsidP="008A7C7A">
      <w:pPr>
        <w:numPr>
          <w:ilvl w:val="0"/>
          <w:numId w:val="8"/>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6C5639E3" w14:textId="77777777" w:rsidR="001A6F12" w:rsidRPr="001A6F12" w:rsidRDefault="001A6F12" w:rsidP="001A6F12">
      <w:pPr>
        <w:spacing w:after="0" w:line="240" w:lineRule="auto"/>
        <w:ind w:firstLine="567"/>
        <w:rPr>
          <w:rFonts w:eastAsia="Times New Roman" w:cs="Times New Roman"/>
          <w:lang w:eastAsia="cs-CZ"/>
        </w:rPr>
      </w:pPr>
    </w:p>
    <w:p w14:paraId="42F798A0"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FA6FFFA"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34B6E918" w14:textId="77777777" w:rsidR="001A6F12" w:rsidRPr="001A6F12" w:rsidRDefault="001A6F12" w:rsidP="001A6F12">
      <w:pPr>
        <w:spacing w:after="0" w:line="240" w:lineRule="auto"/>
        <w:ind w:firstLine="567"/>
        <w:rPr>
          <w:rFonts w:eastAsia="Times New Roman" w:cs="Times New Roman"/>
          <w:lang w:eastAsia="cs-CZ"/>
        </w:rPr>
      </w:pPr>
    </w:p>
    <w:p w14:paraId="68191E4D"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0C39BA4" w14:textId="77777777" w:rsidTr="00F749D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6AC4EFC"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3B5ED950"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3001131D" w14:textId="77777777" w:rsidTr="00F749D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B36CAA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0094DF8" w14:textId="77777777" w:rsidR="001A6F12" w:rsidRPr="001A6F12" w:rsidRDefault="001A6F12" w:rsidP="001A6F12">
            <w:pPr>
              <w:spacing w:after="0" w:line="240" w:lineRule="auto"/>
              <w:ind w:firstLine="567"/>
              <w:rPr>
                <w:rFonts w:eastAsia="Times New Roman" w:cs="Calibri"/>
                <w:lang w:eastAsia="cs-CZ"/>
              </w:rPr>
            </w:pPr>
          </w:p>
        </w:tc>
      </w:tr>
    </w:tbl>
    <w:p w14:paraId="3447084B"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2415E709" w14:textId="77777777" w:rsidR="00E50A95" w:rsidRDefault="00E50A95">
      <w:pPr>
        <w:rPr>
          <w:rFonts w:eastAsia="Times New Roman" w:cs="Calibri"/>
          <w:b/>
          <w:bCs/>
          <w:lang w:eastAsia="cs-CZ"/>
        </w:rPr>
      </w:pPr>
      <w:r>
        <w:rPr>
          <w:rFonts w:eastAsia="Times New Roman" w:cs="Calibri"/>
          <w:b/>
          <w:bCs/>
          <w:lang w:eastAsia="cs-CZ"/>
        </w:rPr>
        <w:br w:type="page"/>
      </w:r>
    </w:p>
    <w:p w14:paraId="774D0A2D" w14:textId="77777777" w:rsidR="009C1B4E" w:rsidRPr="00094D6F" w:rsidRDefault="009C1B4E" w:rsidP="009C1B4E">
      <w:pPr>
        <w:spacing w:line="240" w:lineRule="auto"/>
        <w:jc w:val="center"/>
        <w:rPr>
          <w:rFonts w:eastAsia="Times New Roman" w:cs="Calibri"/>
          <w:b/>
          <w:bCs/>
          <w:lang w:eastAsia="cs-CZ"/>
        </w:rPr>
      </w:pPr>
      <w:r>
        <w:rPr>
          <w:rFonts w:eastAsia="Times New Roman" w:cs="Calibri"/>
          <w:b/>
          <w:bCs/>
          <w:lang w:eastAsia="cs-CZ"/>
        </w:rPr>
        <w:lastRenderedPageBreak/>
        <w:t>Příloha č. 3</w:t>
      </w:r>
    </w:p>
    <w:p w14:paraId="618C4C3E" w14:textId="77777777" w:rsidR="009C1B4E" w:rsidRPr="00094D6F" w:rsidRDefault="009C1B4E" w:rsidP="009C1B4E">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5E55D5F1" w14:textId="77777777" w:rsidR="009C1B4E" w:rsidRDefault="009C1B4E" w:rsidP="009C1B4E">
      <w:pPr>
        <w:pStyle w:val="Textbezslovn"/>
      </w:pPr>
    </w:p>
    <w:p w14:paraId="1DFD5C37" w14:textId="77777777" w:rsidR="009C1B4E" w:rsidRDefault="009C1B4E" w:rsidP="009C1B4E">
      <w:pPr>
        <w:pStyle w:val="Textbezslovn"/>
        <w:ind w:left="0"/>
      </w:pPr>
      <w:r>
        <w:t>Jestliže dodavatel uvažuje zadat poddodavateli plnění části veřejné zakázky, uvede následující údaje:</w:t>
      </w:r>
    </w:p>
    <w:p w14:paraId="1BC75F68" w14:textId="77777777" w:rsidR="009C1B4E" w:rsidRDefault="009C1B4E" w:rsidP="009C1B4E">
      <w:pPr>
        <w:pStyle w:val="Textbezslovn"/>
      </w:pPr>
    </w:p>
    <w:tbl>
      <w:tblPr>
        <w:tblStyle w:val="Mkatabulky"/>
        <w:tblW w:w="0" w:type="auto"/>
        <w:tblLook w:val="04E0" w:firstRow="1" w:lastRow="1" w:firstColumn="1" w:lastColumn="0" w:noHBand="0" w:noVBand="1"/>
      </w:tblPr>
      <w:tblGrid>
        <w:gridCol w:w="2597"/>
        <w:gridCol w:w="3891"/>
        <w:gridCol w:w="2214"/>
      </w:tblGrid>
      <w:tr w:rsidR="009C1B4E" w:rsidRPr="00454716" w14:paraId="12278DD0" w14:textId="77777777" w:rsidTr="004020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AA3DFD0" w14:textId="77777777" w:rsidR="009C1B4E" w:rsidRPr="00454716" w:rsidRDefault="009C1B4E" w:rsidP="0040208D">
            <w:pPr>
              <w:rPr>
                <w:b/>
                <w:sz w:val="16"/>
                <w:szCs w:val="16"/>
              </w:rPr>
            </w:pPr>
            <w:r w:rsidRPr="00454716">
              <w:rPr>
                <w:b/>
                <w:sz w:val="16"/>
                <w:szCs w:val="16"/>
              </w:rPr>
              <w:t>Obchodní firma/název/ jméno a příjmení, sídlo poddodavatele, IČO</w:t>
            </w:r>
          </w:p>
        </w:tc>
        <w:tc>
          <w:tcPr>
            <w:tcW w:w="3969" w:type="dxa"/>
          </w:tcPr>
          <w:p w14:paraId="0BCE0FE6" w14:textId="77777777" w:rsidR="009C1B4E" w:rsidRPr="00454716" w:rsidRDefault="009C1B4E" w:rsidP="0040208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7B449C27" w14:textId="77777777" w:rsidR="009C1B4E" w:rsidRPr="00454716" w:rsidRDefault="009C1B4E" w:rsidP="0040208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9C1B4E" w:rsidRPr="00454716" w14:paraId="42AFE9F4"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127831F7"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28219C8F"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C7FECE5"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7F64F39E"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71AF0A88"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6333FBE4"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5336AA"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37CF3C76"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5EE2E8C3"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42085E20"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0FD0EF"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4A71CA58"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244F5A54"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13490BBB"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53B5C9"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27F9F4C4"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0A6C6238"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7B00C66C"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7C91365"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37644799"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3B2FCC55"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33BEBD82"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778FBE5"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5FEC1274"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1D1B9665"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4665640D"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ABC2BE0"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4BA43123"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7E8CE36C"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7DFDAD07"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7E3DD0F"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672F50EB" w14:textId="77777777" w:rsidTr="0040208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FDD764" w14:textId="77777777" w:rsidR="009C1B4E" w:rsidRPr="00454716" w:rsidRDefault="009C1B4E" w:rsidP="0040208D">
            <w:pPr>
              <w:rPr>
                <w:sz w:val="16"/>
                <w:szCs w:val="16"/>
              </w:rPr>
            </w:pPr>
            <w:r w:rsidRPr="00454716">
              <w:rPr>
                <w:sz w:val="16"/>
                <w:szCs w:val="16"/>
              </w:rPr>
              <w:t>Celkem %</w:t>
            </w:r>
          </w:p>
        </w:tc>
        <w:tc>
          <w:tcPr>
            <w:tcW w:w="3969" w:type="dxa"/>
          </w:tcPr>
          <w:p w14:paraId="493D02B3" w14:textId="77777777" w:rsidR="009C1B4E" w:rsidRPr="00454716" w:rsidRDefault="009C1B4E" w:rsidP="0040208D">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49D721B" w14:textId="77777777" w:rsidR="009C1B4E" w:rsidRPr="00454716" w:rsidRDefault="009C1B4E" w:rsidP="0040208D">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4042C8" w14:textId="77777777" w:rsidR="009C1B4E" w:rsidRDefault="009C1B4E" w:rsidP="009C1B4E">
      <w:pPr>
        <w:pStyle w:val="Textbezslovn"/>
      </w:pPr>
    </w:p>
    <w:p w14:paraId="454EAC5A" w14:textId="77777777" w:rsidR="009C1B4E" w:rsidRDefault="009C1B4E">
      <w:pPr>
        <w:rPr>
          <w:b/>
          <w:lang w:eastAsia="cs-CZ"/>
        </w:rPr>
      </w:pPr>
      <w:r>
        <w:rPr>
          <w:b/>
          <w:lang w:eastAsia="cs-CZ"/>
        </w:rPr>
        <w:br w:type="page"/>
      </w:r>
    </w:p>
    <w:p w14:paraId="7636CD49" w14:textId="77777777" w:rsidR="00E50A95" w:rsidRPr="00DE0E2C" w:rsidRDefault="008B4574" w:rsidP="00E50A95">
      <w:pPr>
        <w:pStyle w:val="Textbezslovn"/>
        <w:jc w:val="center"/>
        <w:rPr>
          <w:b/>
          <w:lang w:eastAsia="cs-CZ"/>
        </w:rPr>
      </w:pPr>
      <w:r>
        <w:rPr>
          <w:b/>
          <w:lang w:eastAsia="cs-CZ"/>
        </w:rPr>
        <w:lastRenderedPageBreak/>
        <w:t>Příloha č. 4</w:t>
      </w:r>
    </w:p>
    <w:p w14:paraId="2F6E6C7F" w14:textId="795A2955" w:rsidR="00E50A95" w:rsidRPr="00DE0E2C" w:rsidRDefault="00E50A95" w:rsidP="00E50A95">
      <w:pPr>
        <w:pStyle w:val="Textbezslovn"/>
        <w:jc w:val="center"/>
        <w:rPr>
          <w:b/>
          <w:lang w:eastAsia="cs-CZ"/>
        </w:rPr>
      </w:pPr>
      <w:r w:rsidRPr="00DE0E2C">
        <w:rPr>
          <w:b/>
          <w:lang w:eastAsia="cs-CZ"/>
        </w:rPr>
        <w:t xml:space="preserve">Čestné prohlášení o splnění podmínek v souvislosti </w:t>
      </w:r>
      <w:r w:rsidR="003B17BE">
        <w:rPr>
          <w:b/>
          <w:bCs/>
        </w:rPr>
        <w:t>s mezinárodními sankcemi</w:t>
      </w:r>
    </w:p>
    <w:p w14:paraId="3A450B18" w14:textId="77777777" w:rsidR="00E50A95" w:rsidRPr="00964860" w:rsidRDefault="00E50A95" w:rsidP="00E50A95">
      <w:pPr>
        <w:pStyle w:val="Textbezslovn"/>
        <w:ind w:left="0"/>
        <w:rPr>
          <w:b/>
        </w:rPr>
      </w:pPr>
      <w:r w:rsidRPr="00964860">
        <w:rPr>
          <w:b/>
        </w:rPr>
        <w:t>Čestné prohlášení</w:t>
      </w:r>
    </w:p>
    <w:p w14:paraId="05C77216" w14:textId="77777777" w:rsidR="00E50A95" w:rsidRPr="00833899" w:rsidRDefault="00E50A95" w:rsidP="00E50A95">
      <w:pPr>
        <w:pStyle w:val="Textbezslovn"/>
        <w:ind w:left="0"/>
      </w:pPr>
      <w:r>
        <w:t>Obchodní firma / jméno a příjmení</w:t>
      </w:r>
      <w:r w:rsidRPr="00833899">
        <w:rPr>
          <w:rStyle w:val="Znakapoznpodarou"/>
        </w:rPr>
        <w:footnoteReference w:id="6"/>
      </w:r>
      <w:r w:rsidRPr="00833899">
        <w:t xml:space="preserve">  [</w:t>
      </w:r>
      <w:r w:rsidRPr="00327119">
        <w:rPr>
          <w:b/>
          <w:highlight w:val="yellow"/>
        </w:rPr>
        <w:t>DOPLNÍ DODAVATEL</w:t>
      </w:r>
      <w:r w:rsidRPr="00833899">
        <w:t>]</w:t>
      </w:r>
    </w:p>
    <w:p w14:paraId="4F706BB7" w14:textId="77777777" w:rsidR="00E50A95" w:rsidRPr="00833899" w:rsidRDefault="00E50A95" w:rsidP="00E50A95">
      <w:pPr>
        <w:pStyle w:val="Textbezslovn"/>
        <w:ind w:left="0"/>
      </w:pPr>
      <w:r w:rsidRPr="00833899">
        <w:t>se sídlem [</w:t>
      </w:r>
      <w:r w:rsidRPr="00833899">
        <w:rPr>
          <w:highlight w:val="yellow"/>
        </w:rPr>
        <w:t>DOPLNÍ DODAVATEL</w:t>
      </w:r>
      <w:r w:rsidRPr="00833899">
        <w:t>]</w:t>
      </w:r>
    </w:p>
    <w:p w14:paraId="26E12E63" w14:textId="77777777" w:rsidR="00E50A95" w:rsidRPr="00833899" w:rsidRDefault="00E50A95" w:rsidP="00E50A95">
      <w:pPr>
        <w:pStyle w:val="Textbezslovn"/>
        <w:ind w:left="0"/>
      </w:pPr>
      <w:r w:rsidRPr="00833899">
        <w:t>IČO: [</w:t>
      </w:r>
      <w:r w:rsidRPr="00833899">
        <w:rPr>
          <w:highlight w:val="yellow"/>
        </w:rPr>
        <w:t>DOPLNÍ DODAVATEL</w:t>
      </w:r>
      <w:r w:rsidRPr="00833899">
        <w:t>]</w:t>
      </w:r>
    </w:p>
    <w:p w14:paraId="27BD5CD0" w14:textId="77777777" w:rsidR="00E50A95" w:rsidRPr="00833899" w:rsidRDefault="00E50A95" w:rsidP="00E50A95">
      <w:pPr>
        <w:pStyle w:val="Textbezslovn"/>
        <w:ind w:left="0"/>
      </w:pPr>
      <w:r w:rsidRPr="00833899">
        <w:t>společnost zapsaná v obchodním rejstříku vedeném [</w:t>
      </w:r>
      <w:r w:rsidRPr="00833899">
        <w:rPr>
          <w:highlight w:val="yellow"/>
        </w:rPr>
        <w:t>DOPLNÍ DODAVATEL</w:t>
      </w:r>
      <w:r w:rsidRPr="00833899">
        <w:t>],</w:t>
      </w:r>
    </w:p>
    <w:p w14:paraId="269E7107" w14:textId="77777777" w:rsidR="00E50A95" w:rsidRPr="00833899" w:rsidRDefault="00E50A95" w:rsidP="00E50A95">
      <w:pPr>
        <w:pStyle w:val="Textbezslovn"/>
        <w:ind w:left="0"/>
      </w:pPr>
      <w:r w:rsidRPr="00833899">
        <w:t>spisová značka [</w:t>
      </w:r>
      <w:r w:rsidRPr="00833899">
        <w:rPr>
          <w:highlight w:val="yellow"/>
        </w:rPr>
        <w:t>DOPLNÍ DODAVATEL</w:t>
      </w:r>
      <w:r w:rsidRPr="00833899">
        <w:t>]</w:t>
      </w:r>
    </w:p>
    <w:p w14:paraId="2762EEBD" w14:textId="77777777" w:rsidR="00E50A95" w:rsidRPr="00833899" w:rsidRDefault="00E50A95" w:rsidP="00E50A95">
      <w:pPr>
        <w:pStyle w:val="Textbezslovn"/>
        <w:ind w:left="0"/>
      </w:pPr>
      <w:r w:rsidRPr="00833899">
        <w:t>zastoupená [</w:t>
      </w:r>
      <w:r w:rsidRPr="00833899">
        <w:rPr>
          <w:highlight w:val="yellow"/>
        </w:rPr>
        <w:t>DOPLNÍ DODAVATEL</w:t>
      </w:r>
      <w:r w:rsidRPr="00833899">
        <w:t>]</w:t>
      </w:r>
    </w:p>
    <w:p w14:paraId="196D904B" w14:textId="77777777" w:rsidR="00E50A95" w:rsidRDefault="00E50A95" w:rsidP="00E50A95">
      <w:pPr>
        <w:spacing w:after="0" w:line="240" w:lineRule="auto"/>
        <w:jc w:val="both"/>
        <w:rPr>
          <w:rFonts w:eastAsia="Times New Roman" w:cs="Times New Roman"/>
          <w:lang w:eastAsia="cs-CZ"/>
        </w:rPr>
      </w:pPr>
    </w:p>
    <w:p w14:paraId="1B45599A" w14:textId="1DE84602" w:rsidR="00E50A95" w:rsidRDefault="00E50A95" w:rsidP="00E50A95">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750AB4">
        <w:rPr>
          <w:rFonts w:eastAsia="Times New Roman" w:cs="Times New Roman"/>
          <w:b/>
          <w:lang w:eastAsia="cs-CZ"/>
        </w:rPr>
        <w:t>Výběrové</w:t>
      </w:r>
      <w:r w:rsidR="00750AB4"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65851B58" w14:textId="4D23128E" w:rsidR="00750AB4" w:rsidRDefault="00750AB4" w:rsidP="008A7C7A">
      <w:pPr>
        <w:pStyle w:val="Odstavecseseznamem"/>
        <w:numPr>
          <w:ilvl w:val="0"/>
          <w:numId w:val="2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E76EED6" w14:textId="77777777" w:rsidR="00750AB4" w:rsidRPr="00666F70" w:rsidRDefault="00750AB4" w:rsidP="00750AB4">
      <w:pPr>
        <w:pStyle w:val="Odstavecseseznamem"/>
        <w:spacing w:line="240" w:lineRule="auto"/>
        <w:jc w:val="both"/>
        <w:rPr>
          <w:rFonts w:eastAsia="Calibri" w:cs="Times New Roman"/>
        </w:rPr>
      </w:pPr>
    </w:p>
    <w:p w14:paraId="73B568D9" w14:textId="77777777" w:rsidR="00750AB4" w:rsidRDefault="00750AB4" w:rsidP="008A7C7A">
      <w:pPr>
        <w:pStyle w:val="Odstavecseseznamem"/>
        <w:numPr>
          <w:ilvl w:val="0"/>
          <w:numId w:val="2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11843642" w14:textId="77777777" w:rsidR="00750AB4" w:rsidRPr="007F769F" w:rsidRDefault="00750AB4" w:rsidP="00750AB4">
      <w:pPr>
        <w:pStyle w:val="Odstavecseseznamem"/>
        <w:spacing w:line="240" w:lineRule="auto"/>
        <w:jc w:val="both"/>
        <w:rPr>
          <w:rFonts w:eastAsia="Calibri" w:cs="Times New Roman"/>
        </w:rPr>
      </w:pPr>
    </w:p>
    <w:p w14:paraId="4E8B1FF1" w14:textId="1248B400" w:rsidR="00E50A95" w:rsidRPr="007F769F" w:rsidRDefault="00750AB4" w:rsidP="008A7C7A">
      <w:pPr>
        <w:pStyle w:val="Odstavecseseznamem"/>
        <w:numPr>
          <w:ilvl w:val="0"/>
          <w:numId w:val="2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3B17BE">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3B17BE">
        <w:t xml:space="preserve"> </w:t>
      </w:r>
      <w:r>
        <w:t>(</w:t>
      </w:r>
      <w:r>
        <w:rPr>
          <w:b/>
        </w:rPr>
        <w:t>tzv. sankční seznamy</w:t>
      </w:r>
      <w:r>
        <w:t>)</w:t>
      </w:r>
      <w:r>
        <w:rPr>
          <w:rFonts w:eastAsia="Calibri" w:cs="Times New Roman"/>
        </w:rPr>
        <w:t>.</w:t>
      </w:r>
    </w:p>
    <w:p w14:paraId="4A5546D4" w14:textId="361C0166" w:rsidR="00E50A95" w:rsidRPr="007F769F" w:rsidRDefault="00E50A95" w:rsidP="00E50A95">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D2589C">
        <w:rPr>
          <w:rFonts w:eastAsia="Times New Roman" w:cs="Times New Roman"/>
          <w:lang w:eastAsia="cs-CZ"/>
        </w:rPr>
        <w:t>e</w:t>
      </w:r>
      <w:r w:rsidRPr="00247FAF">
        <w:rPr>
          <w:rFonts w:eastAsia="Times New Roman" w:cs="Times New Roman"/>
          <w:lang w:eastAsia="cs-CZ"/>
        </w:rPr>
        <w:t> </w:t>
      </w:r>
      <w:r w:rsidR="00D2589C">
        <w:rPr>
          <w:rFonts w:eastAsia="Times New Roman" w:cs="Times New Roman"/>
          <w:lang w:eastAsia="cs-CZ"/>
        </w:rPr>
        <w:t>výběrovém</w:t>
      </w:r>
      <w:r w:rsidR="00D2589C" w:rsidRPr="00247FAF">
        <w:rPr>
          <w:rFonts w:eastAsia="Times New Roman" w:cs="Times New Roman"/>
          <w:lang w:eastAsia="cs-CZ"/>
        </w:rPr>
        <w:t xml:space="preserve"> </w:t>
      </w:r>
      <w:r w:rsidRPr="00247FAF">
        <w:rPr>
          <w:rFonts w:eastAsia="Times New Roman" w:cs="Times New Roman"/>
          <w:lang w:eastAsia="cs-CZ"/>
        </w:rPr>
        <w:t xml:space="preserve">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D2589C">
        <w:rPr>
          <w:rFonts w:eastAsia="Calibri" w:cs="Times New Roman"/>
        </w:rPr>
        <w:t>Výbě</w:t>
      </w:r>
      <w:r w:rsidR="0092513F">
        <w:rPr>
          <w:rFonts w:eastAsia="Calibri" w:cs="Times New Roman"/>
        </w:rPr>
        <w:t>r</w:t>
      </w:r>
      <w:r w:rsidR="00D2589C">
        <w:rPr>
          <w:rFonts w:eastAsia="Calibri" w:cs="Times New Roman"/>
        </w:rPr>
        <w:t>o</w:t>
      </w:r>
      <w:r w:rsidR="0092513F">
        <w:rPr>
          <w:rFonts w:eastAsia="Calibri" w:cs="Times New Roman"/>
        </w:rPr>
        <w:t>v</w:t>
      </w:r>
      <w:r w:rsidR="00D2589C">
        <w:rPr>
          <w:rFonts w:eastAsia="Calibri" w:cs="Times New Roman"/>
        </w:rPr>
        <w:t>ého</w:t>
      </w:r>
      <w:r w:rsidR="00D2589C"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48B0A88" w14:textId="77777777" w:rsidR="00E50A95" w:rsidRDefault="00E50A95" w:rsidP="00E50A95">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249B3A1F" w14:textId="77777777" w:rsidR="00982E5E" w:rsidRDefault="00982E5E">
      <w:pPr>
        <w:rPr>
          <w:rFonts w:eastAsia="Times New Roman" w:cs="Calibri"/>
          <w:b/>
          <w:bCs/>
          <w:lang w:eastAsia="cs-CZ"/>
        </w:rPr>
      </w:pPr>
    </w:p>
    <w:sectPr w:rsidR="00982E5E" w:rsidSect="00B25863">
      <w:headerReference w:type="default" r:id="rId20"/>
      <w:footerReference w:type="default" r:id="rId21"/>
      <w:headerReference w:type="first" r:id="rId22"/>
      <w:footerReference w:type="first" r:id="rId2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A8294A" w14:textId="77777777" w:rsidR="00F63834" w:rsidRDefault="00F63834" w:rsidP="00962258">
      <w:pPr>
        <w:spacing w:after="0" w:line="240" w:lineRule="auto"/>
      </w:pPr>
      <w:r>
        <w:separator/>
      </w:r>
    </w:p>
  </w:endnote>
  <w:endnote w:type="continuationSeparator" w:id="0">
    <w:p w14:paraId="71F66C56" w14:textId="77777777" w:rsidR="00F63834" w:rsidRDefault="00F638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55633" w14:paraId="68C3815D" w14:textId="77777777" w:rsidTr="00D831A3">
      <w:tc>
        <w:tcPr>
          <w:tcW w:w="1361" w:type="dxa"/>
          <w:tcMar>
            <w:left w:w="0" w:type="dxa"/>
            <w:right w:w="0" w:type="dxa"/>
          </w:tcMar>
          <w:vAlign w:val="bottom"/>
        </w:tcPr>
        <w:p w14:paraId="495BEEE7" w14:textId="071C2948" w:rsidR="00E55633" w:rsidRPr="00B8518B" w:rsidRDefault="00E55633"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3458" w:type="dxa"/>
          <w:shd w:val="clear" w:color="auto" w:fill="auto"/>
          <w:tcMar>
            <w:left w:w="0" w:type="dxa"/>
            <w:right w:w="0" w:type="dxa"/>
          </w:tcMar>
        </w:tcPr>
        <w:p w14:paraId="66E8E24A" w14:textId="77777777" w:rsidR="00E55633" w:rsidRDefault="00E55633" w:rsidP="00B8518B">
          <w:pPr>
            <w:pStyle w:val="Zpat"/>
          </w:pPr>
        </w:p>
      </w:tc>
      <w:tc>
        <w:tcPr>
          <w:tcW w:w="2835" w:type="dxa"/>
          <w:shd w:val="clear" w:color="auto" w:fill="auto"/>
          <w:tcMar>
            <w:left w:w="0" w:type="dxa"/>
            <w:right w:w="0" w:type="dxa"/>
          </w:tcMar>
        </w:tcPr>
        <w:p w14:paraId="0F3E30F0" w14:textId="77777777" w:rsidR="00E55633" w:rsidRDefault="00E55633" w:rsidP="00B8518B">
          <w:pPr>
            <w:pStyle w:val="Zpat"/>
          </w:pPr>
        </w:p>
      </w:tc>
      <w:tc>
        <w:tcPr>
          <w:tcW w:w="2921" w:type="dxa"/>
        </w:tcPr>
        <w:p w14:paraId="5FE82AEC" w14:textId="77777777" w:rsidR="00E55633" w:rsidRDefault="00E55633" w:rsidP="00D831A3">
          <w:pPr>
            <w:pStyle w:val="Zpat"/>
          </w:pPr>
        </w:p>
      </w:tc>
    </w:tr>
  </w:tbl>
  <w:p w14:paraId="2F46C0A0" w14:textId="77777777" w:rsidR="00E55633" w:rsidRPr="00B8518B" w:rsidRDefault="00E55633"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33F0A0B" wp14:editId="447100D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CA276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E3B1951" wp14:editId="7C471C0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C7EF03"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55633" w14:paraId="183F2A04" w14:textId="77777777" w:rsidTr="00F1715C">
      <w:tc>
        <w:tcPr>
          <w:tcW w:w="1361" w:type="dxa"/>
          <w:tcMar>
            <w:left w:w="0" w:type="dxa"/>
            <w:right w:w="0" w:type="dxa"/>
          </w:tcMar>
          <w:vAlign w:val="bottom"/>
        </w:tcPr>
        <w:p w14:paraId="70C2EEF5" w14:textId="077F988E" w:rsidR="00E55633" w:rsidRPr="00B8518B" w:rsidRDefault="00E55633" w:rsidP="005860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3458" w:type="dxa"/>
          <w:shd w:val="clear" w:color="auto" w:fill="auto"/>
          <w:tcMar>
            <w:left w:w="0" w:type="dxa"/>
            <w:right w:w="0" w:type="dxa"/>
          </w:tcMar>
        </w:tcPr>
        <w:p w14:paraId="01561383" w14:textId="77777777" w:rsidR="00E55633" w:rsidRDefault="00E55633" w:rsidP="00586060">
          <w:pPr>
            <w:pStyle w:val="Zpat"/>
          </w:pPr>
          <w:r>
            <w:t>Správa železnic, státní organizace</w:t>
          </w:r>
        </w:p>
        <w:p w14:paraId="5E372848" w14:textId="77777777" w:rsidR="00E55633" w:rsidRDefault="00E55633" w:rsidP="005860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114BFF" w14:textId="77777777" w:rsidR="00E55633" w:rsidRDefault="00E55633" w:rsidP="00586060">
          <w:pPr>
            <w:pStyle w:val="Zpat"/>
          </w:pPr>
          <w:r>
            <w:t>Sídlo: Dlážděná 1003/7, 110 00</w:t>
          </w:r>
          <w:r>
            <w:t> </w:t>
          </w:r>
          <w:r>
            <w:t>Praha 1</w:t>
          </w:r>
        </w:p>
        <w:p w14:paraId="039D1B8E" w14:textId="77777777" w:rsidR="00E55633" w:rsidRDefault="00E55633" w:rsidP="00586060">
          <w:pPr>
            <w:pStyle w:val="Zpat"/>
          </w:pPr>
          <w:r>
            <w:t>IČO: 709 94 234 DIČ: CZ 709 94 234</w:t>
          </w:r>
        </w:p>
        <w:p w14:paraId="3D36C69E" w14:textId="77777777" w:rsidR="00E55633" w:rsidRDefault="00E55633" w:rsidP="00586060">
          <w:pPr>
            <w:pStyle w:val="Zpat"/>
          </w:pPr>
          <w:r>
            <w:t>www.spravazeleznic.cz</w:t>
          </w:r>
        </w:p>
      </w:tc>
      <w:tc>
        <w:tcPr>
          <w:tcW w:w="2921" w:type="dxa"/>
        </w:tcPr>
        <w:p w14:paraId="796E5F6E" w14:textId="77777777" w:rsidR="00E55633" w:rsidRPr="000F5E5D" w:rsidRDefault="00E55633" w:rsidP="00586060">
          <w:pPr>
            <w:tabs>
              <w:tab w:val="center" w:pos="4536"/>
              <w:tab w:val="right" w:pos="9072"/>
            </w:tabs>
            <w:rPr>
              <w:rFonts w:ascii="Verdana" w:eastAsia="Verdana" w:hAnsi="Verdana" w:cs="Times New Roman"/>
              <w:sz w:val="12"/>
            </w:rPr>
          </w:pPr>
          <w:r w:rsidRPr="000F5E5D">
            <w:rPr>
              <w:rFonts w:ascii="Verdana" w:eastAsia="Verdana" w:hAnsi="Verdana" w:cs="Times New Roman"/>
              <w:sz w:val="12"/>
            </w:rPr>
            <w:t>Stavební správa východ</w:t>
          </w:r>
        </w:p>
        <w:p w14:paraId="1A4FFC78" w14:textId="77777777" w:rsidR="00E55633" w:rsidRPr="000F5E5D" w:rsidRDefault="00E55633" w:rsidP="00586060">
          <w:pPr>
            <w:tabs>
              <w:tab w:val="center" w:pos="4536"/>
              <w:tab w:val="right" w:pos="9072"/>
            </w:tabs>
            <w:rPr>
              <w:rFonts w:ascii="Verdana" w:eastAsia="Verdana" w:hAnsi="Verdana" w:cs="Times New Roman"/>
              <w:sz w:val="12"/>
            </w:rPr>
          </w:pPr>
          <w:r w:rsidRPr="000F5E5D">
            <w:rPr>
              <w:rFonts w:ascii="Verdana" w:eastAsia="Verdana" w:hAnsi="Verdana" w:cs="Times New Roman"/>
              <w:sz w:val="12"/>
            </w:rPr>
            <w:t>Nerudova 773/1</w:t>
          </w:r>
        </w:p>
        <w:p w14:paraId="099544AA" w14:textId="77777777" w:rsidR="00E55633" w:rsidRPr="000F5E5D" w:rsidRDefault="00E55633" w:rsidP="00586060">
          <w:pPr>
            <w:tabs>
              <w:tab w:val="center" w:pos="4536"/>
              <w:tab w:val="right" w:pos="9072"/>
            </w:tabs>
            <w:rPr>
              <w:rFonts w:ascii="Verdana" w:eastAsia="Verdana" w:hAnsi="Verdana" w:cs="Times New Roman"/>
              <w:sz w:val="12"/>
            </w:rPr>
          </w:pPr>
          <w:r w:rsidRPr="000F5E5D">
            <w:rPr>
              <w:rFonts w:ascii="Verdana" w:eastAsia="Verdana" w:hAnsi="Verdana" w:cs="Times New Roman"/>
              <w:sz w:val="12"/>
            </w:rPr>
            <w:t>779 00 Olomouc</w:t>
          </w:r>
        </w:p>
        <w:p w14:paraId="3E77E2A8" w14:textId="77777777" w:rsidR="00E55633" w:rsidRDefault="00E55633" w:rsidP="00586060">
          <w:pPr>
            <w:pStyle w:val="Zpat"/>
          </w:pPr>
        </w:p>
      </w:tc>
    </w:tr>
  </w:tbl>
  <w:p w14:paraId="4A3B8CE8" w14:textId="77777777" w:rsidR="00E55633" w:rsidRPr="00B8518B" w:rsidRDefault="00E55633"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1E5D78FD" wp14:editId="02F752E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53395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53475AE" wp14:editId="2893878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CD59E8"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999759F" w14:textId="77777777" w:rsidR="00E55633" w:rsidRPr="00460660" w:rsidRDefault="00E5563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A306F" w14:textId="77777777" w:rsidR="00F63834" w:rsidRDefault="00F63834" w:rsidP="00962258">
      <w:pPr>
        <w:spacing w:after="0" w:line="240" w:lineRule="auto"/>
      </w:pPr>
      <w:r>
        <w:separator/>
      </w:r>
    </w:p>
  </w:footnote>
  <w:footnote w:type="continuationSeparator" w:id="0">
    <w:p w14:paraId="38A599C3" w14:textId="77777777" w:rsidR="00F63834" w:rsidRDefault="00F63834" w:rsidP="00962258">
      <w:pPr>
        <w:spacing w:after="0" w:line="240" w:lineRule="auto"/>
      </w:pPr>
      <w:r>
        <w:continuationSeparator/>
      </w:r>
    </w:p>
  </w:footnote>
  <w:footnote w:id="1">
    <w:p w14:paraId="3EC3256D" w14:textId="77777777" w:rsidR="00E55633" w:rsidRDefault="00E55633" w:rsidP="00F749DB">
      <w:pPr>
        <w:pStyle w:val="Textpoznpodarou"/>
        <w:jc w:val="both"/>
      </w:pPr>
      <w:r>
        <w:rPr>
          <w:rStyle w:val="Znakapoznpodarou"/>
        </w:rPr>
        <w:footnoteRef/>
      </w:r>
      <w:r>
        <w:t xml:space="preserve"> </w:t>
      </w:r>
      <w:proofErr w:type="spellStart"/>
      <w:r>
        <w:t>Vyhl</w:t>
      </w:r>
      <w:proofErr w:type="spellEnd"/>
      <w:r>
        <w:t xml:space="preserve">. č. 146/2008 Sb., </w:t>
      </w:r>
      <w:r w:rsidRPr="00511E3C">
        <w:t>o rozsahu a obsahu projektové dokumentace dopravních staveb</w:t>
      </w:r>
      <w:r>
        <w:t xml:space="preserve">, ve znění pozdějších předpisů, </w:t>
      </w:r>
      <w:proofErr w:type="spellStart"/>
      <w:r>
        <w:t>v</w:t>
      </w:r>
      <w:r w:rsidRPr="00A51C91">
        <w:t>yhl</w:t>
      </w:r>
      <w:proofErr w:type="spellEnd"/>
      <w:r>
        <w:t>.</w:t>
      </w:r>
      <w:r w:rsidRPr="00A51C91">
        <w:t xml:space="preserve"> č. 499/2006 Sb. o dokumentaci staveb, </w:t>
      </w:r>
      <w:r>
        <w:t xml:space="preserve">ve znění pozdějších předpisů, </w:t>
      </w:r>
      <w:proofErr w:type="spellStart"/>
      <w:r>
        <w:t>vyhl</w:t>
      </w:r>
      <w:proofErr w:type="spellEnd"/>
      <w:r>
        <w:t>. č. 583/2020 Sb., kterou se stanoví podrobnosti obsahu dokumentace pro vydání společného povolení u staveb dopravní infrastruktury, ve znění pozdějších předpisů</w:t>
      </w:r>
      <w:r w:rsidRPr="00307641">
        <w:t>.</w:t>
      </w:r>
    </w:p>
  </w:footnote>
  <w:footnote w:id="2">
    <w:p w14:paraId="6E9CBCA6" w14:textId="77777777" w:rsidR="00E55633" w:rsidRDefault="00E55633" w:rsidP="00750AB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5F7FA934" w14:textId="77777777" w:rsidR="00E55633" w:rsidRPr="00EB54C9" w:rsidRDefault="00E55633" w:rsidP="00E50A95">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0F4C9E32" w14:textId="77777777" w:rsidR="00E55633" w:rsidRDefault="00E55633" w:rsidP="00750AB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7338582" w14:textId="77777777" w:rsidR="00E55633" w:rsidRDefault="00E55633"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6">
    <w:p w14:paraId="3E95C84F" w14:textId="77777777" w:rsidR="00E55633" w:rsidRDefault="00E55633" w:rsidP="00E50A95">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55633" w14:paraId="56330F25" w14:textId="77777777" w:rsidTr="00C02D0A">
      <w:trPr>
        <w:trHeight w:hRule="exact" w:val="454"/>
      </w:trPr>
      <w:tc>
        <w:tcPr>
          <w:tcW w:w="1361" w:type="dxa"/>
          <w:tcMar>
            <w:top w:w="57" w:type="dxa"/>
            <w:left w:w="0" w:type="dxa"/>
            <w:right w:w="0" w:type="dxa"/>
          </w:tcMar>
        </w:tcPr>
        <w:p w14:paraId="7036CCF1" w14:textId="77777777" w:rsidR="00E55633" w:rsidRPr="00B8518B" w:rsidRDefault="00E55633" w:rsidP="00523EA7">
          <w:pPr>
            <w:pStyle w:val="Zpat"/>
            <w:rPr>
              <w:rStyle w:val="slostrnky"/>
            </w:rPr>
          </w:pPr>
        </w:p>
      </w:tc>
      <w:tc>
        <w:tcPr>
          <w:tcW w:w="3458" w:type="dxa"/>
          <w:shd w:val="clear" w:color="auto" w:fill="auto"/>
          <w:tcMar>
            <w:top w:w="57" w:type="dxa"/>
            <w:left w:w="0" w:type="dxa"/>
            <w:right w:w="0" w:type="dxa"/>
          </w:tcMar>
        </w:tcPr>
        <w:p w14:paraId="016125FA" w14:textId="77777777" w:rsidR="00E55633" w:rsidRDefault="00E55633" w:rsidP="00523EA7">
          <w:pPr>
            <w:pStyle w:val="Zpat"/>
          </w:pPr>
        </w:p>
      </w:tc>
      <w:tc>
        <w:tcPr>
          <w:tcW w:w="5698" w:type="dxa"/>
          <w:shd w:val="clear" w:color="auto" w:fill="auto"/>
          <w:tcMar>
            <w:top w:w="57" w:type="dxa"/>
            <w:left w:w="0" w:type="dxa"/>
            <w:right w:w="0" w:type="dxa"/>
          </w:tcMar>
        </w:tcPr>
        <w:p w14:paraId="06FA9502" w14:textId="77777777" w:rsidR="00E55633" w:rsidRPr="00D6163D" w:rsidRDefault="00E55633" w:rsidP="00D6163D">
          <w:pPr>
            <w:pStyle w:val="Druhdokumentu"/>
          </w:pPr>
        </w:p>
      </w:tc>
    </w:tr>
  </w:tbl>
  <w:p w14:paraId="7FD8E43A" w14:textId="77777777" w:rsidR="00E55633" w:rsidRPr="00D6163D" w:rsidRDefault="00E5563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55633" w14:paraId="077E67AB" w14:textId="77777777" w:rsidTr="00F1715C">
      <w:trPr>
        <w:trHeight w:hRule="exact" w:val="936"/>
      </w:trPr>
      <w:tc>
        <w:tcPr>
          <w:tcW w:w="1361" w:type="dxa"/>
          <w:tcMar>
            <w:left w:w="0" w:type="dxa"/>
            <w:right w:w="0" w:type="dxa"/>
          </w:tcMar>
        </w:tcPr>
        <w:p w14:paraId="08230890" w14:textId="77777777" w:rsidR="00E55633" w:rsidRPr="00B8518B" w:rsidRDefault="00E55633"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F0A3B90" wp14:editId="569BDE0D">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50F41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30C3316" w14:textId="77777777" w:rsidR="00E55633" w:rsidRDefault="00E55633" w:rsidP="00FC6389">
          <w:pPr>
            <w:pStyle w:val="Zpat"/>
          </w:pPr>
        </w:p>
      </w:tc>
      <w:tc>
        <w:tcPr>
          <w:tcW w:w="5698" w:type="dxa"/>
          <w:shd w:val="clear" w:color="auto" w:fill="auto"/>
          <w:tcMar>
            <w:left w:w="0" w:type="dxa"/>
            <w:right w:w="0" w:type="dxa"/>
          </w:tcMar>
        </w:tcPr>
        <w:p w14:paraId="4610A45D" w14:textId="77777777" w:rsidR="00E55633" w:rsidRPr="00D6163D" w:rsidRDefault="00E55633" w:rsidP="00FC6389">
          <w:pPr>
            <w:pStyle w:val="Druhdokumentu"/>
          </w:pPr>
        </w:p>
      </w:tc>
    </w:tr>
    <w:tr w:rsidR="00E55633" w14:paraId="125AD9C5" w14:textId="77777777" w:rsidTr="00F64786">
      <w:trPr>
        <w:trHeight w:hRule="exact" w:val="452"/>
      </w:trPr>
      <w:tc>
        <w:tcPr>
          <w:tcW w:w="1361" w:type="dxa"/>
          <w:tcMar>
            <w:left w:w="0" w:type="dxa"/>
            <w:right w:w="0" w:type="dxa"/>
          </w:tcMar>
        </w:tcPr>
        <w:p w14:paraId="175BC378" w14:textId="77777777" w:rsidR="00E55633" w:rsidRPr="00B8518B" w:rsidRDefault="00E55633" w:rsidP="00FC6389">
          <w:pPr>
            <w:pStyle w:val="Zpat"/>
            <w:rPr>
              <w:rStyle w:val="slostrnky"/>
            </w:rPr>
          </w:pPr>
        </w:p>
      </w:tc>
      <w:tc>
        <w:tcPr>
          <w:tcW w:w="3458" w:type="dxa"/>
          <w:shd w:val="clear" w:color="auto" w:fill="auto"/>
          <w:tcMar>
            <w:left w:w="0" w:type="dxa"/>
            <w:right w:w="0" w:type="dxa"/>
          </w:tcMar>
        </w:tcPr>
        <w:p w14:paraId="36669CD9" w14:textId="77777777" w:rsidR="00E55633" w:rsidRDefault="00E55633" w:rsidP="00FC6389">
          <w:pPr>
            <w:pStyle w:val="Zpat"/>
          </w:pPr>
        </w:p>
      </w:tc>
      <w:tc>
        <w:tcPr>
          <w:tcW w:w="5698" w:type="dxa"/>
          <w:shd w:val="clear" w:color="auto" w:fill="auto"/>
          <w:tcMar>
            <w:left w:w="0" w:type="dxa"/>
            <w:right w:w="0" w:type="dxa"/>
          </w:tcMar>
        </w:tcPr>
        <w:p w14:paraId="199C0AE6" w14:textId="77777777" w:rsidR="00E55633" w:rsidRDefault="00E55633" w:rsidP="00FC6389">
          <w:pPr>
            <w:pStyle w:val="Druhdokumentu"/>
            <w:rPr>
              <w:noProof/>
            </w:rPr>
          </w:pPr>
        </w:p>
      </w:tc>
    </w:tr>
  </w:tbl>
  <w:p w14:paraId="42612798" w14:textId="77777777" w:rsidR="00E55633" w:rsidRPr="00D6163D" w:rsidRDefault="00E55633"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34A2714A" wp14:editId="56E0F22F">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F22227"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EB7C7CC" wp14:editId="3B78A4F7">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438C192" w14:textId="77777777" w:rsidR="00E55633" w:rsidRPr="00460660" w:rsidRDefault="00E5563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FEC739C"/>
    <w:multiLevelType w:val="hybridMultilevel"/>
    <w:tmpl w:val="1474EDAA"/>
    <w:lvl w:ilvl="0" w:tplc="04050017">
      <w:start w:val="1"/>
      <w:numFmt w:val="lowerLetter"/>
      <w:lvlText w:val="%1)"/>
      <w:lvlJc w:val="left"/>
      <w:pPr>
        <w:ind w:left="1211"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9"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0" w15:restartNumberingAfterBreak="0">
    <w:nsid w:val="196C0373"/>
    <w:multiLevelType w:val="hybridMultilevel"/>
    <w:tmpl w:val="9C98E81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1"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2"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6" w15:restartNumberingAfterBreak="0">
    <w:nsid w:val="2BF76403"/>
    <w:multiLevelType w:val="multilevel"/>
    <w:tmpl w:val="0D34D660"/>
    <w:numStyleLink w:val="ListBulletmultilevel"/>
  </w:abstractNum>
  <w:abstractNum w:abstractNumId="17" w15:restartNumberingAfterBreak="0">
    <w:nsid w:val="2D6F3E35"/>
    <w:multiLevelType w:val="hybridMultilevel"/>
    <w:tmpl w:val="5EDA67EC"/>
    <w:lvl w:ilvl="0" w:tplc="04050017">
      <w:start w:val="1"/>
      <w:numFmt w:val="lowerLetter"/>
      <w:lvlText w:val="%1)"/>
      <w:lvlJc w:val="left"/>
      <w:pPr>
        <w:ind w:left="1778" w:hanging="360"/>
      </w:pPr>
    </w:lvl>
    <w:lvl w:ilvl="1" w:tplc="04050019">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8" w15:restartNumberingAfterBreak="0">
    <w:nsid w:val="31D574C1"/>
    <w:multiLevelType w:val="hybridMultilevel"/>
    <w:tmpl w:val="E9BA0CE6"/>
    <w:lvl w:ilvl="0" w:tplc="9E86F7DC">
      <w:start w:val="4"/>
      <w:numFmt w:val="bullet"/>
      <w:lvlText w:val="-"/>
      <w:lvlJc w:val="left"/>
      <w:pPr>
        <w:ind w:left="720" w:hanging="360"/>
      </w:pPr>
      <w:rPr>
        <w:rFonts w:ascii="Calibri" w:eastAsia="Calibri" w:hAnsi="Calibri"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DB804A6"/>
    <w:multiLevelType w:val="hybridMultilevel"/>
    <w:tmpl w:val="F276201C"/>
    <w:lvl w:ilvl="0" w:tplc="13945804">
      <w:start w:val="1"/>
      <w:numFmt w:val="decimal"/>
      <w:lvlText w:val="%1. "/>
      <w:lvlJc w:val="left"/>
      <w:pPr>
        <w:tabs>
          <w:tab w:val="num" w:pos="142"/>
        </w:tabs>
        <w:ind w:left="502" w:hanging="360"/>
      </w:pPr>
      <w:rPr>
        <w:rFonts w:asciiTheme="minorHAnsi" w:hAnsiTheme="minorHAnsi" w:cs="Times New Roman" w:hint="default"/>
        <w:b/>
        <w:i w:val="0"/>
        <w:sz w:val="18"/>
        <w:szCs w:val="18"/>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3E086D49"/>
    <w:multiLevelType w:val="hybridMultilevel"/>
    <w:tmpl w:val="D6D06464"/>
    <w:lvl w:ilvl="0" w:tplc="04050017">
      <w:start w:val="1"/>
      <w:numFmt w:val="lowerLetter"/>
      <w:lvlText w:val="%1)"/>
      <w:lvlJc w:val="left"/>
      <w:pPr>
        <w:ind w:left="1069" w:hanging="360"/>
      </w:pPr>
      <w:rPr>
        <w:b w:val="0"/>
        <w:bCs w:val="0"/>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start w:val="1"/>
      <w:numFmt w:val="bullet"/>
      <w:lvlText w:val=""/>
      <w:lvlJc w:val="left"/>
      <w:pPr>
        <w:ind w:left="3229" w:hanging="360"/>
      </w:pPr>
      <w:rPr>
        <w:rFonts w:ascii="Symbol" w:hAnsi="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hint="default"/>
      </w:rPr>
    </w:lvl>
    <w:lvl w:ilvl="6" w:tplc="04050001">
      <w:start w:val="1"/>
      <w:numFmt w:val="bullet"/>
      <w:lvlText w:val=""/>
      <w:lvlJc w:val="left"/>
      <w:pPr>
        <w:ind w:left="5389" w:hanging="360"/>
      </w:pPr>
      <w:rPr>
        <w:rFonts w:ascii="Symbol" w:hAnsi="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hint="default"/>
      </w:rPr>
    </w:lvl>
  </w:abstractNum>
  <w:abstractNum w:abstractNumId="23"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4"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5" w15:restartNumberingAfterBreak="0">
    <w:nsid w:val="441759BD"/>
    <w:multiLevelType w:val="hybridMultilevel"/>
    <w:tmpl w:val="14F8F4B0"/>
    <w:lvl w:ilvl="0" w:tplc="DD9E70C8">
      <w:start w:val="1"/>
      <w:numFmt w:val="decimal"/>
      <w:lvlText w:val="9.%1"/>
      <w:lvlJc w:val="left"/>
      <w:pPr>
        <w:ind w:left="1146" w:hanging="360"/>
      </w:pPr>
      <w:rPr>
        <w:rFonts w:hint="default"/>
        <w:b w:val="0"/>
        <w:bCs/>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8"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9" w15:restartNumberingAfterBreak="0">
    <w:nsid w:val="536A4F96"/>
    <w:multiLevelType w:val="multilevel"/>
    <w:tmpl w:val="D68E98A4"/>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30"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2"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3" w15:restartNumberingAfterBreak="0">
    <w:nsid w:val="718F5BFB"/>
    <w:multiLevelType w:val="hybridMultilevel"/>
    <w:tmpl w:val="B044973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4" w15:restartNumberingAfterBreak="0">
    <w:nsid w:val="74070991"/>
    <w:multiLevelType w:val="multilevel"/>
    <w:tmpl w:val="CABE99FC"/>
    <w:numStyleLink w:val="ListNumbermultilevel"/>
  </w:abstractNum>
  <w:abstractNum w:abstractNumId="35"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num w:numId="1" w16cid:durableId="532768806">
    <w:abstractNumId w:val="13"/>
  </w:num>
  <w:num w:numId="2" w16cid:durableId="635985602">
    <w:abstractNumId w:val="4"/>
  </w:num>
  <w:num w:numId="3" w16cid:durableId="1256480303">
    <w:abstractNumId w:val="16"/>
  </w:num>
  <w:num w:numId="4" w16cid:durableId="1925064379">
    <w:abstractNumId w:val="34"/>
  </w:num>
  <w:num w:numId="5" w16cid:durableId="532617164">
    <w:abstractNumId w:val="1"/>
  </w:num>
  <w:num w:numId="6" w16cid:durableId="1546141329">
    <w:abstractNumId w:val="21"/>
  </w:num>
  <w:num w:numId="7" w16cid:durableId="322777201">
    <w:abstractNumId w:val="32"/>
  </w:num>
  <w:num w:numId="8" w16cid:durableId="1726559993">
    <w:abstractNumId w:val="23"/>
  </w:num>
  <w:num w:numId="9" w16cid:durableId="1506363086">
    <w:abstractNumId w:val="26"/>
  </w:num>
  <w:num w:numId="10" w16cid:durableId="1463117424">
    <w:abstractNumId w:val="17"/>
  </w:num>
  <w:num w:numId="11" w16cid:durableId="821507702">
    <w:abstractNumId w:val="8"/>
  </w:num>
  <w:num w:numId="12" w16cid:durableId="581374783">
    <w:abstractNumId w:val="12"/>
  </w:num>
  <w:num w:numId="13" w16cid:durableId="1211727166">
    <w:abstractNumId w:val="24"/>
  </w:num>
  <w:num w:numId="14" w16cid:durableId="2090157642">
    <w:abstractNumId w:val="5"/>
  </w:num>
  <w:num w:numId="15" w16cid:durableId="1056393901">
    <w:abstractNumId w:val="15"/>
  </w:num>
  <w:num w:numId="16" w16cid:durableId="505100431">
    <w:abstractNumId w:val="2"/>
  </w:num>
  <w:num w:numId="17" w16cid:durableId="1457333335">
    <w:abstractNumId w:val="6"/>
  </w:num>
  <w:num w:numId="18" w16cid:durableId="1544830202">
    <w:abstractNumId w:val="25"/>
  </w:num>
  <w:num w:numId="19" w16cid:durableId="1347171771">
    <w:abstractNumId w:val="11"/>
  </w:num>
  <w:num w:numId="20" w16cid:durableId="1723870122">
    <w:abstractNumId w:val="31"/>
  </w:num>
  <w:num w:numId="21" w16cid:durableId="529344149">
    <w:abstractNumId w:val="19"/>
  </w:num>
  <w:num w:numId="22" w16cid:durableId="1419248508">
    <w:abstractNumId w:val="0"/>
  </w:num>
  <w:num w:numId="23" w16cid:durableId="453451558">
    <w:abstractNumId w:val="3"/>
  </w:num>
  <w:num w:numId="24" w16cid:durableId="1730181150">
    <w:abstractNumId w:val="20"/>
  </w:num>
  <w:num w:numId="25" w16cid:durableId="551961069">
    <w:abstractNumId w:val="9"/>
  </w:num>
  <w:num w:numId="26" w16cid:durableId="1652174656">
    <w:abstractNumId w:val="28"/>
  </w:num>
  <w:num w:numId="27" w16cid:durableId="1840466000">
    <w:abstractNumId w:val="14"/>
  </w:num>
  <w:num w:numId="28" w16cid:durableId="1141849710">
    <w:abstractNumId w:val="35"/>
  </w:num>
  <w:num w:numId="29" w16cid:durableId="5074063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87878020">
    <w:abstractNumId w:val="30"/>
  </w:num>
  <w:num w:numId="31" w16cid:durableId="337850581">
    <w:abstractNumId w:val="7"/>
  </w:num>
  <w:num w:numId="32" w16cid:durableId="601913389">
    <w:abstractNumId w:val="27"/>
  </w:num>
  <w:num w:numId="33" w16cid:durableId="778260629">
    <w:abstractNumId w:val="29"/>
  </w:num>
  <w:num w:numId="34" w16cid:durableId="1534880391">
    <w:abstractNumId w:val="18"/>
  </w:num>
  <w:num w:numId="35" w16cid:durableId="78917624">
    <w:abstractNumId w:val="33"/>
  </w:num>
  <w:num w:numId="36" w16cid:durableId="1504080612">
    <w:abstractNumId w:val="10"/>
  </w:num>
  <w:num w:numId="37" w16cid:durableId="13553795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85281426">
    <w:abstractNumId w:val="20"/>
  </w:num>
  <w:num w:numId="39" w16cid:durableId="398947464">
    <w:abstractNumId w:val="22"/>
    <w:lvlOverride w:ilvl="0">
      <w:startOverride w:val="1"/>
    </w:lvlOverride>
    <w:lvlOverride w:ilvl="1"/>
    <w:lvlOverride w:ilvl="2"/>
    <w:lvlOverride w:ilvl="3"/>
    <w:lvlOverride w:ilvl="4"/>
    <w:lvlOverride w:ilvl="5"/>
    <w:lvlOverride w:ilvl="6"/>
    <w:lvlOverride w:ilvl="7"/>
    <w:lvlOverride w:ilvl="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LockTheme/>
  <w:styleLockQFSet/>
  <w:defaultTabStop w:val="708"/>
  <w:hyphenationZone w:val="425"/>
  <w:doNotShadeFormData/>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0749D"/>
    <w:rsid w:val="000140BF"/>
    <w:rsid w:val="00014BDA"/>
    <w:rsid w:val="000228DC"/>
    <w:rsid w:val="000311D7"/>
    <w:rsid w:val="00033432"/>
    <w:rsid w:val="000335CC"/>
    <w:rsid w:val="000415C2"/>
    <w:rsid w:val="000715D2"/>
    <w:rsid w:val="00072C1E"/>
    <w:rsid w:val="00074B24"/>
    <w:rsid w:val="00076065"/>
    <w:rsid w:val="00082FFC"/>
    <w:rsid w:val="00087AE4"/>
    <w:rsid w:val="000A53F6"/>
    <w:rsid w:val="000B3B6D"/>
    <w:rsid w:val="000B6C7E"/>
    <w:rsid w:val="000B7907"/>
    <w:rsid w:val="000C0429"/>
    <w:rsid w:val="000C1B56"/>
    <w:rsid w:val="000C45E8"/>
    <w:rsid w:val="000C7E81"/>
    <w:rsid w:val="000D4227"/>
    <w:rsid w:val="000F5E5D"/>
    <w:rsid w:val="00114472"/>
    <w:rsid w:val="00157165"/>
    <w:rsid w:val="00170EC5"/>
    <w:rsid w:val="001747C1"/>
    <w:rsid w:val="001807FD"/>
    <w:rsid w:val="0018596A"/>
    <w:rsid w:val="001932EA"/>
    <w:rsid w:val="001A6F12"/>
    <w:rsid w:val="001A7D41"/>
    <w:rsid w:val="001B247C"/>
    <w:rsid w:val="001B69C2"/>
    <w:rsid w:val="001C4DA0"/>
    <w:rsid w:val="001D73E0"/>
    <w:rsid w:val="00201BAD"/>
    <w:rsid w:val="00205240"/>
    <w:rsid w:val="00205E51"/>
    <w:rsid w:val="00206E88"/>
    <w:rsid w:val="00207DF5"/>
    <w:rsid w:val="002345FD"/>
    <w:rsid w:val="00244CBA"/>
    <w:rsid w:val="00261EED"/>
    <w:rsid w:val="00267369"/>
    <w:rsid w:val="0026785D"/>
    <w:rsid w:val="002846AC"/>
    <w:rsid w:val="002864B8"/>
    <w:rsid w:val="002A44F8"/>
    <w:rsid w:val="002B47FB"/>
    <w:rsid w:val="002C2C37"/>
    <w:rsid w:val="002C31BF"/>
    <w:rsid w:val="002D03CA"/>
    <w:rsid w:val="002D3A34"/>
    <w:rsid w:val="002E0CD7"/>
    <w:rsid w:val="002F026B"/>
    <w:rsid w:val="002F07AB"/>
    <w:rsid w:val="002F54FC"/>
    <w:rsid w:val="00302418"/>
    <w:rsid w:val="0030703F"/>
    <w:rsid w:val="00317533"/>
    <w:rsid w:val="00324B78"/>
    <w:rsid w:val="00325CD4"/>
    <w:rsid w:val="003301AB"/>
    <w:rsid w:val="003572EA"/>
    <w:rsid w:val="00357BC6"/>
    <w:rsid w:val="003608B4"/>
    <w:rsid w:val="0037005A"/>
    <w:rsid w:val="0037111D"/>
    <w:rsid w:val="003956C6"/>
    <w:rsid w:val="003A52D2"/>
    <w:rsid w:val="003B17BE"/>
    <w:rsid w:val="003E6B9A"/>
    <w:rsid w:val="003E75CE"/>
    <w:rsid w:val="0040208D"/>
    <w:rsid w:val="00402574"/>
    <w:rsid w:val="0041380F"/>
    <w:rsid w:val="00422AA2"/>
    <w:rsid w:val="00450F07"/>
    <w:rsid w:val="00453CD3"/>
    <w:rsid w:val="00453CE2"/>
    <w:rsid w:val="00455BC7"/>
    <w:rsid w:val="00460660"/>
    <w:rsid w:val="00460CCB"/>
    <w:rsid w:val="0046619F"/>
    <w:rsid w:val="00473AE4"/>
    <w:rsid w:val="00477370"/>
    <w:rsid w:val="00481D8F"/>
    <w:rsid w:val="00483F34"/>
    <w:rsid w:val="00486107"/>
    <w:rsid w:val="00491827"/>
    <w:rsid w:val="004926B0"/>
    <w:rsid w:val="004A7C69"/>
    <w:rsid w:val="004C4399"/>
    <w:rsid w:val="004C69ED"/>
    <w:rsid w:val="004C787C"/>
    <w:rsid w:val="004F4B9B"/>
    <w:rsid w:val="00501654"/>
    <w:rsid w:val="00511AB9"/>
    <w:rsid w:val="00523EA7"/>
    <w:rsid w:val="00542527"/>
    <w:rsid w:val="005517B2"/>
    <w:rsid w:val="00551D1F"/>
    <w:rsid w:val="00553375"/>
    <w:rsid w:val="00554103"/>
    <w:rsid w:val="00555B5E"/>
    <w:rsid w:val="00556827"/>
    <w:rsid w:val="005658A6"/>
    <w:rsid w:val="005720E7"/>
    <w:rsid w:val="005722BB"/>
    <w:rsid w:val="005736B7"/>
    <w:rsid w:val="00575E5A"/>
    <w:rsid w:val="00580822"/>
    <w:rsid w:val="00584E2A"/>
    <w:rsid w:val="00584E51"/>
    <w:rsid w:val="00584E9E"/>
    <w:rsid w:val="00586060"/>
    <w:rsid w:val="00596C7E"/>
    <w:rsid w:val="005A64E9"/>
    <w:rsid w:val="005B29D5"/>
    <w:rsid w:val="005B5EE9"/>
    <w:rsid w:val="005C0D57"/>
    <w:rsid w:val="005C574C"/>
    <w:rsid w:val="005D5E3A"/>
    <w:rsid w:val="005E0F20"/>
    <w:rsid w:val="006104F6"/>
    <w:rsid w:val="0061068E"/>
    <w:rsid w:val="00610BCA"/>
    <w:rsid w:val="00620EDB"/>
    <w:rsid w:val="006227F9"/>
    <w:rsid w:val="006568AB"/>
    <w:rsid w:val="00660AD3"/>
    <w:rsid w:val="006724CE"/>
    <w:rsid w:val="00675DF5"/>
    <w:rsid w:val="00676300"/>
    <w:rsid w:val="00677411"/>
    <w:rsid w:val="00686EAF"/>
    <w:rsid w:val="00694044"/>
    <w:rsid w:val="00695C2F"/>
    <w:rsid w:val="006A0959"/>
    <w:rsid w:val="006A5570"/>
    <w:rsid w:val="006A689C"/>
    <w:rsid w:val="006B3D79"/>
    <w:rsid w:val="006C2A33"/>
    <w:rsid w:val="006E0578"/>
    <w:rsid w:val="006E1194"/>
    <w:rsid w:val="006E1A8D"/>
    <w:rsid w:val="006E314D"/>
    <w:rsid w:val="006E7F06"/>
    <w:rsid w:val="006F23D7"/>
    <w:rsid w:val="006F5764"/>
    <w:rsid w:val="00710723"/>
    <w:rsid w:val="00723ED1"/>
    <w:rsid w:val="007263DD"/>
    <w:rsid w:val="00735ED4"/>
    <w:rsid w:val="00743525"/>
    <w:rsid w:val="00750AB4"/>
    <w:rsid w:val="00750F50"/>
    <w:rsid w:val="007531A0"/>
    <w:rsid w:val="00761017"/>
    <w:rsid w:val="0076286B"/>
    <w:rsid w:val="007631A5"/>
    <w:rsid w:val="00763B26"/>
    <w:rsid w:val="00764595"/>
    <w:rsid w:val="00766846"/>
    <w:rsid w:val="0077673A"/>
    <w:rsid w:val="007846E1"/>
    <w:rsid w:val="007938FD"/>
    <w:rsid w:val="00795E58"/>
    <w:rsid w:val="007A1B05"/>
    <w:rsid w:val="007A26ED"/>
    <w:rsid w:val="007A7783"/>
    <w:rsid w:val="007B570C"/>
    <w:rsid w:val="007B5B6C"/>
    <w:rsid w:val="007C664D"/>
    <w:rsid w:val="007E4A6E"/>
    <w:rsid w:val="007F0E5C"/>
    <w:rsid w:val="007F1712"/>
    <w:rsid w:val="007F56A7"/>
    <w:rsid w:val="00807DD0"/>
    <w:rsid w:val="00813F11"/>
    <w:rsid w:val="00826381"/>
    <w:rsid w:val="00836300"/>
    <w:rsid w:val="00840C1B"/>
    <w:rsid w:val="00857DF2"/>
    <w:rsid w:val="00862DAF"/>
    <w:rsid w:val="00867877"/>
    <w:rsid w:val="00873EEC"/>
    <w:rsid w:val="00890CF6"/>
    <w:rsid w:val="00891334"/>
    <w:rsid w:val="008A3095"/>
    <w:rsid w:val="008A3568"/>
    <w:rsid w:val="008A4BA9"/>
    <w:rsid w:val="008A7C7A"/>
    <w:rsid w:val="008B4574"/>
    <w:rsid w:val="008D03B9"/>
    <w:rsid w:val="008E2F1B"/>
    <w:rsid w:val="008F18D6"/>
    <w:rsid w:val="008F6E85"/>
    <w:rsid w:val="00904780"/>
    <w:rsid w:val="009113A8"/>
    <w:rsid w:val="00912FFD"/>
    <w:rsid w:val="009141C5"/>
    <w:rsid w:val="00922385"/>
    <w:rsid w:val="009223DF"/>
    <w:rsid w:val="0092513F"/>
    <w:rsid w:val="00936091"/>
    <w:rsid w:val="00940D8A"/>
    <w:rsid w:val="009450CF"/>
    <w:rsid w:val="00945E11"/>
    <w:rsid w:val="009532CF"/>
    <w:rsid w:val="00962258"/>
    <w:rsid w:val="009678B7"/>
    <w:rsid w:val="00982411"/>
    <w:rsid w:val="00982E5E"/>
    <w:rsid w:val="00985699"/>
    <w:rsid w:val="00992D9C"/>
    <w:rsid w:val="0099426F"/>
    <w:rsid w:val="00996CB8"/>
    <w:rsid w:val="009A016D"/>
    <w:rsid w:val="009A7568"/>
    <w:rsid w:val="009B2E97"/>
    <w:rsid w:val="009B72CC"/>
    <w:rsid w:val="009C1B4E"/>
    <w:rsid w:val="009C2B8D"/>
    <w:rsid w:val="009C6C80"/>
    <w:rsid w:val="009E07F4"/>
    <w:rsid w:val="009E5AF1"/>
    <w:rsid w:val="009F0AE7"/>
    <w:rsid w:val="009F2B44"/>
    <w:rsid w:val="009F392E"/>
    <w:rsid w:val="00A0166C"/>
    <w:rsid w:val="00A11738"/>
    <w:rsid w:val="00A44328"/>
    <w:rsid w:val="00A5246A"/>
    <w:rsid w:val="00A6177B"/>
    <w:rsid w:val="00A6573C"/>
    <w:rsid w:val="00A66136"/>
    <w:rsid w:val="00A66302"/>
    <w:rsid w:val="00A71309"/>
    <w:rsid w:val="00A75573"/>
    <w:rsid w:val="00A778DC"/>
    <w:rsid w:val="00A81752"/>
    <w:rsid w:val="00A936ED"/>
    <w:rsid w:val="00A96BE2"/>
    <w:rsid w:val="00AA4CBB"/>
    <w:rsid w:val="00AA65FA"/>
    <w:rsid w:val="00AA7351"/>
    <w:rsid w:val="00AB228A"/>
    <w:rsid w:val="00AB4564"/>
    <w:rsid w:val="00AB54BC"/>
    <w:rsid w:val="00AC5629"/>
    <w:rsid w:val="00AD04D1"/>
    <w:rsid w:val="00AD056F"/>
    <w:rsid w:val="00AD0969"/>
    <w:rsid w:val="00AD2773"/>
    <w:rsid w:val="00AD6731"/>
    <w:rsid w:val="00AE1DDE"/>
    <w:rsid w:val="00AE6143"/>
    <w:rsid w:val="00AE754E"/>
    <w:rsid w:val="00AF6EA9"/>
    <w:rsid w:val="00B15ADC"/>
    <w:rsid w:val="00B15B5E"/>
    <w:rsid w:val="00B15D0D"/>
    <w:rsid w:val="00B17CCE"/>
    <w:rsid w:val="00B22ABF"/>
    <w:rsid w:val="00B23CA3"/>
    <w:rsid w:val="00B25863"/>
    <w:rsid w:val="00B346D2"/>
    <w:rsid w:val="00B3491A"/>
    <w:rsid w:val="00B40E40"/>
    <w:rsid w:val="00B45E9E"/>
    <w:rsid w:val="00B50F6E"/>
    <w:rsid w:val="00B55F9C"/>
    <w:rsid w:val="00B70DBF"/>
    <w:rsid w:val="00B74B3F"/>
    <w:rsid w:val="00B75EE1"/>
    <w:rsid w:val="00B7743C"/>
    <w:rsid w:val="00B77481"/>
    <w:rsid w:val="00B82AF8"/>
    <w:rsid w:val="00B841EE"/>
    <w:rsid w:val="00B8518B"/>
    <w:rsid w:val="00B876C5"/>
    <w:rsid w:val="00B94402"/>
    <w:rsid w:val="00BA3E8C"/>
    <w:rsid w:val="00BB1591"/>
    <w:rsid w:val="00BB3740"/>
    <w:rsid w:val="00BB4609"/>
    <w:rsid w:val="00BB586D"/>
    <w:rsid w:val="00BD128E"/>
    <w:rsid w:val="00BD7E91"/>
    <w:rsid w:val="00BF374D"/>
    <w:rsid w:val="00C02D0A"/>
    <w:rsid w:val="00C03A6E"/>
    <w:rsid w:val="00C05CE8"/>
    <w:rsid w:val="00C17A00"/>
    <w:rsid w:val="00C23F35"/>
    <w:rsid w:val="00C30759"/>
    <w:rsid w:val="00C379C3"/>
    <w:rsid w:val="00C40091"/>
    <w:rsid w:val="00C44F6A"/>
    <w:rsid w:val="00C727E5"/>
    <w:rsid w:val="00C75F1E"/>
    <w:rsid w:val="00C8207D"/>
    <w:rsid w:val="00C83F24"/>
    <w:rsid w:val="00C94497"/>
    <w:rsid w:val="00CA03C8"/>
    <w:rsid w:val="00CA308E"/>
    <w:rsid w:val="00CA7FD3"/>
    <w:rsid w:val="00CB4635"/>
    <w:rsid w:val="00CB7B5A"/>
    <w:rsid w:val="00CC1E2B"/>
    <w:rsid w:val="00CC32A4"/>
    <w:rsid w:val="00CD1820"/>
    <w:rsid w:val="00CD1FC4"/>
    <w:rsid w:val="00CD4D50"/>
    <w:rsid w:val="00CD4F81"/>
    <w:rsid w:val="00CD63CB"/>
    <w:rsid w:val="00CE04C1"/>
    <w:rsid w:val="00CE371D"/>
    <w:rsid w:val="00CF221A"/>
    <w:rsid w:val="00CF3F95"/>
    <w:rsid w:val="00D0281F"/>
    <w:rsid w:val="00D02A4D"/>
    <w:rsid w:val="00D04652"/>
    <w:rsid w:val="00D163A2"/>
    <w:rsid w:val="00D21061"/>
    <w:rsid w:val="00D2269A"/>
    <w:rsid w:val="00D2589C"/>
    <w:rsid w:val="00D316A7"/>
    <w:rsid w:val="00D4108E"/>
    <w:rsid w:val="00D615EE"/>
    <w:rsid w:val="00D6163D"/>
    <w:rsid w:val="00D63009"/>
    <w:rsid w:val="00D67B26"/>
    <w:rsid w:val="00D831A3"/>
    <w:rsid w:val="00D902AD"/>
    <w:rsid w:val="00D96C68"/>
    <w:rsid w:val="00DA123B"/>
    <w:rsid w:val="00DA3D33"/>
    <w:rsid w:val="00DA6AB5"/>
    <w:rsid w:val="00DA6FFE"/>
    <w:rsid w:val="00DB28BB"/>
    <w:rsid w:val="00DB564B"/>
    <w:rsid w:val="00DC3110"/>
    <w:rsid w:val="00DD46F3"/>
    <w:rsid w:val="00DD58A6"/>
    <w:rsid w:val="00DE56F2"/>
    <w:rsid w:val="00DE6276"/>
    <w:rsid w:val="00DF116D"/>
    <w:rsid w:val="00E018DA"/>
    <w:rsid w:val="00E01E0A"/>
    <w:rsid w:val="00E10F9D"/>
    <w:rsid w:val="00E242E6"/>
    <w:rsid w:val="00E4117F"/>
    <w:rsid w:val="00E50A95"/>
    <w:rsid w:val="00E55633"/>
    <w:rsid w:val="00E824F1"/>
    <w:rsid w:val="00EA54F5"/>
    <w:rsid w:val="00EB104F"/>
    <w:rsid w:val="00EB367B"/>
    <w:rsid w:val="00EB42B4"/>
    <w:rsid w:val="00ED14BD"/>
    <w:rsid w:val="00ED1966"/>
    <w:rsid w:val="00F01440"/>
    <w:rsid w:val="00F02B2B"/>
    <w:rsid w:val="00F05558"/>
    <w:rsid w:val="00F06C8A"/>
    <w:rsid w:val="00F12DEC"/>
    <w:rsid w:val="00F16574"/>
    <w:rsid w:val="00F1715C"/>
    <w:rsid w:val="00F310F8"/>
    <w:rsid w:val="00F31229"/>
    <w:rsid w:val="00F35939"/>
    <w:rsid w:val="00F45607"/>
    <w:rsid w:val="00F63834"/>
    <w:rsid w:val="00F64786"/>
    <w:rsid w:val="00F659EB"/>
    <w:rsid w:val="00F72985"/>
    <w:rsid w:val="00F749DB"/>
    <w:rsid w:val="00F804A7"/>
    <w:rsid w:val="00F862D6"/>
    <w:rsid w:val="00F86BA6"/>
    <w:rsid w:val="00F919E6"/>
    <w:rsid w:val="00FA572D"/>
    <w:rsid w:val="00FC44E6"/>
    <w:rsid w:val="00FC6389"/>
    <w:rsid w:val="00FD2F51"/>
    <w:rsid w:val="00FE3455"/>
    <w:rsid w:val="00FE5D11"/>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705C6B9"/>
  <w14:defaultImageDpi w14:val="32767"/>
  <w15:docId w15:val="{4035B55E-491A-4550-BA26-2EF2CA835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uiPriority w:val="99"/>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695C2F"/>
    <w:pPr>
      <w:numPr>
        <w:ilvl w:val="2"/>
      </w:numPr>
      <w:tabs>
        <w:tab w:val="clear" w:pos="1474"/>
      </w:tabs>
      <w:ind w:left="3572" w:hanging="360"/>
    </w:pPr>
  </w:style>
  <w:style w:type="paragraph" w:customStyle="1" w:styleId="Text1-1">
    <w:name w:val="_Text_1-1"/>
    <w:basedOn w:val="Normln"/>
    <w:link w:val="Text1-1Char"/>
    <w:rsid w:val="00695C2F"/>
    <w:pPr>
      <w:numPr>
        <w:ilvl w:val="1"/>
        <w:numId w:val="23"/>
      </w:numPr>
      <w:spacing w:after="120"/>
      <w:jc w:val="both"/>
    </w:pPr>
  </w:style>
  <w:style w:type="paragraph" w:customStyle="1" w:styleId="Nadpis1-1">
    <w:name w:val="_Nadpis_1-1"/>
    <w:basedOn w:val="Odstavecseseznamem"/>
    <w:next w:val="Text1-1"/>
    <w:qFormat/>
    <w:rsid w:val="00695C2F"/>
    <w:pPr>
      <w:keepNext/>
      <w:numPr>
        <w:numId w:val="23"/>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695C2F"/>
  </w:style>
  <w:style w:type="paragraph" w:customStyle="1" w:styleId="Odrka1-1">
    <w:name w:val="_Odrážka_1-1_•"/>
    <w:basedOn w:val="Normln"/>
    <w:link w:val="Odrka1-1Char"/>
    <w:qFormat/>
    <w:rsid w:val="00695C2F"/>
    <w:pPr>
      <w:numPr>
        <w:numId w:val="24"/>
      </w:numPr>
      <w:spacing w:after="120"/>
      <w:jc w:val="both"/>
    </w:pPr>
  </w:style>
  <w:style w:type="paragraph" w:customStyle="1" w:styleId="Odrka1-2-">
    <w:name w:val="_Odrážka_1-2_-"/>
    <w:basedOn w:val="Odrka1-1"/>
    <w:qFormat/>
    <w:rsid w:val="00695C2F"/>
    <w:pPr>
      <w:numPr>
        <w:ilvl w:val="1"/>
      </w:numPr>
      <w:spacing w:after="60"/>
    </w:pPr>
  </w:style>
  <w:style w:type="paragraph" w:customStyle="1" w:styleId="Odrka1-3">
    <w:name w:val="_Odrážka_1-3_·"/>
    <w:basedOn w:val="Odrka1-2-"/>
    <w:qFormat/>
    <w:rsid w:val="00695C2F"/>
    <w:pPr>
      <w:numPr>
        <w:ilvl w:val="2"/>
      </w:numPr>
      <w:tabs>
        <w:tab w:val="clear" w:pos="1928"/>
      </w:tabs>
      <w:ind w:left="2586" w:hanging="360"/>
    </w:pPr>
  </w:style>
  <w:style w:type="character" w:customStyle="1" w:styleId="Odrka1-1Char">
    <w:name w:val="_Odrážka_1-1_• Char"/>
    <w:basedOn w:val="Standardnpsmoodstavce"/>
    <w:link w:val="Odrka1-1"/>
    <w:rsid w:val="00695C2F"/>
  </w:style>
  <w:style w:type="paragraph" w:customStyle="1" w:styleId="Textbezslovn">
    <w:name w:val="_Text_bez_číslování"/>
    <w:basedOn w:val="Normln"/>
    <w:link w:val="TextbezslovnChar"/>
    <w:qFormat/>
    <w:rsid w:val="00F749DB"/>
    <w:pPr>
      <w:spacing w:after="120"/>
      <w:ind w:left="737"/>
      <w:jc w:val="both"/>
    </w:pPr>
  </w:style>
  <w:style w:type="character" w:customStyle="1" w:styleId="TextbezslovnChar">
    <w:name w:val="_Text_bez_číslování Char"/>
    <w:basedOn w:val="Standardnpsmoodstavce"/>
    <w:link w:val="Textbezslovn"/>
    <w:locked/>
    <w:rsid w:val="00F749DB"/>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E50A95"/>
  </w:style>
  <w:style w:type="character" w:customStyle="1" w:styleId="Tun9b">
    <w:name w:val="_Tučně 9b"/>
    <w:basedOn w:val="Standardnpsmoodstavce"/>
    <w:uiPriority w:val="1"/>
    <w:qFormat/>
    <w:rsid w:val="00556827"/>
    <w:rPr>
      <w:b/>
    </w:rPr>
  </w:style>
  <w:style w:type="paragraph" w:customStyle="1" w:styleId="Nadpisbezsl1-2">
    <w:name w:val="_Nadpis_bez_čísl_1-2"/>
    <w:qFormat/>
    <w:rsid w:val="009C1B4E"/>
    <w:pPr>
      <w:spacing w:before="120" w:after="120"/>
      <w:jc w:val="both"/>
    </w:pPr>
    <w:rPr>
      <w:rFonts w:asciiTheme="majorHAnsi" w:hAnsiTheme="majorHAnsi"/>
      <w:b/>
      <w:sz w:val="20"/>
      <w:szCs w:val="20"/>
    </w:rPr>
  </w:style>
  <w:style w:type="paragraph" w:styleId="Revize">
    <w:name w:val="Revision"/>
    <w:hidden/>
    <w:uiPriority w:val="99"/>
    <w:semiHidden/>
    <w:rsid w:val="005517B2"/>
    <w:pPr>
      <w:spacing w:after="0" w:line="240" w:lineRule="auto"/>
    </w:pPr>
  </w:style>
  <w:style w:type="character" w:customStyle="1" w:styleId="cf01">
    <w:name w:val="cf01"/>
    <w:basedOn w:val="Standardnpsmoodstavce"/>
    <w:rsid w:val="00840C1B"/>
    <w:rPr>
      <w:rFonts w:ascii="Segoe UI" w:hAnsi="Segoe UI" w:cs="Segoe UI" w:hint="default"/>
      <w:sz w:val="18"/>
      <w:szCs w:val="18"/>
      <w:shd w:val="clear" w:color="auto" w:fill="FFFF00"/>
    </w:rPr>
  </w:style>
  <w:style w:type="character" w:customStyle="1" w:styleId="normaltextrun">
    <w:name w:val="normaltextrun"/>
    <w:basedOn w:val="Standardnpsmoodstavce"/>
    <w:rsid w:val="003B17BE"/>
  </w:style>
  <w:style w:type="paragraph" w:customStyle="1" w:styleId="Odstavec1-1a">
    <w:name w:val="_Odstavec_1-1_a)"/>
    <w:basedOn w:val="Normln"/>
    <w:link w:val="Odstavec1-1aChar"/>
    <w:qFormat/>
    <w:rsid w:val="003608B4"/>
    <w:pPr>
      <w:tabs>
        <w:tab w:val="num" w:pos="1077"/>
      </w:tabs>
      <w:spacing w:after="120"/>
      <w:ind w:left="1077" w:hanging="340"/>
      <w:jc w:val="both"/>
    </w:pPr>
  </w:style>
  <w:style w:type="paragraph" w:customStyle="1" w:styleId="Odstavec1-2i">
    <w:name w:val="_Odstavec_1-2_(i)"/>
    <w:basedOn w:val="Normln"/>
    <w:qFormat/>
    <w:rsid w:val="003608B4"/>
    <w:pPr>
      <w:tabs>
        <w:tab w:val="num" w:pos="1531"/>
      </w:tabs>
      <w:spacing w:after="60"/>
      <w:ind w:left="1531" w:hanging="454"/>
      <w:jc w:val="both"/>
    </w:pPr>
  </w:style>
  <w:style w:type="paragraph" w:customStyle="1" w:styleId="Odstavec1-31">
    <w:name w:val="_Odstavec_1-3_1)"/>
    <w:qFormat/>
    <w:rsid w:val="003608B4"/>
    <w:pPr>
      <w:tabs>
        <w:tab w:val="num" w:pos="1928"/>
      </w:tabs>
      <w:spacing w:after="60"/>
      <w:ind w:left="1928" w:hanging="397"/>
      <w:jc w:val="both"/>
    </w:pPr>
  </w:style>
  <w:style w:type="character" w:customStyle="1" w:styleId="Odstavec1-1aChar">
    <w:name w:val="_Odstavec_1-1_a) Char"/>
    <w:basedOn w:val="Standardnpsmoodstavce"/>
    <w:link w:val="Odstavec1-1a"/>
    <w:locked/>
    <w:rsid w:val="008A7C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22532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780103845">
      <w:bodyDiv w:val="1"/>
      <w:marLeft w:val="0"/>
      <w:marRight w:val="0"/>
      <w:marTop w:val="0"/>
      <w:marBottom w:val="0"/>
      <w:divBdr>
        <w:top w:val="none" w:sz="0" w:space="0" w:color="auto"/>
        <w:left w:val="none" w:sz="0" w:space="0" w:color="auto"/>
        <w:bottom w:val="none" w:sz="0" w:space="0" w:color="auto"/>
        <w:right w:val="none" w:sz="0" w:space="0" w:color="auto"/>
      </w:divBdr>
    </w:div>
    <w:div w:id="811606156">
      <w:bodyDiv w:val="1"/>
      <w:marLeft w:val="0"/>
      <w:marRight w:val="0"/>
      <w:marTop w:val="0"/>
      <w:marBottom w:val="0"/>
      <w:divBdr>
        <w:top w:val="none" w:sz="0" w:space="0" w:color="auto"/>
        <w:left w:val="none" w:sz="0" w:space="0" w:color="auto"/>
        <w:bottom w:val="none" w:sz="0" w:space="0" w:color="auto"/>
        <w:right w:val="none" w:sz="0" w:space="0" w:color="auto"/>
      </w:divBdr>
    </w:div>
    <w:div w:id="882904290">
      <w:bodyDiv w:val="1"/>
      <w:marLeft w:val="0"/>
      <w:marRight w:val="0"/>
      <w:marTop w:val="0"/>
      <w:marBottom w:val="0"/>
      <w:divBdr>
        <w:top w:val="none" w:sz="0" w:space="0" w:color="auto"/>
        <w:left w:val="none" w:sz="0" w:space="0" w:color="auto"/>
        <w:bottom w:val="none" w:sz="0" w:space="0" w:color="auto"/>
        <w:right w:val="none" w:sz="0" w:space="0" w:color="auto"/>
      </w:divBdr>
    </w:div>
    <w:div w:id="998730800">
      <w:bodyDiv w:val="1"/>
      <w:marLeft w:val="0"/>
      <w:marRight w:val="0"/>
      <w:marTop w:val="0"/>
      <w:marBottom w:val="0"/>
      <w:divBdr>
        <w:top w:val="none" w:sz="0" w:space="0" w:color="auto"/>
        <w:left w:val="none" w:sz="0" w:space="0" w:color="auto"/>
        <w:bottom w:val="none" w:sz="0" w:space="0" w:color="auto"/>
        <w:right w:val="none" w:sz="0" w:space="0" w:color="auto"/>
      </w:divBdr>
    </w:div>
    <w:div w:id="1014771844">
      <w:bodyDiv w:val="1"/>
      <w:marLeft w:val="0"/>
      <w:marRight w:val="0"/>
      <w:marTop w:val="0"/>
      <w:marBottom w:val="0"/>
      <w:divBdr>
        <w:top w:val="none" w:sz="0" w:space="0" w:color="auto"/>
        <w:left w:val="none" w:sz="0" w:space="0" w:color="auto"/>
        <w:bottom w:val="none" w:sz="0" w:space="0" w:color="auto"/>
        <w:right w:val="none" w:sz="0" w:space="0" w:color="auto"/>
      </w:divBdr>
    </w:div>
    <w:div w:id="1116414839">
      <w:bodyDiv w:val="1"/>
      <w:marLeft w:val="0"/>
      <w:marRight w:val="0"/>
      <w:marTop w:val="0"/>
      <w:marBottom w:val="0"/>
      <w:divBdr>
        <w:top w:val="none" w:sz="0" w:space="0" w:color="auto"/>
        <w:left w:val="none" w:sz="0" w:space="0" w:color="auto"/>
        <w:bottom w:val="none" w:sz="0" w:space="0" w:color="auto"/>
        <w:right w:val="none" w:sz="0" w:space="0" w:color="auto"/>
      </w:divBdr>
    </w:div>
    <w:div w:id="1141311320">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85466419">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58486692">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92900613">
      <w:bodyDiv w:val="1"/>
      <w:marLeft w:val="0"/>
      <w:marRight w:val="0"/>
      <w:marTop w:val="0"/>
      <w:marBottom w:val="0"/>
      <w:divBdr>
        <w:top w:val="none" w:sz="0" w:space="0" w:color="auto"/>
        <w:left w:val="none" w:sz="0" w:space="0" w:color="auto"/>
        <w:bottom w:val="none" w:sz="0" w:space="0" w:color="auto"/>
        <w:right w:val="none" w:sz="0" w:space="0" w:color="auto"/>
      </w:divBdr>
    </w:div>
    <w:div w:id="1995452452">
      <w:bodyDiv w:val="1"/>
      <w:marLeft w:val="0"/>
      <w:marRight w:val="0"/>
      <w:marTop w:val="0"/>
      <w:marBottom w:val="0"/>
      <w:divBdr>
        <w:top w:val="none" w:sz="0" w:space="0" w:color="auto"/>
        <w:left w:val="none" w:sz="0" w:space="0" w:color="auto"/>
        <w:bottom w:val="none" w:sz="0" w:space="0" w:color="auto"/>
        <w:right w:val="none" w:sz="0" w:space="0" w:color="auto"/>
      </w:divBdr>
    </w:div>
    <w:div w:id="20706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fdi.gov.cz/pravidla-a-metodiky/rezortni-metodika-pro-hodnoceni-ekonomicke-efektivnosti-projektu/" TargetMode="External"/><Relationship Id="rId18" Type="http://schemas.openxmlformats.org/officeDocument/2006/relationships/hyperlink" Target="https://zakazky.szdc.cz/manual.htm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mdcr.cz/Dokumenty/Ministerstvo/Vnitrorezortni-predpisy-(1)/Pravidla-pro-postupy-v-prubehu-pripravy-investicni" TargetMode="External"/><Relationship Id="rId17" Type="http://schemas.openxmlformats.org/officeDocument/2006/relationships/hyperlink" Target="https://zakazky.spravazelezni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AF519841-D34C-4C42-9067-308A05964E41}">
  <ds:schemaRefs>
    <ds:schemaRef ds:uri="http://schemas.openxmlformats.org/officeDocument/2006/bibliography"/>
  </ds:schemaRefs>
</ds:datastoreItem>
</file>

<file path=customXml/itemProps4.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134</TotalTime>
  <Pages>28</Pages>
  <Words>13990</Words>
  <Characters>82545</Characters>
  <Application>Microsoft Office Word</Application>
  <DocSecurity>0</DocSecurity>
  <Lines>687</Lines>
  <Paragraphs>192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96343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Příleská Kateřina</cp:lastModifiedBy>
  <cp:revision>13</cp:revision>
  <cp:lastPrinted>2019-02-22T13:28:00Z</cp:lastPrinted>
  <dcterms:created xsi:type="dcterms:W3CDTF">2025-01-21T08:44:00Z</dcterms:created>
  <dcterms:modified xsi:type="dcterms:W3CDTF">2025-01-23T09:59:00Z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